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E8C94" w14:textId="523D62AB" w:rsidR="008650AE" w:rsidRPr="004C4343" w:rsidRDefault="007B1150" w:rsidP="004A6956">
      <w:pPr>
        <w:tabs>
          <w:tab w:val="left" w:pos="5387"/>
        </w:tabs>
        <w:spacing w:line="0" w:lineRule="atLeast"/>
        <w:jc w:val="both"/>
        <w:rPr>
          <w:b/>
          <w:szCs w:val="18"/>
          <w:lang w:val="et-EE"/>
        </w:rPr>
      </w:pPr>
      <w:r>
        <w:rPr>
          <w:b/>
          <w:szCs w:val="18"/>
          <w:lang w:val="et-EE"/>
        </w:rPr>
        <w:t>05</w:t>
      </w:r>
      <w:r w:rsidR="00E342E4" w:rsidRPr="004C4343">
        <w:rPr>
          <w:b/>
          <w:szCs w:val="18"/>
          <w:lang w:val="et-EE"/>
        </w:rPr>
        <w:t xml:space="preserve">. </w:t>
      </w:r>
      <w:r w:rsidR="00D43478" w:rsidRPr="004C4343">
        <w:rPr>
          <w:b/>
          <w:szCs w:val="18"/>
          <w:lang w:val="et-EE"/>
        </w:rPr>
        <w:t xml:space="preserve">november </w:t>
      </w:r>
      <w:r w:rsidR="009E5043" w:rsidRPr="004C4343">
        <w:rPr>
          <w:b/>
          <w:szCs w:val="18"/>
          <w:lang w:val="et-EE"/>
        </w:rPr>
        <w:t>202</w:t>
      </w:r>
      <w:r>
        <w:rPr>
          <w:b/>
          <w:szCs w:val="18"/>
          <w:lang w:val="et-EE"/>
        </w:rPr>
        <w:t>4</w:t>
      </w:r>
    </w:p>
    <w:p w14:paraId="2AA40B51" w14:textId="77777777" w:rsidR="008650AE" w:rsidRPr="004C4343" w:rsidRDefault="008650AE" w:rsidP="004A6956">
      <w:pPr>
        <w:tabs>
          <w:tab w:val="left" w:pos="5387"/>
        </w:tabs>
        <w:spacing w:line="0" w:lineRule="atLeast"/>
        <w:jc w:val="both"/>
        <w:rPr>
          <w:szCs w:val="18"/>
          <w:lang w:val="et-EE"/>
        </w:rPr>
      </w:pPr>
    </w:p>
    <w:p w14:paraId="7252FE83" w14:textId="77777777" w:rsidR="008650AE" w:rsidRPr="004C4343" w:rsidRDefault="008650AE" w:rsidP="004A6956">
      <w:pPr>
        <w:spacing w:line="0" w:lineRule="atLeast"/>
        <w:jc w:val="both"/>
        <w:rPr>
          <w:b/>
          <w:szCs w:val="18"/>
          <w:lang w:val="et-EE"/>
        </w:rPr>
      </w:pPr>
      <w:r w:rsidRPr="004C4343">
        <w:rPr>
          <w:b/>
          <w:szCs w:val="18"/>
          <w:lang w:val="et-EE"/>
        </w:rPr>
        <w:t>Riigihangete Vaidlustuskomisjon</w:t>
      </w:r>
    </w:p>
    <w:p w14:paraId="74FACA7E" w14:textId="4467AB77" w:rsidR="008650AE" w:rsidRPr="004C4343" w:rsidRDefault="007E707C" w:rsidP="004A6956">
      <w:pPr>
        <w:spacing w:line="0" w:lineRule="atLeast"/>
        <w:jc w:val="both"/>
        <w:rPr>
          <w:b/>
          <w:szCs w:val="18"/>
          <w:lang w:val="et-EE"/>
        </w:rPr>
      </w:pPr>
      <w:r w:rsidRPr="004C4343">
        <w:rPr>
          <w:b/>
          <w:szCs w:val="18"/>
          <w:lang w:val="et-EE"/>
        </w:rPr>
        <w:t>Tartu mnt 85</w:t>
      </w:r>
      <w:r w:rsidR="008650AE" w:rsidRPr="004C4343">
        <w:rPr>
          <w:b/>
          <w:szCs w:val="18"/>
          <w:lang w:val="et-EE"/>
        </w:rPr>
        <w:t>, 101</w:t>
      </w:r>
      <w:r w:rsidRPr="004C4343">
        <w:rPr>
          <w:b/>
          <w:szCs w:val="18"/>
          <w:lang w:val="et-EE"/>
        </w:rPr>
        <w:t>15</w:t>
      </w:r>
      <w:r w:rsidR="008650AE" w:rsidRPr="004C4343">
        <w:rPr>
          <w:b/>
          <w:szCs w:val="18"/>
          <w:lang w:val="et-EE"/>
        </w:rPr>
        <w:t xml:space="preserve"> Tallinn</w:t>
      </w:r>
    </w:p>
    <w:p w14:paraId="54373AFC" w14:textId="77777777" w:rsidR="008650AE" w:rsidRPr="004C4343" w:rsidRDefault="008650AE" w:rsidP="004A6956">
      <w:pPr>
        <w:spacing w:line="0" w:lineRule="atLeast"/>
        <w:jc w:val="both"/>
        <w:rPr>
          <w:rStyle w:val="Hyperlink"/>
          <w:b/>
          <w:color w:val="auto"/>
          <w:szCs w:val="18"/>
          <w:lang w:val="et-EE"/>
        </w:rPr>
      </w:pPr>
      <w:r w:rsidRPr="004C4343">
        <w:rPr>
          <w:b/>
          <w:szCs w:val="18"/>
          <w:lang w:val="et-EE"/>
        </w:rPr>
        <w:t xml:space="preserve">E-post: </w:t>
      </w:r>
      <w:hyperlink r:id="rId11" w:history="1">
        <w:r w:rsidRPr="004C4343">
          <w:rPr>
            <w:rStyle w:val="Hyperlink"/>
            <w:b/>
            <w:szCs w:val="18"/>
            <w:lang w:val="et-EE"/>
          </w:rPr>
          <w:t>vako@fin.ee</w:t>
        </w:r>
      </w:hyperlink>
    </w:p>
    <w:p w14:paraId="65DEAF16" w14:textId="77777777" w:rsidR="008650AE" w:rsidRPr="004C4343" w:rsidRDefault="008650AE" w:rsidP="004A6956">
      <w:pPr>
        <w:spacing w:line="0" w:lineRule="atLeast"/>
        <w:jc w:val="both"/>
        <w:rPr>
          <w:b/>
          <w:szCs w:val="18"/>
          <w:lang w:val="et-EE"/>
        </w:rPr>
      </w:pPr>
    </w:p>
    <w:p w14:paraId="2AEFBB28" w14:textId="77777777" w:rsidR="008650AE" w:rsidRPr="004C4343" w:rsidRDefault="008650AE" w:rsidP="004A6956">
      <w:pPr>
        <w:spacing w:line="0" w:lineRule="atLeast"/>
        <w:jc w:val="both"/>
        <w:rPr>
          <w:b/>
          <w:szCs w:val="18"/>
          <w:lang w:val="et-EE"/>
        </w:rPr>
      </w:pPr>
    </w:p>
    <w:p w14:paraId="6E5C3E98" w14:textId="77777777" w:rsidR="008650AE" w:rsidRPr="004C4343" w:rsidRDefault="008650AE" w:rsidP="004A6956">
      <w:pPr>
        <w:tabs>
          <w:tab w:val="left" w:pos="2977"/>
        </w:tabs>
        <w:spacing w:line="0" w:lineRule="atLeast"/>
        <w:jc w:val="both"/>
        <w:rPr>
          <w:b/>
          <w:szCs w:val="18"/>
          <w:lang w:val="et-EE"/>
        </w:rPr>
      </w:pPr>
    </w:p>
    <w:p w14:paraId="5127E658" w14:textId="4E7E5DEB" w:rsidR="00607D27" w:rsidRPr="004C4343" w:rsidRDefault="00607D27" w:rsidP="004A6956">
      <w:pPr>
        <w:tabs>
          <w:tab w:val="left" w:pos="2977"/>
        </w:tabs>
        <w:spacing w:line="0" w:lineRule="atLeast"/>
        <w:jc w:val="both"/>
        <w:rPr>
          <w:bCs/>
          <w:szCs w:val="18"/>
          <w:lang w:val="et-EE"/>
        </w:rPr>
      </w:pPr>
    </w:p>
    <w:p w14:paraId="719C8E45" w14:textId="7CFE66CF" w:rsidR="007B1150" w:rsidRDefault="002D652C" w:rsidP="004A6956">
      <w:pPr>
        <w:spacing w:line="0" w:lineRule="atLeast"/>
        <w:ind w:right="-427"/>
        <w:jc w:val="both"/>
        <w:rPr>
          <w:b/>
          <w:spacing w:val="20"/>
          <w:szCs w:val="18"/>
          <w:lang w:val="et-EE"/>
        </w:rPr>
      </w:pPr>
      <w:r>
        <w:rPr>
          <w:b/>
          <w:spacing w:val="20"/>
          <w:szCs w:val="18"/>
          <w:lang w:val="et-EE"/>
        </w:rPr>
        <w:t>Riigilõivu tagastamise taotlus</w:t>
      </w:r>
    </w:p>
    <w:p w14:paraId="2403C467" w14:textId="77777777" w:rsidR="007B1150" w:rsidRDefault="007B1150" w:rsidP="004A6956">
      <w:pPr>
        <w:spacing w:line="0" w:lineRule="atLeast"/>
        <w:ind w:right="-427"/>
        <w:jc w:val="both"/>
        <w:rPr>
          <w:b/>
          <w:spacing w:val="20"/>
          <w:szCs w:val="18"/>
          <w:lang w:val="et-EE"/>
        </w:rPr>
      </w:pPr>
    </w:p>
    <w:p w14:paraId="6C9C1249" w14:textId="77777777" w:rsidR="00EB7696" w:rsidRDefault="00EB7696" w:rsidP="004A6956">
      <w:pPr>
        <w:spacing w:line="0" w:lineRule="atLeast"/>
        <w:ind w:right="-427"/>
        <w:jc w:val="both"/>
        <w:rPr>
          <w:b/>
          <w:spacing w:val="20"/>
          <w:szCs w:val="18"/>
          <w:lang w:val="et-EE"/>
        </w:rPr>
      </w:pPr>
    </w:p>
    <w:p w14:paraId="1EFFF32C" w14:textId="77777777" w:rsidR="002D652C" w:rsidRDefault="002D652C" w:rsidP="004A6956">
      <w:pPr>
        <w:spacing w:line="0" w:lineRule="atLeast"/>
        <w:ind w:right="-427"/>
        <w:jc w:val="both"/>
        <w:rPr>
          <w:b/>
          <w:spacing w:val="20"/>
          <w:szCs w:val="18"/>
          <w:lang w:val="et-EE"/>
        </w:rPr>
      </w:pPr>
    </w:p>
    <w:p w14:paraId="6D3CF562" w14:textId="77777777" w:rsidR="002D652C" w:rsidRDefault="002D652C" w:rsidP="004A6956">
      <w:pPr>
        <w:spacing w:line="0" w:lineRule="atLeast"/>
        <w:ind w:right="-427"/>
        <w:jc w:val="both"/>
        <w:rPr>
          <w:b/>
          <w:spacing w:val="20"/>
          <w:szCs w:val="18"/>
          <w:lang w:val="et-EE"/>
        </w:rPr>
      </w:pPr>
    </w:p>
    <w:p w14:paraId="0AB2E179" w14:textId="3E666BC5" w:rsidR="002D652C" w:rsidRDefault="002D652C" w:rsidP="002D652C">
      <w:pPr>
        <w:pStyle w:val="Level1"/>
        <w:numPr>
          <w:ilvl w:val="0"/>
          <w:numId w:val="0"/>
        </w:numPr>
        <w:spacing w:line="0" w:lineRule="atLeast"/>
        <w:ind w:left="397" w:hanging="397"/>
      </w:pPr>
      <w:r>
        <w:t>Austatud Riigihangete Vaidlustuskomisjon,</w:t>
      </w:r>
    </w:p>
    <w:p w14:paraId="315D8BFA" w14:textId="77777777" w:rsidR="002D652C" w:rsidRDefault="002D652C" w:rsidP="002D652C">
      <w:pPr>
        <w:pStyle w:val="Level1"/>
        <w:numPr>
          <w:ilvl w:val="0"/>
          <w:numId w:val="0"/>
        </w:numPr>
        <w:spacing w:line="0" w:lineRule="atLeast"/>
        <w:ind w:left="397" w:hanging="397"/>
      </w:pPr>
    </w:p>
    <w:p w14:paraId="77988384" w14:textId="04E474C9" w:rsidR="002D652C" w:rsidRDefault="00E36BAA" w:rsidP="00E36BAA">
      <w:pPr>
        <w:pStyle w:val="Level1"/>
        <w:numPr>
          <w:ilvl w:val="0"/>
          <w:numId w:val="0"/>
        </w:numPr>
        <w:spacing w:line="0" w:lineRule="atLeast"/>
      </w:pPr>
      <w:r>
        <w:t xml:space="preserve">Riigihangete Vaidlustuskomisjoni (edaspidi </w:t>
      </w:r>
      <w:r w:rsidRPr="000E5D07">
        <w:rPr>
          <w:b/>
          <w:bCs/>
        </w:rPr>
        <w:t>VAKO</w:t>
      </w:r>
      <w:r>
        <w:t xml:space="preserve">) 21.10.2024 otsusega nr 193-24/284110 </w:t>
      </w:r>
      <w:r w:rsidR="000E5D07">
        <w:t xml:space="preserve">(edaspidi </w:t>
      </w:r>
      <w:r w:rsidR="000E5D07" w:rsidRPr="000E5D07">
        <w:rPr>
          <w:b/>
          <w:bCs/>
        </w:rPr>
        <w:t>21.10.2024 otsus</w:t>
      </w:r>
      <w:r w:rsidR="000E5D07">
        <w:t xml:space="preserve">) </w:t>
      </w:r>
      <w:r>
        <w:t>(</w:t>
      </w:r>
      <w:r w:rsidRPr="000E5D07">
        <w:rPr>
          <w:b/>
          <w:bCs/>
        </w:rPr>
        <w:t>Lisa 1</w:t>
      </w:r>
      <w:r>
        <w:t xml:space="preserve">) lõpetati </w:t>
      </w:r>
      <w:r w:rsidR="0074022E">
        <w:t xml:space="preserve">poolte kokkuleppel Eesti Keskkonnateenused AS-i (edaspidi </w:t>
      </w:r>
      <w:r w:rsidR="0074022E" w:rsidRPr="009842D9">
        <w:rPr>
          <w:b/>
          <w:bCs/>
        </w:rPr>
        <w:t>EKT</w:t>
      </w:r>
      <w:r w:rsidR="0074022E">
        <w:t xml:space="preserve">) poolt Pärnu Linnavalitsuse (edaspidi </w:t>
      </w:r>
      <w:r w:rsidR="0074022E" w:rsidRPr="009842D9">
        <w:rPr>
          <w:b/>
          <w:bCs/>
        </w:rPr>
        <w:t>Hankija</w:t>
      </w:r>
      <w:r w:rsidR="0074022E">
        <w:t xml:space="preserve">) </w:t>
      </w:r>
      <w:r w:rsidR="005B6CF7">
        <w:t xml:space="preserve">kontsessioonilepingu sõlmimise menetluse riigihanke „Kontsessiooni andmine korraldatud jäätmeveo </w:t>
      </w:r>
      <w:r w:rsidR="00743138">
        <w:t xml:space="preserve">teenuse osutamiseks Pärnu linnas“ (viitenumber 284110) (edaspidi </w:t>
      </w:r>
      <w:r w:rsidR="00743138" w:rsidRPr="009842D9">
        <w:rPr>
          <w:b/>
          <w:bCs/>
        </w:rPr>
        <w:t>Han</w:t>
      </w:r>
      <w:r w:rsidR="000E5D07" w:rsidRPr="009842D9">
        <w:rPr>
          <w:b/>
          <w:bCs/>
        </w:rPr>
        <w:t>ge</w:t>
      </w:r>
      <w:r w:rsidR="000E5D07">
        <w:t xml:space="preserve">) </w:t>
      </w:r>
      <w:r w:rsidR="00D43AAE">
        <w:t xml:space="preserve">suhtes </w:t>
      </w:r>
      <w:r w:rsidR="000E5D07">
        <w:t>alustatud vaidlustusmenetlus.</w:t>
      </w:r>
    </w:p>
    <w:p w14:paraId="0F0A9A78" w14:textId="77777777" w:rsidR="009842D9" w:rsidRDefault="009842D9" w:rsidP="00E36BAA">
      <w:pPr>
        <w:pStyle w:val="Level1"/>
        <w:numPr>
          <w:ilvl w:val="0"/>
          <w:numId w:val="0"/>
        </w:numPr>
        <w:spacing w:line="0" w:lineRule="atLeast"/>
      </w:pPr>
    </w:p>
    <w:p w14:paraId="3CD2CAF0" w14:textId="77777777" w:rsidR="00B675FC" w:rsidRDefault="009842D9" w:rsidP="00E36BAA">
      <w:pPr>
        <w:pStyle w:val="Level1"/>
        <w:numPr>
          <w:ilvl w:val="0"/>
          <w:numId w:val="0"/>
        </w:numPr>
        <w:spacing w:line="0" w:lineRule="atLeast"/>
      </w:pPr>
      <w:r>
        <w:t>21.10.2024 otsuse</w:t>
      </w:r>
      <w:r w:rsidR="006F1531">
        <w:t xml:space="preserve">s, p 4.2 </w:t>
      </w:r>
      <w:r w:rsidR="00BD6AD7">
        <w:t xml:space="preserve">on märgitud, et vaidlustajal, st </w:t>
      </w:r>
      <w:proofErr w:type="spellStart"/>
      <w:r w:rsidR="00BD6AD7">
        <w:t>EKT-l</w:t>
      </w:r>
      <w:proofErr w:type="spellEnd"/>
      <w:r w:rsidR="00BD6AD7">
        <w:t xml:space="preserve"> on õigus </w:t>
      </w:r>
      <w:r w:rsidR="004F0A6F">
        <w:t>nõuda vaidlustuse esitamisel tasutud riigilõivu tagastamist</w:t>
      </w:r>
      <w:r w:rsidR="00B675FC">
        <w:t xml:space="preserve"> vastavalt riigilõivuseaduse §-le 12.</w:t>
      </w:r>
    </w:p>
    <w:p w14:paraId="4EF1620E" w14:textId="77777777" w:rsidR="00B675FC" w:rsidRDefault="00B675FC" w:rsidP="00E36BAA">
      <w:pPr>
        <w:pStyle w:val="Level1"/>
        <w:numPr>
          <w:ilvl w:val="0"/>
          <w:numId w:val="0"/>
        </w:numPr>
        <w:spacing w:line="0" w:lineRule="atLeast"/>
      </w:pPr>
    </w:p>
    <w:p w14:paraId="0EA984E4" w14:textId="654C4BAB" w:rsidR="009842D9" w:rsidRDefault="00991BFE" w:rsidP="00E36BAA">
      <w:pPr>
        <w:pStyle w:val="Level1"/>
        <w:numPr>
          <w:ilvl w:val="0"/>
          <w:numId w:val="0"/>
        </w:numPr>
        <w:spacing w:line="0" w:lineRule="atLeast"/>
      </w:pPr>
      <w:r>
        <w:t>EKT ülesandel tasus EKT</w:t>
      </w:r>
      <w:r w:rsidR="004F0A6F">
        <w:t xml:space="preserve"> </w:t>
      </w:r>
      <w:r>
        <w:t xml:space="preserve">vaidlustuselt riigilõivu </w:t>
      </w:r>
      <w:r w:rsidR="004F07CE">
        <w:t xml:space="preserve">OÜ </w:t>
      </w:r>
      <w:r>
        <w:t xml:space="preserve">Advokaadibüroo Eversheds Sutherland Ots &amp; Co </w:t>
      </w:r>
      <w:r w:rsidR="00E8694B">
        <w:t xml:space="preserve">(edaspidi </w:t>
      </w:r>
      <w:r w:rsidR="00E8694B" w:rsidRPr="00E8694B">
        <w:rPr>
          <w:b/>
          <w:bCs/>
        </w:rPr>
        <w:t>AB</w:t>
      </w:r>
      <w:r w:rsidR="00E8694B">
        <w:t>)</w:t>
      </w:r>
      <w:r>
        <w:t xml:space="preserve"> (vt </w:t>
      </w:r>
      <w:r w:rsidR="005267B5">
        <w:t>04.1</w:t>
      </w:r>
      <w:r w:rsidR="003C73DE">
        <w:t>0</w:t>
      </w:r>
      <w:r w:rsidR="005267B5">
        <w:t xml:space="preserve">.2024 maksekorraldus – </w:t>
      </w:r>
      <w:r w:rsidR="005267B5" w:rsidRPr="0029456F">
        <w:rPr>
          <w:b/>
          <w:bCs/>
        </w:rPr>
        <w:t>Lisa 2</w:t>
      </w:r>
      <w:r w:rsidR="005267B5">
        <w:t>).</w:t>
      </w:r>
    </w:p>
    <w:p w14:paraId="7C6D2728" w14:textId="77777777" w:rsidR="0029456F" w:rsidRDefault="0029456F" w:rsidP="00E36BAA">
      <w:pPr>
        <w:pStyle w:val="Level1"/>
        <w:numPr>
          <w:ilvl w:val="0"/>
          <w:numId w:val="0"/>
        </w:numPr>
        <w:spacing w:line="0" w:lineRule="atLeast"/>
      </w:pPr>
    </w:p>
    <w:p w14:paraId="5ACFFDED" w14:textId="2BB957BD" w:rsidR="000318D4" w:rsidRDefault="0029456F" w:rsidP="00E36BAA">
      <w:pPr>
        <w:pStyle w:val="Level1"/>
        <w:numPr>
          <w:ilvl w:val="0"/>
          <w:numId w:val="0"/>
        </w:numPr>
        <w:spacing w:line="0" w:lineRule="atLeast"/>
      </w:pPr>
      <w:r>
        <w:t>EKT ja A</w:t>
      </w:r>
      <w:r w:rsidR="00E8694B">
        <w:t xml:space="preserve">B </w:t>
      </w:r>
      <w:r>
        <w:t xml:space="preserve">on leppinud kokku, et EKT asemel taotleb </w:t>
      </w:r>
      <w:r w:rsidR="00E8694B">
        <w:t xml:space="preserve">AB kõnealuse </w:t>
      </w:r>
      <w:r>
        <w:t>riigilõivu tagastamist</w:t>
      </w:r>
      <w:r w:rsidR="00184000">
        <w:t xml:space="preserve">. Riigilõivu tagastamine AB-le tähendab, et AB ei </w:t>
      </w:r>
      <w:r w:rsidR="000318D4">
        <w:t xml:space="preserve">taotle </w:t>
      </w:r>
      <w:proofErr w:type="spellStart"/>
      <w:r w:rsidR="000318D4">
        <w:t>EKT-le</w:t>
      </w:r>
      <w:proofErr w:type="spellEnd"/>
      <w:r w:rsidR="000318D4">
        <w:t xml:space="preserve"> Hanke vaidlustusmenetluse eest õigusabi eest arve esitamisel </w:t>
      </w:r>
      <w:r w:rsidR="006A54D3">
        <w:t xml:space="preserve">tagastatud </w:t>
      </w:r>
      <w:r w:rsidR="000318D4">
        <w:t xml:space="preserve">riigilõivu </w:t>
      </w:r>
      <w:r w:rsidR="003F5545">
        <w:t xml:space="preserve">osas </w:t>
      </w:r>
      <w:r w:rsidR="006A54D3">
        <w:t xml:space="preserve">vastava </w:t>
      </w:r>
      <w:r w:rsidR="000318D4">
        <w:t>kulu</w:t>
      </w:r>
      <w:r w:rsidR="006A54D3">
        <w:t xml:space="preserve"> </w:t>
      </w:r>
      <w:r w:rsidR="000318D4">
        <w:t>hüvitamist.</w:t>
      </w:r>
    </w:p>
    <w:p w14:paraId="7C57B898" w14:textId="77777777" w:rsidR="000318D4" w:rsidRDefault="000318D4" w:rsidP="00E36BAA">
      <w:pPr>
        <w:pStyle w:val="Level1"/>
        <w:numPr>
          <w:ilvl w:val="0"/>
          <w:numId w:val="0"/>
        </w:numPr>
        <w:spacing w:line="0" w:lineRule="atLeast"/>
      </w:pPr>
    </w:p>
    <w:p w14:paraId="6F5B66A3" w14:textId="56286B77" w:rsidR="000318D4" w:rsidRPr="00352198" w:rsidRDefault="004A468D" w:rsidP="00E36BAA">
      <w:pPr>
        <w:pStyle w:val="Level1"/>
        <w:numPr>
          <w:ilvl w:val="0"/>
          <w:numId w:val="0"/>
        </w:numPr>
        <w:spacing w:line="0" w:lineRule="atLeast"/>
        <w:rPr>
          <w:b/>
          <w:bCs/>
        </w:rPr>
      </w:pPr>
      <w:r w:rsidRPr="00352198">
        <w:rPr>
          <w:b/>
          <w:bCs/>
        </w:rPr>
        <w:t>Lähtudes eeltoodust ja juhindudes R</w:t>
      </w:r>
      <w:r w:rsidR="005F3428" w:rsidRPr="00352198">
        <w:rPr>
          <w:b/>
          <w:bCs/>
        </w:rPr>
        <w:t>H</w:t>
      </w:r>
      <w:r w:rsidRPr="00352198">
        <w:rPr>
          <w:b/>
          <w:bCs/>
        </w:rPr>
        <w:t>S § 197 lg 1 p</w:t>
      </w:r>
      <w:r w:rsidR="005F3428" w:rsidRPr="00352198">
        <w:rPr>
          <w:b/>
          <w:bCs/>
        </w:rPr>
        <w:t>-st</w:t>
      </w:r>
      <w:r w:rsidRPr="00352198">
        <w:rPr>
          <w:b/>
          <w:bCs/>
        </w:rPr>
        <w:t xml:space="preserve"> 1 </w:t>
      </w:r>
      <w:r w:rsidR="005F3428" w:rsidRPr="00352198">
        <w:rPr>
          <w:b/>
          <w:bCs/>
        </w:rPr>
        <w:t xml:space="preserve">ja § 198 </w:t>
      </w:r>
      <w:proofErr w:type="spellStart"/>
      <w:r w:rsidR="005F3428" w:rsidRPr="00352198">
        <w:rPr>
          <w:b/>
          <w:bCs/>
        </w:rPr>
        <w:t>lg-st</w:t>
      </w:r>
      <w:proofErr w:type="spellEnd"/>
      <w:r w:rsidR="005F3428" w:rsidRPr="00352198">
        <w:rPr>
          <w:b/>
          <w:bCs/>
        </w:rPr>
        <w:t xml:space="preserve"> 4</w:t>
      </w:r>
      <w:r w:rsidR="005F3428" w:rsidRPr="009D16E3">
        <w:rPr>
          <w:b/>
          <w:bCs/>
          <w:vertAlign w:val="superscript"/>
        </w:rPr>
        <w:t>1</w:t>
      </w:r>
      <w:r w:rsidR="005F3428" w:rsidRPr="00352198">
        <w:rPr>
          <w:b/>
          <w:bCs/>
        </w:rPr>
        <w:t xml:space="preserve"> ning RLS §</w:t>
      </w:r>
      <w:r w:rsidR="00A97DD8" w:rsidRPr="00352198">
        <w:rPr>
          <w:b/>
          <w:bCs/>
        </w:rPr>
        <w:t>-st 12 ja § 15 lg 1 p-st 9</w:t>
      </w:r>
      <w:r w:rsidR="00DF076D" w:rsidRPr="00352198">
        <w:rPr>
          <w:b/>
          <w:bCs/>
        </w:rPr>
        <w:t>,</w:t>
      </w:r>
    </w:p>
    <w:p w14:paraId="527D9BB0" w14:textId="77777777" w:rsidR="00DF076D" w:rsidRPr="00352198" w:rsidRDefault="00DF076D" w:rsidP="00E36BAA">
      <w:pPr>
        <w:pStyle w:val="Level1"/>
        <w:numPr>
          <w:ilvl w:val="0"/>
          <w:numId w:val="0"/>
        </w:numPr>
        <w:spacing w:line="0" w:lineRule="atLeast"/>
        <w:rPr>
          <w:b/>
          <w:bCs/>
        </w:rPr>
      </w:pPr>
    </w:p>
    <w:p w14:paraId="6E391F9F" w14:textId="551AF803" w:rsidR="00DF076D" w:rsidRPr="00352198" w:rsidRDefault="00A97DD8" w:rsidP="00E36BAA">
      <w:pPr>
        <w:pStyle w:val="Level1"/>
        <w:numPr>
          <w:ilvl w:val="0"/>
          <w:numId w:val="0"/>
        </w:numPr>
        <w:spacing w:line="0" w:lineRule="atLeast"/>
        <w:rPr>
          <w:b/>
          <w:bCs/>
        </w:rPr>
      </w:pPr>
      <w:r w:rsidRPr="00352198">
        <w:rPr>
          <w:b/>
          <w:bCs/>
        </w:rPr>
        <w:t>p</w:t>
      </w:r>
      <w:r w:rsidR="00DF076D" w:rsidRPr="00352198">
        <w:rPr>
          <w:b/>
          <w:bCs/>
        </w:rPr>
        <w:t xml:space="preserve">alume </w:t>
      </w:r>
    </w:p>
    <w:p w14:paraId="22D67498" w14:textId="77777777" w:rsidR="00CB4656" w:rsidRPr="00352198" w:rsidRDefault="00CB4656" w:rsidP="00352198">
      <w:pPr>
        <w:pStyle w:val="Level1"/>
        <w:numPr>
          <w:ilvl w:val="0"/>
          <w:numId w:val="0"/>
        </w:numPr>
        <w:spacing w:line="0" w:lineRule="atLeast"/>
        <w:ind w:left="397" w:hanging="397"/>
        <w:rPr>
          <w:b/>
          <w:bCs/>
        </w:rPr>
      </w:pPr>
    </w:p>
    <w:p w14:paraId="2B6D41CB" w14:textId="383E2514" w:rsidR="00CB4656" w:rsidRPr="004C4343" w:rsidRDefault="00DF076D" w:rsidP="004F07CE">
      <w:pPr>
        <w:pStyle w:val="Level1"/>
        <w:numPr>
          <w:ilvl w:val="0"/>
          <w:numId w:val="27"/>
        </w:numPr>
        <w:spacing w:line="0" w:lineRule="atLeast"/>
        <w:ind w:left="357" w:hanging="357"/>
        <w:rPr>
          <w:b/>
          <w:bCs/>
        </w:rPr>
      </w:pPr>
      <w:r>
        <w:rPr>
          <w:b/>
          <w:bCs/>
        </w:rPr>
        <w:t>t</w:t>
      </w:r>
      <w:r w:rsidR="00CB4656" w:rsidRPr="004C4343">
        <w:rPr>
          <w:b/>
          <w:bCs/>
        </w:rPr>
        <w:t>agastada</w:t>
      </w:r>
      <w:r w:rsidR="00D2780E" w:rsidRPr="004C4343">
        <w:rPr>
          <w:b/>
          <w:bCs/>
        </w:rPr>
        <w:t xml:space="preserve"> Eesti Keskkonnateenused AS-i poolt</w:t>
      </w:r>
      <w:r w:rsidR="00CB4656" w:rsidRPr="004C4343">
        <w:rPr>
          <w:b/>
          <w:bCs/>
        </w:rPr>
        <w:t xml:space="preserve"> </w:t>
      </w:r>
      <w:r>
        <w:rPr>
          <w:b/>
          <w:bCs/>
        </w:rPr>
        <w:t xml:space="preserve">Pärnu Linnavalitsuse </w:t>
      </w:r>
      <w:r w:rsidR="0037412C" w:rsidRPr="004C4343">
        <w:rPr>
          <w:b/>
          <w:bCs/>
        </w:rPr>
        <w:t>kontsessioonilepingu sõlmimise menetluse „</w:t>
      </w:r>
      <w:r>
        <w:rPr>
          <w:b/>
          <w:bCs/>
        </w:rPr>
        <w:t>K</w:t>
      </w:r>
      <w:r w:rsidR="0037412C" w:rsidRPr="004C4343">
        <w:rPr>
          <w:b/>
          <w:bCs/>
        </w:rPr>
        <w:t xml:space="preserve">ontsessiooni andmine </w:t>
      </w:r>
      <w:r>
        <w:rPr>
          <w:b/>
          <w:bCs/>
        </w:rPr>
        <w:t>korraldatud jäätmeveo teenuse osutamiseks Pärnu linnas</w:t>
      </w:r>
      <w:r w:rsidR="0037412C" w:rsidRPr="004C4343">
        <w:rPr>
          <w:b/>
          <w:bCs/>
        </w:rPr>
        <w:t>“ (viitenumber 2</w:t>
      </w:r>
      <w:r>
        <w:rPr>
          <w:b/>
          <w:bCs/>
        </w:rPr>
        <w:t>84110</w:t>
      </w:r>
      <w:r w:rsidR="0037412C" w:rsidRPr="004C4343">
        <w:rPr>
          <w:b/>
          <w:bCs/>
        </w:rPr>
        <w:t>)</w:t>
      </w:r>
      <w:r w:rsidR="00EA4382" w:rsidRPr="004C4343">
        <w:rPr>
          <w:b/>
          <w:bCs/>
        </w:rPr>
        <w:t xml:space="preserve"> </w:t>
      </w:r>
      <w:r w:rsidR="0037412C" w:rsidRPr="004C4343">
        <w:rPr>
          <w:b/>
          <w:bCs/>
        </w:rPr>
        <w:t xml:space="preserve">esitatud vaidlustuselt tasutud riigilõiv 640 eurot </w:t>
      </w:r>
      <w:r w:rsidR="00A97DD8">
        <w:rPr>
          <w:b/>
          <w:bCs/>
        </w:rPr>
        <w:t xml:space="preserve">OÜ </w:t>
      </w:r>
      <w:r>
        <w:rPr>
          <w:b/>
          <w:bCs/>
        </w:rPr>
        <w:t xml:space="preserve">Advokaadibüroo Eversheds Sutherland Ots ja Co </w:t>
      </w:r>
      <w:r w:rsidR="00D2780E" w:rsidRPr="004C4343">
        <w:rPr>
          <w:b/>
          <w:bCs/>
        </w:rPr>
        <w:t xml:space="preserve">AS-i </w:t>
      </w:r>
      <w:r>
        <w:rPr>
          <w:b/>
          <w:bCs/>
        </w:rPr>
        <w:t xml:space="preserve">Swedbank </w:t>
      </w:r>
      <w:r w:rsidR="003368A8" w:rsidRPr="004C4343">
        <w:rPr>
          <w:b/>
          <w:bCs/>
        </w:rPr>
        <w:t xml:space="preserve">kontole nr </w:t>
      </w:r>
      <w:r w:rsidR="004F07CE" w:rsidRPr="004F07CE">
        <w:rPr>
          <w:b/>
          <w:bCs/>
        </w:rPr>
        <w:t>EE072200221013864232</w:t>
      </w:r>
      <w:r w:rsidR="003368A8" w:rsidRPr="004C4343">
        <w:rPr>
          <w:b/>
          <w:bCs/>
        </w:rPr>
        <w:t>.</w:t>
      </w:r>
    </w:p>
    <w:p w14:paraId="744FB5D1" w14:textId="77777777" w:rsidR="00A84CC2" w:rsidRPr="004C4343" w:rsidRDefault="00A84CC2" w:rsidP="003368A8">
      <w:pPr>
        <w:pStyle w:val="Level1"/>
        <w:numPr>
          <w:ilvl w:val="0"/>
          <w:numId w:val="0"/>
        </w:numPr>
        <w:spacing w:line="0" w:lineRule="atLeast"/>
      </w:pPr>
    </w:p>
    <w:p w14:paraId="0489C6A5" w14:textId="77777777" w:rsidR="00F65458" w:rsidRPr="004C4343" w:rsidRDefault="00F65458" w:rsidP="00F65458">
      <w:pPr>
        <w:pStyle w:val="Level1"/>
        <w:numPr>
          <w:ilvl w:val="0"/>
          <w:numId w:val="0"/>
        </w:numPr>
        <w:spacing w:line="0" w:lineRule="atLeast"/>
      </w:pPr>
    </w:p>
    <w:p w14:paraId="27923901" w14:textId="77777777" w:rsidR="00607D27" w:rsidRPr="004C4343" w:rsidRDefault="00607D27" w:rsidP="004A6956">
      <w:pPr>
        <w:spacing w:line="0" w:lineRule="atLeast"/>
        <w:jc w:val="both"/>
        <w:rPr>
          <w:szCs w:val="18"/>
          <w:lang w:val="et-EE"/>
        </w:rPr>
      </w:pPr>
      <w:r w:rsidRPr="004C4343">
        <w:rPr>
          <w:szCs w:val="18"/>
          <w:lang w:val="et-EE"/>
        </w:rPr>
        <w:t>Lugupidamisega</w:t>
      </w:r>
    </w:p>
    <w:p w14:paraId="2FA19EA7" w14:textId="77777777" w:rsidR="00607D27" w:rsidRPr="004C4343" w:rsidRDefault="00607D27" w:rsidP="004A6956">
      <w:pPr>
        <w:pStyle w:val="NormalWeb"/>
        <w:spacing w:before="0" w:beforeAutospacing="0" w:after="0" w:afterAutospacing="0" w:line="0" w:lineRule="atLeast"/>
        <w:jc w:val="both"/>
        <w:rPr>
          <w:rFonts w:ascii="Verdana" w:hAnsi="Verdana" w:cs="Arial"/>
          <w:color w:val="auto"/>
          <w:sz w:val="18"/>
          <w:szCs w:val="18"/>
        </w:rPr>
      </w:pPr>
    </w:p>
    <w:p w14:paraId="66502FFD" w14:textId="77777777" w:rsidR="00607D27" w:rsidRPr="004C4343" w:rsidRDefault="00607D27" w:rsidP="004A6956">
      <w:pPr>
        <w:pStyle w:val="NormalWeb"/>
        <w:spacing w:before="0" w:beforeAutospacing="0" w:after="0" w:afterAutospacing="0" w:line="0" w:lineRule="atLeast"/>
        <w:jc w:val="both"/>
        <w:rPr>
          <w:rFonts w:ascii="Verdana" w:hAnsi="Verdana" w:cs="Arial"/>
          <w:color w:val="auto"/>
          <w:sz w:val="18"/>
          <w:szCs w:val="18"/>
        </w:rPr>
      </w:pPr>
      <w:r w:rsidRPr="004C4343">
        <w:rPr>
          <w:rFonts w:ascii="Verdana" w:hAnsi="Verdana" w:cs="Arial"/>
          <w:color w:val="auto"/>
          <w:sz w:val="18"/>
          <w:szCs w:val="18"/>
        </w:rPr>
        <w:t>/</w:t>
      </w:r>
      <w:r w:rsidRPr="004C4343">
        <w:rPr>
          <w:rFonts w:ascii="Verdana" w:hAnsi="Verdana" w:cs="Arial"/>
          <w:i/>
          <w:iCs/>
          <w:color w:val="auto"/>
          <w:sz w:val="18"/>
          <w:szCs w:val="18"/>
        </w:rPr>
        <w:t>allkirjastatud digitaalselt</w:t>
      </w:r>
      <w:r w:rsidRPr="004C4343">
        <w:rPr>
          <w:rFonts w:ascii="Verdana" w:hAnsi="Verdana" w:cs="Arial"/>
          <w:color w:val="auto"/>
          <w:sz w:val="18"/>
          <w:szCs w:val="18"/>
        </w:rPr>
        <w:t>/</w:t>
      </w:r>
    </w:p>
    <w:p w14:paraId="2D4DF1C3" w14:textId="77777777" w:rsidR="00607D27" w:rsidRPr="004C4343" w:rsidRDefault="00607D27" w:rsidP="004A6956">
      <w:pPr>
        <w:pStyle w:val="NormalWeb"/>
        <w:spacing w:before="0" w:beforeAutospacing="0" w:after="0" w:afterAutospacing="0" w:line="0" w:lineRule="atLeast"/>
        <w:jc w:val="both"/>
        <w:rPr>
          <w:rFonts w:ascii="Verdana" w:hAnsi="Verdana" w:cs="Arial"/>
          <w:color w:val="auto"/>
          <w:sz w:val="18"/>
          <w:szCs w:val="18"/>
        </w:rPr>
      </w:pPr>
    </w:p>
    <w:p w14:paraId="224096C4" w14:textId="56747408" w:rsidR="00607D27" w:rsidRPr="004C4343" w:rsidRDefault="00607D27" w:rsidP="004A6956">
      <w:pPr>
        <w:pStyle w:val="NormalWeb"/>
        <w:spacing w:before="0" w:beforeAutospacing="0" w:after="0" w:afterAutospacing="0" w:line="0" w:lineRule="atLeast"/>
        <w:jc w:val="both"/>
        <w:rPr>
          <w:rFonts w:ascii="Verdana" w:hAnsi="Verdana" w:cs="Arial"/>
          <w:color w:val="auto"/>
          <w:sz w:val="18"/>
          <w:szCs w:val="18"/>
        </w:rPr>
      </w:pPr>
      <w:r w:rsidRPr="004C4343">
        <w:rPr>
          <w:rFonts w:ascii="Verdana" w:hAnsi="Verdana" w:cs="Arial"/>
          <w:color w:val="auto"/>
          <w:sz w:val="18"/>
          <w:szCs w:val="18"/>
        </w:rPr>
        <w:t>Toomas Pikamä</w:t>
      </w:r>
      <w:r w:rsidR="003A4D08" w:rsidRPr="004C4343">
        <w:rPr>
          <w:rFonts w:ascii="Verdana" w:hAnsi="Verdana" w:cs="Arial"/>
          <w:color w:val="auto"/>
          <w:sz w:val="18"/>
          <w:szCs w:val="18"/>
        </w:rPr>
        <w:t>e</w:t>
      </w:r>
    </w:p>
    <w:p w14:paraId="22E49746" w14:textId="7125E94F" w:rsidR="00607D27" w:rsidRPr="004C4343" w:rsidRDefault="003A4D08" w:rsidP="004A6956">
      <w:pPr>
        <w:pStyle w:val="NormalWeb"/>
        <w:spacing w:before="0" w:beforeAutospacing="0" w:after="0" w:afterAutospacing="0" w:line="0" w:lineRule="atLeast"/>
        <w:jc w:val="both"/>
        <w:rPr>
          <w:rFonts w:ascii="Verdana" w:hAnsi="Verdana" w:cs="Arial"/>
          <w:color w:val="auto"/>
          <w:sz w:val="18"/>
          <w:szCs w:val="18"/>
        </w:rPr>
      </w:pPr>
      <w:r w:rsidRPr="004C4343">
        <w:rPr>
          <w:rFonts w:ascii="Verdana" w:hAnsi="Verdana" w:cs="Arial"/>
          <w:color w:val="auto"/>
          <w:sz w:val="18"/>
          <w:szCs w:val="18"/>
        </w:rPr>
        <w:t>v</w:t>
      </w:r>
      <w:r w:rsidR="00607D27" w:rsidRPr="004C4343">
        <w:rPr>
          <w:rFonts w:ascii="Verdana" w:hAnsi="Verdana" w:cs="Arial"/>
          <w:color w:val="auto"/>
          <w:sz w:val="18"/>
          <w:szCs w:val="18"/>
        </w:rPr>
        <w:t>andeadvokaat</w:t>
      </w:r>
    </w:p>
    <w:p w14:paraId="1F5190D8" w14:textId="55C493BE" w:rsidR="00607D27" w:rsidRPr="004C4343" w:rsidRDefault="00472ABB" w:rsidP="004A6956">
      <w:pPr>
        <w:pStyle w:val="Sideheading"/>
        <w:numPr>
          <w:ilvl w:val="0"/>
          <w:numId w:val="0"/>
        </w:numPr>
        <w:spacing w:after="0" w:line="0" w:lineRule="atLeast"/>
        <w:ind w:right="566"/>
        <w:jc w:val="both"/>
        <w:rPr>
          <w:b w:val="0"/>
          <w:caps w:val="0"/>
          <w:szCs w:val="18"/>
          <w:lang w:val="et-EE"/>
        </w:rPr>
      </w:pPr>
      <w:r w:rsidRPr="004C4343">
        <w:rPr>
          <w:b w:val="0"/>
          <w:caps w:val="0"/>
          <w:szCs w:val="18"/>
          <w:lang w:val="et-EE"/>
        </w:rPr>
        <w:t xml:space="preserve">Eesti Keskkonnateenused AS-i </w:t>
      </w:r>
      <w:r w:rsidR="00607D27" w:rsidRPr="004C4343">
        <w:rPr>
          <w:b w:val="0"/>
          <w:caps w:val="0"/>
          <w:szCs w:val="18"/>
          <w:lang w:val="et-EE"/>
        </w:rPr>
        <w:t>lepinguli</w:t>
      </w:r>
      <w:r w:rsidR="00960235" w:rsidRPr="004C4343">
        <w:rPr>
          <w:b w:val="0"/>
          <w:caps w:val="0"/>
          <w:szCs w:val="18"/>
          <w:lang w:val="et-EE"/>
        </w:rPr>
        <w:t>ne esindaja</w:t>
      </w:r>
    </w:p>
    <w:p w14:paraId="172E773A" w14:textId="4118CEEF" w:rsidR="00520E8F" w:rsidRPr="004C4343" w:rsidRDefault="00520E8F" w:rsidP="004A6956">
      <w:pPr>
        <w:pStyle w:val="NormalWeb"/>
        <w:spacing w:before="0" w:beforeAutospacing="0" w:after="0" w:afterAutospacing="0" w:line="0" w:lineRule="atLeast"/>
        <w:jc w:val="both"/>
        <w:rPr>
          <w:rFonts w:ascii="Verdana" w:hAnsi="Verdana" w:cs="Arial"/>
          <w:color w:val="auto"/>
          <w:sz w:val="18"/>
          <w:szCs w:val="18"/>
        </w:rPr>
      </w:pPr>
    </w:p>
    <w:p w14:paraId="4903D72E" w14:textId="6B8C6C17" w:rsidR="00EC06C9" w:rsidRPr="004C4343" w:rsidRDefault="00EC06C9" w:rsidP="004A6956">
      <w:pPr>
        <w:pStyle w:val="NormalWeb"/>
        <w:spacing w:before="0" w:beforeAutospacing="0" w:after="0" w:afterAutospacing="0" w:line="0" w:lineRule="atLeast"/>
        <w:jc w:val="both"/>
        <w:rPr>
          <w:rFonts w:ascii="Verdana" w:hAnsi="Verdana" w:cs="Arial"/>
          <w:b/>
          <w:bCs/>
          <w:color w:val="auto"/>
          <w:sz w:val="18"/>
          <w:szCs w:val="18"/>
        </w:rPr>
      </w:pPr>
      <w:r w:rsidRPr="004C4343">
        <w:rPr>
          <w:rFonts w:ascii="Verdana" w:hAnsi="Verdana" w:cs="Arial"/>
          <w:b/>
          <w:bCs/>
          <w:color w:val="auto"/>
          <w:sz w:val="18"/>
          <w:szCs w:val="18"/>
        </w:rPr>
        <w:t>Lisa</w:t>
      </w:r>
      <w:r w:rsidR="00352198">
        <w:rPr>
          <w:rFonts w:ascii="Verdana" w:hAnsi="Verdana" w:cs="Arial"/>
          <w:b/>
          <w:bCs/>
          <w:color w:val="auto"/>
          <w:sz w:val="18"/>
          <w:szCs w:val="18"/>
        </w:rPr>
        <w:t>d</w:t>
      </w:r>
      <w:r w:rsidRPr="004C4343">
        <w:rPr>
          <w:rFonts w:ascii="Verdana" w:hAnsi="Verdana" w:cs="Arial"/>
          <w:b/>
          <w:bCs/>
          <w:color w:val="auto"/>
          <w:sz w:val="18"/>
          <w:szCs w:val="18"/>
        </w:rPr>
        <w:t>:</w:t>
      </w:r>
    </w:p>
    <w:p w14:paraId="58B51B0F" w14:textId="77777777" w:rsidR="00EC06C9" w:rsidRPr="004C4343" w:rsidRDefault="00EC06C9" w:rsidP="004A6956">
      <w:pPr>
        <w:pStyle w:val="NormalWeb"/>
        <w:spacing w:before="0" w:beforeAutospacing="0" w:after="0" w:afterAutospacing="0" w:line="0" w:lineRule="atLeast"/>
        <w:jc w:val="both"/>
        <w:rPr>
          <w:rFonts w:ascii="Verdana" w:hAnsi="Verdana" w:cs="Arial"/>
          <w:color w:val="auto"/>
          <w:sz w:val="18"/>
          <w:szCs w:val="18"/>
        </w:rPr>
      </w:pPr>
    </w:p>
    <w:p w14:paraId="50009527" w14:textId="2EE3F2AB" w:rsidR="00352198" w:rsidRPr="00705122" w:rsidRDefault="00352198" w:rsidP="00352198">
      <w:pPr>
        <w:pStyle w:val="NormalWeb"/>
        <w:numPr>
          <w:ilvl w:val="0"/>
          <w:numId w:val="28"/>
        </w:numPr>
        <w:spacing w:before="0" w:beforeAutospacing="0" w:after="0" w:afterAutospacing="0" w:line="0" w:lineRule="atLeast"/>
        <w:jc w:val="both"/>
        <w:rPr>
          <w:rFonts w:ascii="Verdana" w:hAnsi="Verdana" w:cs="Arial"/>
          <w:color w:val="auto"/>
          <w:sz w:val="18"/>
          <w:szCs w:val="18"/>
        </w:rPr>
      </w:pPr>
      <w:r w:rsidRPr="00705122">
        <w:rPr>
          <w:rFonts w:ascii="Verdana" w:hAnsi="Verdana" w:cs="Arial"/>
          <w:color w:val="auto"/>
          <w:sz w:val="18"/>
          <w:szCs w:val="18"/>
        </w:rPr>
        <w:t>Riigihangete Vaidlustuskomisjoni 21.10.2024 otsus nr 193-24/284110;</w:t>
      </w:r>
    </w:p>
    <w:p w14:paraId="2CBEB851" w14:textId="028982F6" w:rsidR="00EC06C9" w:rsidRPr="004C4343" w:rsidRDefault="00352198" w:rsidP="006B084C">
      <w:pPr>
        <w:pStyle w:val="NormalWeb"/>
        <w:numPr>
          <w:ilvl w:val="0"/>
          <w:numId w:val="28"/>
        </w:numPr>
        <w:spacing w:before="0" w:beforeAutospacing="0" w:after="0" w:afterAutospacing="0" w:line="0" w:lineRule="atLeast"/>
        <w:jc w:val="both"/>
        <w:rPr>
          <w:rFonts w:ascii="Verdana" w:hAnsi="Verdana" w:cs="Arial"/>
          <w:color w:val="auto"/>
          <w:sz w:val="18"/>
          <w:szCs w:val="18"/>
        </w:rPr>
      </w:pPr>
      <w:r>
        <w:rPr>
          <w:rFonts w:ascii="Verdana" w:hAnsi="Verdana" w:cs="Arial"/>
          <w:color w:val="auto"/>
          <w:sz w:val="18"/>
          <w:szCs w:val="18"/>
        </w:rPr>
        <w:t xml:space="preserve">OÜ </w:t>
      </w:r>
      <w:r w:rsidR="006B084C" w:rsidRPr="004C4343">
        <w:rPr>
          <w:rFonts w:ascii="Verdana" w:hAnsi="Verdana" w:cs="Arial"/>
          <w:color w:val="auto"/>
          <w:sz w:val="18"/>
          <w:szCs w:val="18"/>
        </w:rPr>
        <w:t>Advokaadibüroo Eversheds Sutherland Ots &amp; Co</w:t>
      </w:r>
      <w:r>
        <w:rPr>
          <w:rFonts w:ascii="Verdana" w:hAnsi="Verdana" w:cs="Arial"/>
          <w:color w:val="auto"/>
          <w:sz w:val="18"/>
          <w:szCs w:val="18"/>
        </w:rPr>
        <w:t xml:space="preserve"> 04.1</w:t>
      </w:r>
      <w:r w:rsidR="003C73DE">
        <w:rPr>
          <w:rFonts w:ascii="Verdana" w:hAnsi="Verdana" w:cs="Arial"/>
          <w:color w:val="auto"/>
          <w:sz w:val="18"/>
          <w:szCs w:val="18"/>
        </w:rPr>
        <w:t>0</w:t>
      </w:r>
      <w:r>
        <w:rPr>
          <w:rFonts w:ascii="Verdana" w:hAnsi="Verdana" w:cs="Arial"/>
          <w:color w:val="auto"/>
          <w:sz w:val="18"/>
          <w:szCs w:val="18"/>
        </w:rPr>
        <w:t>.2024 maksekorraldus</w:t>
      </w:r>
      <w:r w:rsidR="006B084C" w:rsidRPr="004C4343">
        <w:rPr>
          <w:rFonts w:ascii="Verdana" w:hAnsi="Verdana" w:cs="Arial"/>
          <w:color w:val="auto"/>
          <w:sz w:val="18"/>
          <w:szCs w:val="18"/>
        </w:rPr>
        <w:t>.</w:t>
      </w:r>
    </w:p>
    <w:p w14:paraId="6FEAE2CB" w14:textId="77777777" w:rsidR="00EC06C9" w:rsidRDefault="00EC06C9" w:rsidP="004A6956">
      <w:pPr>
        <w:pStyle w:val="NormalWeb"/>
        <w:spacing w:before="0" w:beforeAutospacing="0" w:after="0" w:afterAutospacing="0" w:line="0" w:lineRule="atLeast"/>
        <w:jc w:val="both"/>
        <w:rPr>
          <w:rFonts w:ascii="Verdana" w:hAnsi="Verdana" w:cs="Arial"/>
          <w:color w:val="auto"/>
          <w:sz w:val="18"/>
          <w:szCs w:val="18"/>
        </w:rPr>
      </w:pPr>
    </w:p>
    <w:sectPr w:rsidR="00EC06C9" w:rsidSect="00DE1EAC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268" w:right="851" w:bottom="1418" w:left="1701" w:header="454" w:footer="454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58A40F" w14:textId="77777777" w:rsidR="00F52C33" w:rsidRDefault="00F52C33" w:rsidP="005D30CA">
      <w:r>
        <w:separator/>
      </w:r>
    </w:p>
  </w:endnote>
  <w:endnote w:type="continuationSeparator" w:id="0">
    <w:p w14:paraId="0D2D6D7D" w14:textId="77777777" w:rsidR="00F52C33" w:rsidRDefault="00F52C33" w:rsidP="005D3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3B19D" w14:textId="77777777" w:rsidR="00164DB2" w:rsidRDefault="00164DB2" w:rsidP="007400E6">
    <w:pPr>
      <w:pStyle w:val="Footer"/>
      <w:tabs>
        <w:tab w:val="clear" w:pos="4536"/>
      </w:tabs>
      <w:rPr>
        <w:sz w:val="12"/>
      </w:rPr>
    </w:pPr>
  </w:p>
  <w:p w14:paraId="4191AF26" w14:textId="77777777" w:rsidR="00164DB2" w:rsidRDefault="00164DB2" w:rsidP="00B253B4">
    <w:pPr>
      <w:pStyle w:val="ExtraInfo"/>
      <w:framePr w:w="0" w:hRule="auto" w:hSpace="0" w:wrap="auto" w:vAnchor="margin" w:hAnchor="text" w:xAlign="left" w:yAlign="inline"/>
      <w:spacing w:before="240"/>
    </w:pPr>
  </w:p>
  <w:p w14:paraId="0CF919DA" w14:textId="77777777" w:rsidR="00164DB2" w:rsidRPr="0053419C" w:rsidRDefault="00164DB2" w:rsidP="007400E6">
    <w:pPr>
      <w:pStyle w:val="Footer"/>
      <w:tabs>
        <w:tab w:val="clear" w:pos="4536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46" w:type="dxa"/>
      <w:tblInd w:w="-113" w:type="dxa"/>
      <w:tblLayout w:type="fixed"/>
      <w:tblLook w:val="01E0" w:firstRow="1" w:lastRow="1" w:firstColumn="1" w:lastColumn="1" w:noHBand="0" w:noVBand="0"/>
    </w:tblPr>
    <w:tblGrid>
      <w:gridCol w:w="8051"/>
      <w:gridCol w:w="2295"/>
    </w:tblGrid>
    <w:tr w:rsidR="00164DB2" w:rsidRPr="00BC285F" w14:paraId="5BE4DDB3" w14:textId="77777777" w:rsidTr="002C0779">
      <w:trPr>
        <w:trHeight w:val="397"/>
        <w:hidden/>
      </w:trPr>
      <w:tc>
        <w:tcPr>
          <w:tcW w:w="8051" w:type="dxa"/>
          <w:vAlign w:val="bottom"/>
        </w:tcPr>
        <w:p w14:paraId="6B82EEA0" w14:textId="77777777" w:rsidR="00164DB2" w:rsidRPr="00BC285F" w:rsidRDefault="00164DB2" w:rsidP="00D55CB3">
          <w:pPr>
            <w:pStyle w:val="Footer"/>
            <w:ind w:right="317"/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</w:pPr>
          <w:r w:rsidRPr="00470BBB">
            <w:rPr>
              <w:vanish/>
              <w:sz w:val="10"/>
              <w:szCs w:val="10"/>
            </w:rPr>
            <w:drawing>
              <wp:anchor distT="0" distB="0" distL="114300" distR="114300" simplePos="0" relativeHeight="251671552" behindDoc="0" locked="0" layoutInCell="1" allowOverlap="1" wp14:anchorId="6259AF8B" wp14:editId="25B04EAD">
                <wp:simplePos x="0" y="0"/>
                <wp:positionH relativeFrom="page">
                  <wp:posOffset>822960</wp:posOffset>
                </wp:positionH>
                <wp:positionV relativeFrom="page">
                  <wp:posOffset>10761073</wp:posOffset>
                </wp:positionV>
                <wp:extent cx="895985" cy="2465705"/>
                <wp:effectExtent l="0" t="0" r="0" b="0"/>
                <wp:wrapNone/>
                <wp:docPr id="4" name="Picture 40" descr="Alex NAS Docs:Eversheds:Logos:Output:Logo_V_300dp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lex NAS Docs:Eversheds:Logos:Output:Logo_V_300dp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985" cy="2465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ve="http://schemas.openxmlformats.org/markup-compatibility/2006" xmlns:arto="http://schemas.microsoft.com/office/word/2006/arto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Verdana"/>
              <w:b/>
              <w:bCs/>
              <w:color w:val="000000"/>
              <w:sz w:val="10"/>
              <w:szCs w:val="10"/>
              <w:lang w:val="et-EE" w:eastAsia="zh-CN"/>
            </w:rPr>
            <w:t>E</w:t>
          </w: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versheds 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Sutherland </w:t>
          </w:r>
          <w:r w:rsidRPr="00DD4593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Ots &amp; Co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 xml:space="preserve"> on </w:t>
          </w:r>
          <w:r w:rsidRPr="00BC285F"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Eversheds International Limited</w:t>
          </w:r>
          <w:r>
            <w:rPr>
              <w:rFonts w:cs="Verdana"/>
              <w:b/>
              <w:bCs/>
              <w:color w:val="000000"/>
              <w:sz w:val="10"/>
              <w:szCs w:val="10"/>
              <w:lang w:eastAsia="zh-CN"/>
            </w:rPr>
            <w:t>´i liige</w:t>
          </w:r>
        </w:p>
        <w:p w14:paraId="19094ED6" w14:textId="77777777" w:rsidR="00164DB2" w:rsidRPr="00BC285F" w:rsidRDefault="00164DB2" w:rsidP="00BC285F">
          <w:pPr>
            <w:pStyle w:val="Footer"/>
            <w:ind w:right="317"/>
            <w:rPr>
              <w:sz w:val="10"/>
              <w:szCs w:val="10"/>
            </w:rPr>
          </w:pPr>
        </w:p>
      </w:tc>
      <w:tc>
        <w:tcPr>
          <w:tcW w:w="2295" w:type="dxa"/>
          <w:tcMar>
            <w:left w:w="28" w:type="dxa"/>
          </w:tcMar>
          <w:vAlign w:val="bottom"/>
        </w:tcPr>
        <w:p w14:paraId="15223200" w14:textId="77777777" w:rsidR="00164DB2" w:rsidRPr="00BC285F" w:rsidRDefault="00164DB2" w:rsidP="007400E6">
          <w:pPr>
            <w:pStyle w:val="Footer"/>
            <w:spacing w:line="216" w:lineRule="auto"/>
            <w:rPr>
              <w:sz w:val="10"/>
              <w:szCs w:val="10"/>
            </w:rPr>
          </w:pPr>
          <w:r w:rsidRPr="00BC285F">
            <w:rPr>
              <w:sz w:val="10"/>
              <w:szCs w:val="10"/>
            </w:rPr>
            <w:t xml:space="preserve"> </w:t>
          </w:r>
        </w:p>
      </w:tc>
    </w:tr>
  </w:tbl>
  <w:p w14:paraId="761A029A" w14:textId="77777777" w:rsidR="00164DB2" w:rsidRDefault="00164D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1C4F5" w14:textId="77777777" w:rsidR="00F52C33" w:rsidRDefault="00F52C33" w:rsidP="005D30CA">
      <w:r>
        <w:separator/>
      </w:r>
    </w:p>
  </w:footnote>
  <w:footnote w:type="continuationSeparator" w:id="0">
    <w:p w14:paraId="123E6F95" w14:textId="77777777" w:rsidR="00F52C33" w:rsidRDefault="00F52C33" w:rsidP="005D3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D9A67" w14:textId="77777777" w:rsidR="00164DB2" w:rsidRPr="009C44F0" w:rsidRDefault="00164DB2" w:rsidP="00013BAB">
    <w:pPr>
      <w:pStyle w:val="ExtraInfo"/>
      <w:framePr w:wrap="around" w:x="9498"/>
      <w:spacing w:before="240"/>
    </w:pPr>
    <w:r>
      <w:t xml:space="preserve">Page: </w:t>
    </w:r>
    <w:r w:rsidRPr="009C44F0">
      <w:fldChar w:fldCharType="begin"/>
    </w:r>
    <w:r w:rsidRPr="009C44F0">
      <w:instrText xml:space="preserve"> PAGE   \* MERGEFORMAT </w:instrText>
    </w:r>
    <w:r w:rsidRPr="009C44F0">
      <w:fldChar w:fldCharType="separate"/>
    </w:r>
    <w:r>
      <w:rPr>
        <w:noProof/>
      </w:rPr>
      <w:t>2</w:t>
    </w:r>
    <w:r w:rsidRPr="009C44F0">
      <w:rPr>
        <w:noProof/>
      </w:rPr>
      <w:fldChar w:fldCharType="end"/>
    </w:r>
  </w:p>
  <w:p w14:paraId="1E0915F2" w14:textId="77777777" w:rsidR="00164DB2" w:rsidRPr="009C44F0" w:rsidRDefault="00164DB2" w:rsidP="007400E6">
    <w:pPr>
      <w:pStyle w:val="Header"/>
      <w:rPr>
        <w:sz w:val="2"/>
        <w:szCs w:val="2"/>
      </w:rPr>
    </w:pPr>
    <w:r>
      <w:drawing>
        <wp:anchor distT="0" distB="0" distL="114300" distR="114300" simplePos="0" relativeHeight="251681792" behindDoc="0" locked="0" layoutInCell="1" allowOverlap="1" wp14:anchorId="2B6BBB68" wp14:editId="5F015FAB">
          <wp:simplePos x="0" y="0"/>
          <wp:positionH relativeFrom="page">
            <wp:posOffset>115570</wp:posOffset>
          </wp:positionH>
          <wp:positionV relativeFrom="page">
            <wp:posOffset>127635</wp:posOffset>
          </wp:positionV>
          <wp:extent cx="905154" cy="1843200"/>
          <wp:effectExtent l="0" t="0" r="9525" b="508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5154" cy="184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9BA50D" w14:textId="77777777" w:rsidR="00164DB2" w:rsidRPr="009C44F0" w:rsidRDefault="00164DB2"/>
  <w:p w14:paraId="3717D025" w14:textId="77777777" w:rsidR="00164DB2" w:rsidRPr="009C44F0" w:rsidRDefault="00164DB2">
    <w:pPr>
      <w:rPr>
        <w:sz w:val="19"/>
        <w:szCs w:val="19"/>
      </w:rPr>
    </w:pPr>
  </w:p>
  <w:p w14:paraId="2798EEEA" w14:textId="77777777" w:rsidR="00164DB2" w:rsidRPr="009C44F0" w:rsidRDefault="00164DB2"/>
  <w:p w14:paraId="311247D2" w14:textId="77777777" w:rsidR="00164DB2" w:rsidRPr="009C44F0" w:rsidRDefault="00164DB2" w:rsidP="00A52F47">
    <w:pPr>
      <w:pStyle w:val="Header"/>
      <w:spacing w:line="360" w:lineRule="auto"/>
    </w:pPr>
  </w:p>
  <w:p w14:paraId="255A21B3" w14:textId="77777777" w:rsidR="00164DB2" w:rsidRPr="009C44F0" w:rsidRDefault="00164DB2" w:rsidP="00A52F47">
    <w:pPr>
      <w:pStyle w:val="Header"/>
      <w:spacing w:line="360" w:lineRule="auto"/>
    </w:pPr>
  </w:p>
  <w:p w14:paraId="0DCBA4C6" w14:textId="77777777" w:rsidR="00164DB2" w:rsidRPr="009C44F0" w:rsidRDefault="00164DB2" w:rsidP="007400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3155" w:type="dxa"/>
      <w:tblInd w:w="70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3155"/>
    </w:tblGrid>
    <w:tr w:rsidR="00164DB2" w:rsidRPr="009C44F0" w14:paraId="438D738D" w14:textId="77777777" w:rsidTr="00CF7EB0">
      <w:trPr>
        <w:trHeight w:val="1928"/>
      </w:trPr>
      <w:tc>
        <w:tcPr>
          <w:tcW w:w="3155" w:type="dxa"/>
        </w:tcPr>
        <w:p w14:paraId="758DF46B" w14:textId="77777777" w:rsidR="00164DB2" w:rsidRPr="00DD4593" w:rsidRDefault="00164DB2" w:rsidP="00CF7EB0">
          <w:pPr>
            <w:pStyle w:val="Header"/>
            <w:tabs>
              <w:tab w:val="left" w:pos="633"/>
            </w:tabs>
            <w:spacing w:line="216" w:lineRule="auto"/>
            <w:ind w:left="491" w:right="-855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OÜ </w:t>
          </w:r>
          <w:r w:rsidRPr="00DD4593">
            <w:rPr>
              <w:b/>
              <w:sz w:val="14"/>
              <w:szCs w:val="14"/>
            </w:rPr>
            <w:t>Advokaadibüroo</w:t>
          </w:r>
        </w:p>
        <w:p w14:paraId="61E6AFD8" w14:textId="77777777" w:rsidR="00164DB2" w:rsidRDefault="00164DB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 xml:space="preserve">Eversheds </w:t>
          </w:r>
          <w:r>
            <w:rPr>
              <w:b/>
              <w:sz w:val="14"/>
              <w:szCs w:val="14"/>
            </w:rPr>
            <w:t xml:space="preserve">Sutherland </w:t>
          </w:r>
        </w:p>
        <w:p w14:paraId="69F4DEC9" w14:textId="77777777" w:rsidR="00164DB2" w:rsidRPr="00DD4593" w:rsidRDefault="00164DB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b/>
              <w:sz w:val="14"/>
              <w:szCs w:val="14"/>
            </w:rPr>
          </w:pPr>
          <w:r w:rsidRPr="00DD4593">
            <w:rPr>
              <w:b/>
              <w:sz w:val="14"/>
              <w:szCs w:val="14"/>
            </w:rPr>
            <w:t>Ots &amp; Co</w:t>
          </w:r>
        </w:p>
        <w:p w14:paraId="7213C5BE" w14:textId="77777777" w:rsidR="00164DB2" w:rsidRPr="00461D81" w:rsidRDefault="00164DB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Kentmanni 4/Sakala 10</w:t>
          </w:r>
        </w:p>
        <w:p w14:paraId="7B960C78" w14:textId="77777777" w:rsidR="00164DB2" w:rsidRPr="00461D81" w:rsidRDefault="00164DB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10116 Tallinn</w:t>
          </w:r>
        </w:p>
        <w:p w14:paraId="466960F0" w14:textId="77777777" w:rsidR="00164DB2" w:rsidRPr="00461D81" w:rsidRDefault="00164DB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Eesti</w:t>
          </w:r>
        </w:p>
        <w:p w14:paraId="53B8AF14" w14:textId="77777777" w:rsidR="00164DB2" w:rsidRPr="00461D81" w:rsidRDefault="00164DB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6F216E93" w14:textId="77777777" w:rsidR="00164DB2" w:rsidRPr="00461D81" w:rsidRDefault="00164DB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  <w:r w:rsidRPr="00461D81">
            <w:rPr>
              <w:sz w:val="14"/>
              <w:szCs w:val="14"/>
              <w:lang w:val="fi-FI"/>
            </w:rPr>
            <w:t>Registrikood 10639559</w:t>
          </w:r>
        </w:p>
        <w:p w14:paraId="709BF536" w14:textId="77777777" w:rsidR="00164DB2" w:rsidRPr="00461D81" w:rsidRDefault="00164DB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  <w:lang w:val="fi-FI"/>
            </w:rPr>
          </w:pPr>
        </w:p>
        <w:p w14:paraId="2A1B038B" w14:textId="77777777" w:rsidR="00164DB2" w:rsidRPr="00DD4593" w:rsidRDefault="00164DB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T: </w:t>
          </w:r>
          <w:r w:rsidRPr="00DD4593">
            <w:rPr>
              <w:sz w:val="14"/>
              <w:szCs w:val="14"/>
            </w:rPr>
            <w:t>622 9990</w:t>
          </w:r>
        </w:p>
        <w:p w14:paraId="6963A6C3" w14:textId="77777777" w:rsidR="00164DB2" w:rsidRPr="00DD4593" w:rsidRDefault="00164DB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 w:rsidRPr="00DD4593">
            <w:rPr>
              <w:sz w:val="14"/>
              <w:szCs w:val="14"/>
            </w:rPr>
            <w:t>F: 622 9999</w:t>
          </w:r>
        </w:p>
        <w:p w14:paraId="2F017AAE" w14:textId="77777777" w:rsidR="00164DB2" w:rsidRPr="00DD4593" w:rsidRDefault="00164DB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</w:p>
        <w:p w14:paraId="66CC3801" w14:textId="77777777" w:rsidR="00164DB2" w:rsidRPr="009C44F0" w:rsidRDefault="00164DB2" w:rsidP="00CF7EB0">
          <w:pPr>
            <w:pStyle w:val="Header"/>
            <w:tabs>
              <w:tab w:val="left" w:pos="633"/>
            </w:tabs>
            <w:spacing w:line="216" w:lineRule="auto"/>
            <w:ind w:left="491"/>
            <w:rPr>
              <w:sz w:val="14"/>
              <w:szCs w:val="14"/>
            </w:rPr>
          </w:pPr>
          <w:r>
            <w:rPr>
              <w:sz w:val="14"/>
              <w:szCs w:val="14"/>
            </w:rPr>
            <w:t>e</w:t>
          </w:r>
          <w:r w:rsidRPr="00DD4593">
            <w:rPr>
              <w:sz w:val="14"/>
              <w:szCs w:val="14"/>
            </w:rPr>
            <w:t>versheds</w:t>
          </w:r>
          <w:r>
            <w:rPr>
              <w:sz w:val="14"/>
              <w:szCs w:val="14"/>
            </w:rPr>
            <w:t>-sutherland</w:t>
          </w:r>
          <w:r w:rsidRPr="00DD4593">
            <w:rPr>
              <w:sz w:val="14"/>
              <w:szCs w:val="14"/>
            </w:rPr>
            <w:t>.</w:t>
          </w:r>
          <w:r>
            <w:rPr>
              <w:sz w:val="14"/>
              <w:szCs w:val="14"/>
            </w:rPr>
            <w:t>ee</w:t>
          </w:r>
        </w:p>
      </w:tc>
    </w:tr>
  </w:tbl>
  <w:p w14:paraId="2496C55C" w14:textId="77777777" w:rsidR="00164DB2" w:rsidRPr="009C44F0" w:rsidRDefault="00164DB2" w:rsidP="007400E6">
    <w:pPr>
      <w:pStyle w:val="Header"/>
      <w:rPr>
        <w:sz w:val="2"/>
        <w:szCs w:val="2"/>
      </w:rPr>
    </w:pPr>
    <w:r>
      <w:drawing>
        <wp:anchor distT="0" distB="0" distL="114300" distR="114300" simplePos="0" relativeHeight="251679744" behindDoc="0" locked="0" layoutInCell="1" allowOverlap="1" wp14:anchorId="52C0099F" wp14:editId="2C3E052F">
          <wp:simplePos x="0" y="0"/>
          <wp:positionH relativeFrom="page">
            <wp:posOffset>99061</wp:posOffset>
          </wp:positionH>
          <wp:positionV relativeFrom="page">
            <wp:posOffset>91441</wp:posOffset>
          </wp:positionV>
          <wp:extent cx="905566" cy="1844040"/>
          <wp:effectExtent l="0" t="0" r="8890" b="3810"/>
          <wp:wrapNone/>
          <wp:docPr id="3" name="Picture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0572" cy="1854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747C9"/>
    <w:multiLevelType w:val="hybridMultilevel"/>
    <w:tmpl w:val="E6920C6A"/>
    <w:lvl w:ilvl="0" w:tplc="2B2231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4A5C46"/>
    <w:multiLevelType w:val="singleLevel"/>
    <w:tmpl w:val="76B20EBE"/>
    <w:lvl w:ilvl="0">
      <w:start w:val="1"/>
      <w:numFmt w:val="decimal"/>
      <w:pStyle w:val="Schedule"/>
      <w:lvlText w:val="%1"/>
      <w:lvlJc w:val="center"/>
      <w:pPr>
        <w:tabs>
          <w:tab w:val="num" w:pos="0"/>
        </w:tabs>
        <w:ind w:left="0" w:firstLine="0"/>
      </w:pPr>
      <w:rPr>
        <w:rFonts w:hint="default"/>
        <w:vanish/>
      </w:rPr>
    </w:lvl>
  </w:abstractNum>
  <w:abstractNum w:abstractNumId="2" w15:restartNumberingAfterBreak="0">
    <w:nsid w:val="17024C0D"/>
    <w:multiLevelType w:val="multilevel"/>
    <w:tmpl w:val="BB229E12"/>
    <w:lvl w:ilvl="0">
      <w:start w:val="1"/>
      <w:numFmt w:val="decimal"/>
      <w:pStyle w:val="Part"/>
      <w:lvlText w:val="Part 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933730B"/>
    <w:multiLevelType w:val="singleLevel"/>
    <w:tmpl w:val="A7BAF762"/>
    <w:lvl w:ilvl="0">
      <w:start w:val="1"/>
      <w:numFmt w:val="decimal"/>
      <w:pStyle w:val="Parties"/>
      <w:lvlText w:val="(%1)"/>
      <w:lvlJc w:val="left"/>
      <w:pPr>
        <w:tabs>
          <w:tab w:val="num" w:pos="851"/>
        </w:tabs>
        <w:ind w:left="851" w:hanging="851"/>
      </w:pPr>
    </w:lvl>
  </w:abstractNum>
  <w:abstractNum w:abstractNumId="4" w15:restartNumberingAfterBreak="0">
    <w:nsid w:val="1D916E88"/>
    <w:multiLevelType w:val="hybridMultilevel"/>
    <w:tmpl w:val="04021B88"/>
    <w:lvl w:ilvl="0" w:tplc="B73AC408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77" w:hanging="360"/>
      </w:pPr>
    </w:lvl>
    <w:lvl w:ilvl="2" w:tplc="0425001B" w:tentative="1">
      <w:start w:val="1"/>
      <w:numFmt w:val="lowerRoman"/>
      <w:lvlText w:val="%3."/>
      <w:lvlJc w:val="right"/>
      <w:pPr>
        <w:ind w:left="2197" w:hanging="180"/>
      </w:pPr>
    </w:lvl>
    <w:lvl w:ilvl="3" w:tplc="0425000F" w:tentative="1">
      <w:start w:val="1"/>
      <w:numFmt w:val="decimal"/>
      <w:lvlText w:val="%4."/>
      <w:lvlJc w:val="left"/>
      <w:pPr>
        <w:ind w:left="2917" w:hanging="360"/>
      </w:pPr>
    </w:lvl>
    <w:lvl w:ilvl="4" w:tplc="04250019" w:tentative="1">
      <w:start w:val="1"/>
      <w:numFmt w:val="lowerLetter"/>
      <w:lvlText w:val="%5."/>
      <w:lvlJc w:val="left"/>
      <w:pPr>
        <w:ind w:left="3637" w:hanging="360"/>
      </w:pPr>
    </w:lvl>
    <w:lvl w:ilvl="5" w:tplc="0425001B" w:tentative="1">
      <w:start w:val="1"/>
      <w:numFmt w:val="lowerRoman"/>
      <w:lvlText w:val="%6."/>
      <w:lvlJc w:val="right"/>
      <w:pPr>
        <w:ind w:left="4357" w:hanging="180"/>
      </w:pPr>
    </w:lvl>
    <w:lvl w:ilvl="6" w:tplc="0425000F" w:tentative="1">
      <w:start w:val="1"/>
      <w:numFmt w:val="decimal"/>
      <w:lvlText w:val="%7."/>
      <w:lvlJc w:val="left"/>
      <w:pPr>
        <w:ind w:left="5077" w:hanging="360"/>
      </w:pPr>
    </w:lvl>
    <w:lvl w:ilvl="7" w:tplc="04250019" w:tentative="1">
      <w:start w:val="1"/>
      <w:numFmt w:val="lowerLetter"/>
      <w:lvlText w:val="%8."/>
      <w:lvlJc w:val="left"/>
      <w:pPr>
        <w:ind w:left="5797" w:hanging="360"/>
      </w:pPr>
    </w:lvl>
    <w:lvl w:ilvl="8" w:tplc="042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202557C0"/>
    <w:multiLevelType w:val="multilevel"/>
    <w:tmpl w:val="616CC2A4"/>
    <w:lvl w:ilvl="0">
      <w:start w:val="1"/>
      <w:numFmt w:val="lowerLetter"/>
      <w:pStyle w:val="aBankingDefinition"/>
      <w:lvlText w:val="(%1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1">
      <w:start w:val="1"/>
      <w:numFmt w:val="lowerRoman"/>
      <w:pStyle w:val="iBankingDefinition"/>
      <w:lvlText w:val="(%2)"/>
      <w:lvlJc w:val="left"/>
      <w:pPr>
        <w:tabs>
          <w:tab w:val="num" w:pos="3119"/>
        </w:tabs>
        <w:ind w:left="3119" w:hanging="1276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4253"/>
        </w:tabs>
        <w:ind w:left="4253" w:hanging="113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3576FDA"/>
    <w:multiLevelType w:val="multilevel"/>
    <w:tmpl w:val="62C0F13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6441EC"/>
    <w:multiLevelType w:val="hybridMultilevel"/>
    <w:tmpl w:val="F0604B54"/>
    <w:lvl w:ilvl="0" w:tplc="AFCE2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851F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CC02EA"/>
    <w:multiLevelType w:val="hybridMultilevel"/>
    <w:tmpl w:val="2CAC529A"/>
    <w:lvl w:ilvl="0" w:tplc="5AD0455C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77" w:hanging="360"/>
      </w:pPr>
    </w:lvl>
    <w:lvl w:ilvl="2" w:tplc="0425001B" w:tentative="1">
      <w:start w:val="1"/>
      <w:numFmt w:val="lowerRoman"/>
      <w:lvlText w:val="%3."/>
      <w:lvlJc w:val="right"/>
      <w:pPr>
        <w:ind w:left="2197" w:hanging="180"/>
      </w:pPr>
    </w:lvl>
    <w:lvl w:ilvl="3" w:tplc="0425000F" w:tentative="1">
      <w:start w:val="1"/>
      <w:numFmt w:val="decimal"/>
      <w:lvlText w:val="%4."/>
      <w:lvlJc w:val="left"/>
      <w:pPr>
        <w:ind w:left="2917" w:hanging="360"/>
      </w:pPr>
    </w:lvl>
    <w:lvl w:ilvl="4" w:tplc="04250019" w:tentative="1">
      <w:start w:val="1"/>
      <w:numFmt w:val="lowerLetter"/>
      <w:lvlText w:val="%5."/>
      <w:lvlJc w:val="left"/>
      <w:pPr>
        <w:ind w:left="3637" w:hanging="360"/>
      </w:pPr>
    </w:lvl>
    <w:lvl w:ilvl="5" w:tplc="0425001B" w:tentative="1">
      <w:start w:val="1"/>
      <w:numFmt w:val="lowerRoman"/>
      <w:lvlText w:val="%6."/>
      <w:lvlJc w:val="right"/>
      <w:pPr>
        <w:ind w:left="4357" w:hanging="180"/>
      </w:pPr>
    </w:lvl>
    <w:lvl w:ilvl="6" w:tplc="0425000F" w:tentative="1">
      <w:start w:val="1"/>
      <w:numFmt w:val="decimal"/>
      <w:lvlText w:val="%7."/>
      <w:lvlJc w:val="left"/>
      <w:pPr>
        <w:ind w:left="5077" w:hanging="360"/>
      </w:pPr>
    </w:lvl>
    <w:lvl w:ilvl="7" w:tplc="04250019" w:tentative="1">
      <w:start w:val="1"/>
      <w:numFmt w:val="lowerLetter"/>
      <w:lvlText w:val="%8."/>
      <w:lvlJc w:val="left"/>
      <w:pPr>
        <w:ind w:left="5797" w:hanging="360"/>
      </w:pPr>
    </w:lvl>
    <w:lvl w:ilvl="8" w:tplc="042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0" w15:restartNumberingAfterBreak="0">
    <w:nsid w:val="27DA7E34"/>
    <w:multiLevelType w:val="hybridMultilevel"/>
    <w:tmpl w:val="23E0C8F2"/>
    <w:lvl w:ilvl="0" w:tplc="0C4E82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D8684C"/>
    <w:multiLevelType w:val="hybridMultilevel"/>
    <w:tmpl w:val="76D06B0A"/>
    <w:lvl w:ilvl="0" w:tplc="B8EA8498">
      <w:start w:val="1"/>
      <w:numFmt w:val="decimal"/>
      <w:pStyle w:val="Muu"/>
      <w:lvlText w:val="%1)"/>
      <w:lvlJc w:val="left"/>
      <w:pPr>
        <w:ind w:left="7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77" w:hanging="360"/>
      </w:pPr>
    </w:lvl>
    <w:lvl w:ilvl="2" w:tplc="0425001B" w:tentative="1">
      <w:start w:val="1"/>
      <w:numFmt w:val="lowerRoman"/>
      <w:lvlText w:val="%3."/>
      <w:lvlJc w:val="right"/>
      <w:pPr>
        <w:ind w:left="2197" w:hanging="180"/>
      </w:pPr>
    </w:lvl>
    <w:lvl w:ilvl="3" w:tplc="0425000F" w:tentative="1">
      <w:start w:val="1"/>
      <w:numFmt w:val="decimal"/>
      <w:lvlText w:val="%4."/>
      <w:lvlJc w:val="left"/>
      <w:pPr>
        <w:ind w:left="2917" w:hanging="360"/>
      </w:pPr>
    </w:lvl>
    <w:lvl w:ilvl="4" w:tplc="04250019" w:tentative="1">
      <w:start w:val="1"/>
      <w:numFmt w:val="lowerLetter"/>
      <w:lvlText w:val="%5."/>
      <w:lvlJc w:val="left"/>
      <w:pPr>
        <w:ind w:left="3637" w:hanging="360"/>
      </w:pPr>
    </w:lvl>
    <w:lvl w:ilvl="5" w:tplc="0425001B" w:tentative="1">
      <w:start w:val="1"/>
      <w:numFmt w:val="lowerRoman"/>
      <w:lvlText w:val="%6."/>
      <w:lvlJc w:val="right"/>
      <w:pPr>
        <w:ind w:left="4357" w:hanging="180"/>
      </w:pPr>
    </w:lvl>
    <w:lvl w:ilvl="6" w:tplc="0425000F" w:tentative="1">
      <w:start w:val="1"/>
      <w:numFmt w:val="decimal"/>
      <w:lvlText w:val="%7."/>
      <w:lvlJc w:val="left"/>
      <w:pPr>
        <w:ind w:left="5077" w:hanging="360"/>
      </w:pPr>
    </w:lvl>
    <w:lvl w:ilvl="7" w:tplc="04250019" w:tentative="1">
      <w:start w:val="1"/>
      <w:numFmt w:val="lowerLetter"/>
      <w:lvlText w:val="%8."/>
      <w:lvlJc w:val="left"/>
      <w:pPr>
        <w:ind w:left="5797" w:hanging="360"/>
      </w:pPr>
    </w:lvl>
    <w:lvl w:ilvl="8" w:tplc="042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 w15:restartNumberingAfterBreak="0">
    <w:nsid w:val="3757382E"/>
    <w:multiLevelType w:val="multilevel"/>
    <w:tmpl w:val="56AA0988"/>
    <w:lvl w:ilvl="0">
      <w:start w:val="1"/>
      <w:numFmt w:val="decimal"/>
      <w:pStyle w:val="Rule1"/>
      <w:lvlText w:val="Rule %1"/>
      <w:lvlJc w:val="left"/>
      <w:pPr>
        <w:tabs>
          <w:tab w:val="num" w:pos="1077"/>
        </w:tabs>
        <w:ind w:left="1077" w:hanging="1077"/>
      </w:pPr>
      <w:rPr>
        <w:rFonts w:hint="default"/>
        <w:b/>
        <w:i w:val="0"/>
      </w:rPr>
    </w:lvl>
    <w:lvl w:ilvl="1">
      <w:start w:val="1"/>
      <w:numFmt w:val="decimal"/>
      <w:pStyle w:val="Rule2"/>
      <w:lvlText w:val="%1.%2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pStyle w:val="Rule3"/>
      <w:lvlText w:val="%1.%2.%3"/>
      <w:lvlJc w:val="left"/>
      <w:pPr>
        <w:tabs>
          <w:tab w:val="num" w:pos="2211"/>
        </w:tabs>
        <w:ind w:left="2211" w:hanging="1134"/>
      </w:pPr>
      <w:rPr>
        <w:rFonts w:hint="default"/>
      </w:rPr>
    </w:lvl>
    <w:lvl w:ilvl="3">
      <w:start w:val="1"/>
      <w:numFmt w:val="decimal"/>
      <w:pStyle w:val="Rule4"/>
      <w:lvlText w:val="%1.%2.%3.%4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4">
      <w:start w:val="1"/>
      <w:numFmt w:val="decimal"/>
      <w:pStyle w:val="Rule5"/>
      <w:lvlText w:val="%1.%2.%3.%4.%5"/>
      <w:lvlJc w:val="left"/>
      <w:pPr>
        <w:tabs>
          <w:tab w:val="num" w:pos="3686"/>
        </w:tabs>
        <w:ind w:left="3686" w:hanging="1475"/>
      </w:pPr>
      <w:rPr>
        <w:rFonts w:hint="default"/>
      </w:rPr>
    </w:lvl>
    <w:lvl w:ilvl="5">
      <w:start w:val="1"/>
      <w:numFmt w:val="none"/>
      <w:lvlText w:val="(Not Defined)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1440"/>
        </w:tabs>
        <w:ind w:left="1296" w:hanging="1296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8E324D4"/>
    <w:multiLevelType w:val="hybridMultilevel"/>
    <w:tmpl w:val="69CC5770"/>
    <w:lvl w:ilvl="0" w:tplc="ABC4F1A8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77" w:hanging="360"/>
      </w:pPr>
    </w:lvl>
    <w:lvl w:ilvl="2" w:tplc="0425001B" w:tentative="1">
      <w:start w:val="1"/>
      <w:numFmt w:val="lowerRoman"/>
      <w:lvlText w:val="%3."/>
      <w:lvlJc w:val="right"/>
      <w:pPr>
        <w:ind w:left="2197" w:hanging="180"/>
      </w:pPr>
    </w:lvl>
    <w:lvl w:ilvl="3" w:tplc="0425000F" w:tentative="1">
      <w:start w:val="1"/>
      <w:numFmt w:val="decimal"/>
      <w:lvlText w:val="%4."/>
      <w:lvlJc w:val="left"/>
      <w:pPr>
        <w:ind w:left="2917" w:hanging="360"/>
      </w:pPr>
    </w:lvl>
    <w:lvl w:ilvl="4" w:tplc="04250019" w:tentative="1">
      <w:start w:val="1"/>
      <w:numFmt w:val="lowerLetter"/>
      <w:lvlText w:val="%5."/>
      <w:lvlJc w:val="left"/>
      <w:pPr>
        <w:ind w:left="3637" w:hanging="360"/>
      </w:pPr>
    </w:lvl>
    <w:lvl w:ilvl="5" w:tplc="0425001B" w:tentative="1">
      <w:start w:val="1"/>
      <w:numFmt w:val="lowerRoman"/>
      <w:lvlText w:val="%6."/>
      <w:lvlJc w:val="right"/>
      <w:pPr>
        <w:ind w:left="4357" w:hanging="180"/>
      </w:pPr>
    </w:lvl>
    <w:lvl w:ilvl="6" w:tplc="0425000F" w:tentative="1">
      <w:start w:val="1"/>
      <w:numFmt w:val="decimal"/>
      <w:lvlText w:val="%7."/>
      <w:lvlJc w:val="left"/>
      <w:pPr>
        <w:ind w:left="5077" w:hanging="360"/>
      </w:pPr>
    </w:lvl>
    <w:lvl w:ilvl="7" w:tplc="04250019" w:tentative="1">
      <w:start w:val="1"/>
      <w:numFmt w:val="lowerLetter"/>
      <w:lvlText w:val="%8."/>
      <w:lvlJc w:val="left"/>
      <w:pPr>
        <w:ind w:left="5797" w:hanging="360"/>
      </w:pPr>
    </w:lvl>
    <w:lvl w:ilvl="8" w:tplc="042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DD42770"/>
    <w:multiLevelType w:val="hybridMultilevel"/>
    <w:tmpl w:val="4516B82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5077C"/>
    <w:multiLevelType w:val="hybridMultilevel"/>
    <w:tmpl w:val="9B14BE04"/>
    <w:lvl w:ilvl="0" w:tplc="A0E61B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121C39"/>
    <w:multiLevelType w:val="multilevel"/>
    <w:tmpl w:val="F32EB1EC"/>
    <w:lvl w:ilvl="0">
      <w:start w:val="1"/>
      <w:numFmt w:val="none"/>
      <w:pStyle w:val="Body"/>
      <w:suff w:val="nothing"/>
      <w:lvlText w:val="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1"/>
      <w:numFmt w:val="lowerLetter"/>
      <w:pStyle w:val="aDefinition"/>
      <w:lvlText w:val="(%2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Roman"/>
      <w:pStyle w:val="iDefinition"/>
      <w:lvlText w:val="( %3)"/>
      <w:lvlJc w:val="left"/>
      <w:pPr>
        <w:tabs>
          <w:tab w:val="num" w:pos="1843"/>
        </w:tabs>
        <w:ind w:left="1843" w:hanging="992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3C21E7A"/>
    <w:multiLevelType w:val="multilevel"/>
    <w:tmpl w:val="C94AD6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071E4D"/>
    <w:multiLevelType w:val="hybridMultilevel"/>
    <w:tmpl w:val="56D81D0A"/>
    <w:lvl w:ilvl="0" w:tplc="52F4D5EE">
      <w:start w:val="1"/>
      <w:numFmt w:val="upperRoman"/>
      <w:pStyle w:val="Heading1"/>
      <w:lvlText w:val="%1"/>
      <w:lvlJc w:val="left"/>
      <w:pPr>
        <w:ind w:left="644" w:hanging="360"/>
      </w:pPr>
      <w:rPr>
        <w:rFonts w:ascii="Verdana" w:hAnsi="Verdana" w:hint="default"/>
        <w:b/>
        <w:i w:val="0"/>
        <w:sz w:val="18"/>
      </w:rPr>
    </w:lvl>
    <w:lvl w:ilvl="1" w:tplc="44E21A2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9AC98F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627D1B"/>
    <w:multiLevelType w:val="hybridMultilevel"/>
    <w:tmpl w:val="D3E226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87184"/>
    <w:multiLevelType w:val="multilevel"/>
    <w:tmpl w:val="34ACF83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u w:val="none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843"/>
        </w:tabs>
        <w:ind w:left="1843" w:hanging="992"/>
      </w:pPr>
      <w:rPr>
        <w:rFonts w:hint="default"/>
        <w:b w:val="0"/>
        <w:i w:val="0"/>
        <w:u w:val="none"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119"/>
        </w:tabs>
        <w:ind w:left="3119" w:hanging="1276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none"/>
      <w:lvlText w:val="(Not Defined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(Not Defined)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(Not Defined)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63270F99"/>
    <w:multiLevelType w:val="multilevel"/>
    <w:tmpl w:val="471A0B86"/>
    <w:lvl w:ilvl="0">
      <w:start w:val="1"/>
      <w:numFmt w:val="bullet"/>
      <w:pStyle w:val="Bullet1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  <w:b w:val="0"/>
        <w:i w:val="0"/>
        <w:u w:val="none"/>
      </w:rPr>
    </w:lvl>
    <w:lvl w:ilvl="1">
      <w:start w:val="1"/>
      <w:numFmt w:val="bullet"/>
      <w:pStyle w:val="Bullet2"/>
      <w:lvlText w:val=""/>
      <w:lvlJc w:val="left"/>
      <w:pPr>
        <w:tabs>
          <w:tab w:val="num" w:pos="1843"/>
        </w:tabs>
        <w:ind w:left="1843" w:hanging="992"/>
      </w:pPr>
      <w:rPr>
        <w:rFonts w:ascii="Symbol" w:hAnsi="Symbol" w:hint="default"/>
        <w:b w:val="0"/>
        <w:i w:val="0"/>
        <w:u w:val="none"/>
      </w:rPr>
    </w:lvl>
    <w:lvl w:ilvl="2">
      <w:start w:val="1"/>
      <w:numFmt w:val="bullet"/>
      <w:pStyle w:val="Bullet3"/>
      <w:lvlText w:val=""/>
      <w:lvlJc w:val="left"/>
      <w:pPr>
        <w:tabs>
          <w:tab w:val="num" w:pos="3119"/>
        </w:tabs>
        <w:ind w:left="3119" w:hanging="1276"/>
      </w:pPr>
      <w:rPr>
        <w:rFonts w:ascii="Symbol" w:hAnsi="Symbol" w:hint="default"/>
        <w:b w:val="0"/>
        <w:i w:val="0"/>
        <w:u w:val="none"/>
      </w:rPr>
    </w:lvl>
    <w:lvl w:ilvl="3">
      <w:start w:val="1"/>
      <w:numFmt w:val="lowerLetter"/>
      <w:isLgl/>
      <w:lvlText w:val="%1(Not Defined)"/>
      <w:lvlJc w:val="left"/>
      <w:pPr>
        <w:tabs>
          <w:tab w:val="num" w:pos="4505"/>
        </w:tabs>
        <w:ind w:left="4122" w:hanging="1417"/>
      </w:pPr>
      <w:rPr>
        <w:rFonts w:hint="default"/>
        <w:b w:val="0"/>
        <w:i w:val="0"/>
        <w:u w:val="none"/>
      </w:rPr>
    </w:lvl>
    <w:lvl w:ilvl="4">
      <w:start w:val="1"/>
      <w:numFmt w:val="none"/>
      <w:lvlText w:val="(Not Defined)"/>
      <w:lvlJc w:val="left"/>
      <w:pPr>
        <w:tabs>
          <w:tab w:val="num" w:pos="5562"/>
        </w:tabs>
        <w:ind w:left="4689" w:hanging="567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(Not Defined)"/>
      <w:lvlJc w:val="left"/>
      <w:pPr>
        <w:tabs>
          <w:tab w:val="num" w:pos="6129"/>
        </w:tabs>
        <w:ind w:left="5256" w:hanging="567"/>
      </w:pPr>
      <w:rPr>
        <w:rFonts w:hint="default"/>
        <w:b w:val="0"/>
        <w:i w:val="0"/>
      </w:rPr>
    </w:lvl>
    <w:lvl w:ilvl="6">
      <w:start w:val="1"/>
      <w:numFmt w:val="none"/>
      <w:lvlText w:val="(Not Defined)"/>
      <w:lvlJc w:val="left"/>
      <w:pPr>
        <w:tabs>
          <w:tab w:val="num" w:pos="4320"/>
        </w:tabs>
        <w:ind w:left="3960" w:hanging="1080"/>
      </w:pPr>
      <w:rPr>
        <w:rFonts w:hint="default"/>
        <w:b w:val="0"/>
        <w:i w:val="0"/>
      </w:rPr>
    </w:lvl>
    <w:lvl w:ilvl="7">
      <w:start w:val="1"/>
      <w:numFmt w:val="none"/>
      <w:lvlText w:val="(Not Defined)"/>
      <w:lvlJc w:val="left"/>
      <w:pPr>
        <w:tabs>
          <w:tab w:val="num" w:pos="4680"/>
        </w:tabs>
        <w:ind w:left="4464" w:hanging="1224"/>
      </w:pPr>
      <w:rPr>
        <w:rFonts w:hint="default"/>
        <w:b w:val="0"/>
        <w:i w:val="0"/>
      </w:rPr>
    </w:lvl>
    <w:lvl w:ilvl="8">
      <w:start w:val="1"/>
      <w:numFmt w:val="none"/>
      <w:lvlText w:val="(Not Defined)"/>
      <w:lvlJc w:val="left"/>
      <w:pPr>
        <w:tabs>
          <w:tab w:val="num" w:pos="5040"/>
        </w:tabs>
        <w:ind w:left="5040" w:hanging="1440"/>
      </w:pPr>
      <w:rPr>
        <w:rFonts w:hint="default"/>
        <w:b w:val="0"/>
        <w:i w:val="0"/>
      </w:rPr>
    </w:lvl>
  </w:abstractNum>
  <w:abstractNum w:abstractNumId="22" w15:restartNumberingAfterBreak="0">
    <w:nsid w:val="64B128E5"/>
    <w:multiLevelType w:val="multilevel"/>
    <w:tmpl w:val="391C362C"/>
    <w:lvl w:ilvl="0">
      <w:start w:val="1"/>
      <w:numFmt w:val="decimal"/>
      <w:pStyle w:val="Level1"/>
      <w:lvlText w:val="%1."/>
      <w:lvlJc w:val="left"/>
      <w:pPr>
        <w:tabs>
          <w:tab w:val="num" w:pos="390"/>
        </w:tabs>
        <w:ind w:left="397" w:hanging="397"/>
      </w:pPr>
      <w:rPr>
        <w:rFonts w:hint="default"/>
        <w:b/>
        <w:i w:val="0"/>
      </w:rPr>
    </w:lvl>
    <w:lvl w:ilvl="1">
      <w:start w:val="1"/>
      <w:numFmt w:val="decimal"/>
      <w:pStyle w:val="Level2"/>
      <w:lvlText w:val="%1.%2."/>
      <w:lvlJc w:val="left"/>
      <w:pPr>
        <w:tabs>
          <w:tab w:val="num" w:pos="720"/>
        </w:tabs>
        <w:ind w:left="680" w:hanging="6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650A7F03"/>
    <w:multiLevelType w:val="hybridMultilevel"/>
    <w:tmpl w:val="29DC356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44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B4130C1"/>
    <w:multiLevelType w:val="hybridMultilevel"/>
    <w:tmpl w:val="279276CE"/>
    <w:lvl w:ilvl="0" w:tplc="74A683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B845185"/>
    <w:multiLevelType w:val="multilevel"/>
    <w:tmpl w:val="E1C4C7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B9D102E"/>
    <w:multiLevelType w:val="singleLevel"/>
    <w:tmpl w:val="0DD0592C"/>
    <w:lvl w:ilvl="0">
      <w:start w:val="1"/>
      <w:numFmt w:val="upperLetter"/>
      <w:pStyle w:val="Background"/>
      <w:lvlText w:val="(%1)"/>
      <w:lvlJc w:val="left"/>
      <w:pPr>
        <w:tabs>
          <w:tab w:val="num" w:pos="851"/>
        </w:tabs>
        <w:ind w:left="851" w:hanging="851"/>
      </w:pPr>
    </w:lvl>
  </w:abstractNum>
  <w:num w:numId="1" w16cid:durableId="2079589482">
    <w:abstractNumId w:val="27"/>
  </w:num>
  <w:num w:numId="2" w16cid:durableId="90249399">
    <w:abstractNumId w:val="21"/>
  </w:num>
  <w:num w:numId="3" w16cid:durableId="518349230">
    <w:abstractNumId w:val="20"/>
  </w:num>
  <w:num w:numId="4" w16cid:durableId="1438216616">
    <w:abstractNumId w:val="3"/>
  </w:num>
  <w:num w:numId="5" w16cid:durableId="494416988">
    <w:abstractNumId w:val="12"/>
  </w:num>
  <w:num w:numId="6" w16cid:durableId="1553886763">
    <w:abstractNumId w:val="1"/>
  </w:num>
  <w:num w:numId="7" w16cid:durableId="604922106">
    <w:abstractNumId w:val="2"/>
  </w:num>
  <w:num w:numId="8" w16cid:durableId="1104030722">
    <w:abstractNumId w:val="5"/>
  </w:num>
  <w:num w:numId="9" w16cid:durableId="274094918">
    <w:abstractNumId w:val="16"/>
  </w:num>
  <w:num w:numId="10" w16cid:durableId="393510662">
    <w:abstractNumId w:val="22"/>
  </w:num>
  <w:num w:numId="11" w16cid:durableId="1670331503">
    <w:abstractNumId w:val="11"/>
  </w:num>
  <w:num w:numId="12" w16cid:durableId="670791592">
    <w:abstractNumId w:val="18"/>
  </w:num>
  <w:num w:numId="13" w16cid:durableId="1611431602">
    <w:abstractNumId w:val="26"/>
  </w:num>
  <w:num w:numId="14" w16cid:durableId="1608393023">
    <w:abstractNumId w:val="14"/>
  </w:num>
  <w:num w:numId="15" w16cid:durableId="1890535857">
    <w:abstractNumId w:val="0"/>
  </w:num>
  <w:num w:numId="16" w16cid:durableId="1379665997">
    <w:abstractNumId w:val="25"/>
  </w:num>
  <w:num w:numId="17" w16cid:durableId="1319453976">
    <w:abstractNumId w:val="8"/>
  </w:num>
  <w:num w:numId="18" w16cid:durableId="1629779276">
    <w:abstractNumId w:val="24"/>
  </w:num>
  <w:num w:numId="19" w16cid:durableId="733086897">
    <w:abstractNumId w:val="10"/>
  </w:num>
  <w:num w:numId="20" w16cid:durableId="1191339110">
    <w:abstractNumId w:val="19"/>
  </w:num>
  <w:num w:numId="21" w16cid:durableId="576790682">
    <w:abstractNumId w:val="15"/>
  </w:num>
  <w:num w:numId="22" w16cid:durableId="638808525">
    <w:abstractNumId w:val="7"/>
  </w:num>
  <w:num w:numId="23" w16cid:durableId="445740101">
    <w:abstractNumId w:val="17"/>
  </w:num>
  <w:num w:numId="24" w16cid:durableId="1245263737">
    <w:abstractNumId w:val="6"/>
  </w:num>
  <w:num w:numId="25" w16cid:durableId="1504541668">
    <w:abstractNumId w:val="9"/>
  </w:num>
  <w:num w:numId="26" w16cid:durableId="874806996">
    <w:abstractNumId w:val="4"/>
  </w:num>
  <w:num w:numId="27" w16cid:durableId="520776879">
    <w:abstractNumId w:val="13"/>
  </w:num>
  <w:num w:numId="28" w16cid:durableId="1148203835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hyphenationZone w:val="425"/>
  <w:doNotHyphenateCap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0AE"/>
    <w:rsid w:val="00000F63"/>
    <w:rsid w:val="00001D84"/>
    <w:rsid w:val="00002664"/>
    <w:rsid w:val="00002683"/>
    <w:rsid w:val="00002A7C"/>
    <w:rsid w:val="00002D5A"/>
    <w:rsid w:val="00002E64"/>
    <w:rsid w:val="000033BA"/>
    <w:rsid w:val="00003CD1"/>
    <w:rsid w:val="00004FD0"/>
    <w:rsid w:val="000053BE"/>
    <w:rsid w:val="0000621A"/>
    <w:rsid w:val="00006303"/>
    <w:rsid w:val="0000633B"/>
    <w:rsid w:val="00006557"/>
    <w:rsid w:val="0000749C"/>
    <w:rsid w:val="00007589"/>
    <w:rsid w:val="00007966"/>
    <w:rsid w:val="000079F6"/>
    <w:rsid w:val="00007A54"/>
    <w:rsid w:val="00010CD7"/>
    <w:rsid w:val="000116C6"/>
    <w:rsid w:val="0001243A"/>
    <w:rsid w:val="00013619"/>
    <w:rsid w:val="00013848"/>
    <w:rsid w:val="00013B34"/>
    <w:rsid w:val="00013BAB"/>
    <w:rsid w:val="00013C34"/>
    <w:rsid w:val="000143BA"/>
    <w:rsid w:val="00014673"/>
    <w:rsid w:val="00014F53"/>
    <w:rsid w:val="00015A2A"/>
    <w:rsid w:val="00015E26"/>
    <w:rsid w:val="00016BC0"/>
    <w:rsid w:val="00016C4F"/>
    <w:rsid w:val="00020556"/>
    <w:rsid w:val="00020741"/>
    <w:rsid w:val="00020C88"/>
    <w:rsid w:val="00021090"/>
    <w:rsid w:val="00021094"/>
    <w:rsid w:val="00021800"/>
    <w:rsid w:val="00021E2C"/>
    <w:rsid w:val="0002221A"/>
    <w:rsid w:val="00022267"/>
    <w:rsid w:val="000222B3"/>
    <w:rsid w:val="00022AA0"/>
    <w:rsid w:val="00023BF6"/>
    <w:rsid w:val="00024723"/>
    <w:rsid w:val="0002488C"/>
    <w:rsid w:val="000276E8"/>
    <w:rsid w:val="00027E10"/>
    <w:rsid w:val="00030154"/>
    <w:rsid w:val="000301C5"/>
    <w:rsid w:val="000308C0"/>
    <w:rsid w:val="000318D4"/>
    <w:rsid w:val="00031E90"/>
    <w:rsid w:val="00032874"/>
    <w:rsid w:val="000335CA"/>
    <w:rsid w:val="00033E5D"/>
    <w:rsid w:val="0003427A"/>
    <w:rsid w:val="000350F4"/>
    <w:rsid w:val="00035F7E"/>
    <w:rsid w:val="000368DA"/>
    <w:rsid w:val="00036A73"/>
    <w:rsid w:val="00037291"/>
    <w:rsid w:val="00037E50"/>
    <w:rsid w:val="000402A1"/>
    <w:rsid w:val="00040D20"/>
    <w:rsid w:val="000410A8"/>
    <w:rsid w:val="000416CF"/>
    <w:rsid w:val="0004187E"/>
    <w:rsid w:val="000426EB"/>
    <w:rsid w:val="00042B4E"/>
    <w:rsid w:val="00042EAD"/>
    <w:rsid w:val="00042FD0"/>
    <w:rsid w:val="00043017"/>
    <w:rsid w:val="00043DDD"/>
    <w:rsid w:val="00043E10"/>
    <w:rsid w:val="00044693"/>
    <w:rsid w:val="0004475F"/>
    <w:rsid w:val="000447F9"/>
    <w:rsid w:val="000455E2"/>
    <w:rsid w:val="000456ED"/>
    <w:rsid w:val="000459B9"/>
    <w:rsid w:val="00045CDF"/>
    <w:rsid w:val="00045FEB"/>
    <w:rsid w:val="00046CCE"/>
    <w:rsid w:val="00047229"/>
    <w:rsid w:val="0004731B"/>
    <w:rsid w:val="00047969"/>
    <w:rsid w:val="000511C1"/>
    <w:rsid w:val="0005151D"/>
    <w:rsid w:val="0005159A"/>
    <w:rsid w:val="00051EB2"/>
    <w:rsid w:val="00052725"/>
    <w:rsid w:val="00052989"/>
    <w:rsid w:val="00053A2A"/>
    <w:rsid w:val="00053C3A"/>
    <w:rsid w:val="00055081"/>
    <w:rsid w:val="00055FB7"/>
    <w:rsid w:val="000613DA"/>
    <w:rsid w:val="0006352B"/>
    <w:rsid w:val="00063A58"/>
    <w:rsid w:val="000640EA"/>
    <w:rsid w:val="00064175"/>
    <w:rsid w:val="00064989"/>
    <w:rsid w:val="00064F41"/>
    <w:rsid w:val="0006579F"/>
    <w:rsid w:val="00065BCA"/>
    <w:rsid w:val="00065C13"/>
    <w:rsid w:val="00065ECA"/>
    <w:rsid w:val="000662C2"/>
    <w:rsid w:val="00066F27"/>
    <w:rsid w:val="00067FDC"/>
    <w:rsid w:val="00070450"/>
    <w:rsid w:val="00070CB0"/>
    <w:rsid w:val="00071068"/>
    <w:rsid w:val="00071103"/>
    <w:rsid w:val="00071826"/>
    <w:rsid w:val="000719CC"/>
    <w:rsid w:val="00071A5E"/>
    <w:rsid w:val="00071B17"/>
    <w:rsid w:val="00071BE9"/>
    <w:rsid w:val="00071FD1"/>
    <w:rsid w:val="00072423"/>
    <w:rsid w:val="00072436"/>
    <w:rsid w:val="0007243A"/>
    <w:rsid w:val="000725DC"/>
    <w:rsid w:val="00072B87"/>
    <w:rsid w:val="00073045"/>
    <w:rsid w:val="0007324C"/>
    <w:rsid w:val="000738AD"/>
    <w:rsid w:val="00074DB5"/>
    <w:rsid w:val="00076B5B"/>
    <w:rsid w:val="00076EB4"/>
    <w:rsid w:val="0007726F"/>
    <w:rsid w:val="000775FB"/>
    <w:rsid w:val="00080913"/>
    <w:rsid w:val="00080B3F"/>
    <w:rsid w:val="00080BF7"/>
    <w:rsid w:val="00080E76"/>
    <w:rsid w:val="000812F4"/>
    <w:rsid w:val="0008149F"/>
    <w:rsid w:val="0008195A"/>
    <w:rsid w:val="00081C9C"/>
    <w:rsid w:val="00082FE1"/>
    <w:rsid w:val="00083358"/>
    <w:rsid w:val="00083CC9"/>
    <w:rsid w:val="000844B2"/>
    <w:rsid w:val="000844EF"/>
    <w:rsid w:val="000845D5"/>
    <w:rsid w:val="000847B1"/>
    <w:rsid w:val="00084C84"/>
    <w:rsid w:val="000853B1"/>
    <w:rsid w:val="00085561"/>
    <w:rsid w:val="00085911"/>
    <w:rsid w:val="00085D9C"/>
    <w:rsid w:val="00086277"/>
    <w:rsid w:val="00086715"/>
    <w:rsid w:val="00087042"/>
    <w:rsid w:val="000872BF"/>
    <w:rsid w:val="00090088"/>
    <w:rsid w:val="000912DB"/>
    <w:rsid w:val="00092074"/>
    <w:rsid w:val="0009216A"/>
    <w:rsid w:val="000925D2"/>
    <w:rsid w:val="000932BD"/>
    <w:rsid w:val="0009354F"/>
    <w:rsid w:val="00093E20"/>
    <w:rsid w:val="0009491E"/>
    <w:rsid w:val="00095D35"/>
    <w:rsid w:val="00095E77"/>
    <w:rsid w:val="00096052"/>
    <w:rsid w:val="0009622E"/>
    <w:rsid w:val="000966F4"/>
    <w:rsid w:val="000969F2"/>
    <w:rsid w:val="00097710"/>
    <w:rsid w:val="00097AA1"/>
    <w:rsid w:val="00097B25"/>
    <w:rsid w:val="000A1808"/>
    <w:rsid w:val="000A1AB4"/>
    <w:rsid w:val="000A2C50"/>
    <w:rsid w:val="000A4260"/>
    <w:rsid w:val="000A4272"/>
    <w:rsid w:val="000A4378"/>
    <w:rsid w:val="000A469E"/>
    <w:rsid w:val="000A50AE"/>
    <w:rsid w:val="000A53DD"/>
    <w:rsid w:val="000A558E"/>
    <w:rsid w:val="000A687A"/>
    <w:rsid w:val="000A68C7"/>
    <w:rsid w:val="000A6BC9"/>
    <w:rsid w:val="000A7829"/>
    <w:rsid w:val="000A7B5D"/>
    <w:rsid w:val="000B0FF4"/>
    <w:rsid w:val="000B1FA8"/>
    <w:rsid w:val="000B21FE"/>
    <w:rsid w:val="000B2339"/>
    <w:rsid w:val="000B2500"/>
    <w:rsid w:val="000B27D4"/>
    <w:rsid w:val="000B5418"/>
    <w:rsid w:val="000B663A"/>
    <w:rsid w:val="000C0459"/>
    <w:rsid w:val="000C081E"/>
    <w:rsid w:val="000C0910"/>
    <w:rsid w:val="000C14FC"/>
    <w:rsid w:val="000C1FBD"/>
    <w:rsid w:val="000C2063"/>
    <w:rsid w:val="000C2FA3"/>
    <w:rsid w:val="000C310D"/>
    <w:rsid w:val="000C34B6"/>
    <w:rsid w:val="000C3688"/>
    <w:rsid w:val="000C3874"/>
    <w:rsid w:val="000C3B90"/>
    <w:rsid w:val="000C4D0B"/>
    <w:rsid w:val="000C5D0C"/>
    <w:rsid w:val="000C5F12"/>
    <w:rsid w:val="000C62C7"/>
    <w:rsid w:val="000C6897"/>
    <w:rsid w:val="000C79C1"/>
    <w:rsid w:val="000C7A95"/>
    <w:rsid w:val="000D042C"/>
    <w:rsid w:val="000D0824"/>
    <w:rsid w:val="000D0EB3"/>
    <w:rsid w:val="000D100A"/>
    <w:rsid w:val="000D14EF"/>
    <w:rsid w:val="000D1805"/>
    <w:rsid w:val="000D1817"/>
    <w:rsid w:val="000D1BF0"/>
    <w:rsid w:val="000D21B6"/>
    <w:rsid w:val="000D2D69"/>
    <w:rsid w:val="000D3F5F"/>
    <w:rsid w:val="000D46B5"/>
    <w:rsid w:val="000D4A49"/>
    <w:rsid w:val="000D5482"/>
    <w:rsid w:val="000D5FBE"/>
    <w:rsid w:val="000D68F0"/>
    <w:rsid w:val="000D6E7A"/>
    <w:rsid w:val="000D7201"/>
    <w:rsid w:val="000D7333"/>
    <w:rsid w:val="000D78D3"/>
    <w:rsid w:val="000E06F1"/>
    <w:rsid w:val="000E0966"/>
    <w:rsid w:val="000E0E4C"/>
    <w:rsid w:val="000E12DA"/>
    <w:rsid w:val="000E176C"/>
    <w:rsid w:val="000E1A3B"/>
    <w:rsid w:val="000E20F9"/>
    <w:rsid w:val="000E233D"/>
    <w:rsid w:val="000E250B"/>
    <w:rsid w:val="000E2849"/>
    <w:rsid w:val="000E3553"/>
    <w:rsid w:val="000E3F74"/>
    <w:rsid w:val="000E435C"/>
    <w:rsid w:val="000E44B9"/>
    <w:rsid w:val="000E4A43"/>
    <w:rsid w:val="000E4DD1"/>
    <w:rsid w:val="000E5D07"/>
    <w:rsid w:val="000E6189"/>
    <w:rsid w:val="000E71AF"/>
    <w:rsid w:val="000E76C1"/>
    <w:rsid w:val="000E7839"/>
    <w:rsid w:val="000E7A8D"/>
    <w:rsid w:val="000F0115"/>
    <w:rsid w:val="000F0EF4"/>
    <w:rsid w:val="000F1360"/>
    <w:rsid w:val="000F30D5"/>
    <w:rsid w:val="000F32DA"/>
    <w:rsid w:val="000F4116"/>
    <w:rsid w:val="000F4194"/>
    <w:rsid w:val="000F441C"/>
    <w:rsid w:val="000F4451"/>
    <w:rsid w:val="000F4EB5"/>
    <w:rsid w:val="000F69CA"/>
    <w:rsid w:val="000F6E87"/>
    <w:rsid w:val="000F71FC"/>
    <w:rsid w:val="000F7BFE"/>
    <w:rsid w:val="000F7DF7"/>
    <w:rsid w:val="000F7E1B"/>
    <w:rsid w:val="000F7F6F"/>
    <w:rsid w:val="00100013"/>
    <w:rsid w:val="001000E7"/>
    <w:rsid w:val="0010054D"/>
    <w:rsid w:val="001007C9"/>
    <w:rsid w:val="001011A5"/>
    <w:rsid w:val="001022B2"/>
    <w:rsid w:val="001027EF"/>
    <w:rsid w:val="00102CC2"/>
    <w:rsid w:val="001039B5"/>
    <w:rsid w:val="0010447F"/>
    <w:rsid w:val="00104758"/>
    <w:rsid w:val="001047EA"/>
    <w:rsid w:val="0010489B"/>
    <w:rsid w:val="00104E23"/>
    <w:rsid w:val="0010566B"/>
    <w:rsid w:val="00105B98"/>
    <w:rsid w:val="00105D7A"/>
    <w:rsid w:val="0010604F"/>
    <w:rsid w:val="0010614F"/>
    <w:rsid w:val="001069F3"/>
    <w:rsid w:val="00106D03"/>
    <w:rsid w:val="00106DB9"/>
    <w:rsid w:val="00107169"/>
    <w:rsid w:val="00107193"/>
    <w:rsid w:val="00107400"/>
    <w:rsid w:val="001076E0"/>
    <w:rsid w:val="0010774B"/>
    <w:rsid w:val="001101A7"/>
    <w:rsid w:val="0011088E"/>
    <w:rsid w:val="00110E83"/>
    <w:rsid w:val="001120B5"/>
    <w:rsid w:val="00112202"/>
    <w:rsid w:val="001128B8"/>
    <w:rsid w:val="00112EAE"/>
    <w:rsid w:val="001133F8"/>
    <w:rsid w:val="00113FFF"/>
    <w:rsid w:val="0011484A"/>
    <w:rsid w:val="001149E2"/>
    <w:rsid w:val="00114ABF"/>
    <w:rsid w:val="001151B2"/>
    <w:rsid w:val="00116411"/>
    <w:rsid w:val="00116807"/>
    <w:rsid w:val="00117115"/>
    <w:rsid w:val="00121096"/>
    <w:rsid w:val="001221EA"/>
    <w:rsid w:val="001226DC"/>
    <w:rsid w:val="0012393F"/>
    <w:rsid w:val="001239BD"/>
    <w:rsid w:val="00124A3D"/>
    <w:rsid w:val="00124AF2"/>
    <w:rsid w:val="00125960"/>
    <w:rsid w:val="00126D75"/>
    <w:rsid w:val="00127724"/>
    <w:rsid w:val="00127A54"/>
    <w:rsid w:val="00127BAD"/>
    <w:rsid w:val="001305A2"/>
    <w:rsid w:val="0013073E"/>
    <w:rsid w:val="00131077"/>
    <w:rsid w:val="0013180F"/>
    <w:rsid w:val="00131874"/>
    <w:rsid w:val="00132E66"/>
    <w:rsid w:val="00133074"/>
    <w:rsid w:val="001332D3"/>
    <w:rsid w:val="0013360F"/>
    <w:rsid w:val="00133667"/>
    <w:rsid w:val="00133A0D"/>
    <w:rsid w:val="001343D6"/>
    <w:rsid w:val="00135A31"/>
    <w:rsid w:val="00135C9E"/>
    <w:rsid w:val="00137992"/>
    <w:rsid w:val="00137B12"/>
    <w:rsid w:val="0014073C"/>
    <w:rsid w:val="00140852"/>
    <w:rsid w:val="00140B95"/>
    <w:rsid w:val="001417CB"/>
    <w:rsid w:val="001424E0"/>
    <w:rsid w:val="00142EAC"/>
    <w:rsid w:val="00142F85"/>
    <w:rsid w:val="00143020"/>
    <w:rsid w:val="0014390A"/>
    <w:rsid w:val="00143AED"/>
    <w:rsid w:val="00144492"/>
    <w:rsid w:val="0014536B"/>
    <w:rsid w:val="00145754"/>
    <w:rsid w:val="0014590C"/>
    <w:rsid w:val="00145BE5"/>
    <w:rsid w:val="0014755A"/>
    <w:rsid w:val="00147A16"/>
    <w:rsid w:val="00147B38"/>
    <w:rsid w:val="00147CBF"/>
    <w:rsid w:val="00147F33"/>
    <w:rsid w:val="0015007C"/>
    <w:rsid w:val="00150555"/>
    <w:rsid w:val="00152629"/>
    <w:rsid w:val="0015280F"/>
    <w:rsid w:val="00152A63"/>
    <w:rsid w:val="00152E4A"/>
    <w:rsid w:val="00153568"/>
    <w:rsid w:val="001535F4"/>
    <w:rsid w:val="00153A81"/>
    <w:rsid w:val="00153AAB"/>
    <w:rsid w:val="00153C1B"/>
    <w:rsid w:val="00153F3E"/>
    <w:rsid w:val="00154969"/>
    <w:rsid w:val="00154975"/>
    <w:rsid w:val="00155054"/>
    <w:rsid w:val="001557FA"/>
    <w:rsid w:val="001563E4"/>
    <w:rsid w:val="00156B07"/>
    <w:rsid w:val="00160664"/>
    <w:rsid w:val="00161F7E"/>
    <w:rsid w:val="001626BD"/>
    <w:rsid w:val="00162AA7"/>
    <w:rsid w:val="001632D9"/>
    <w:rsid w:val="001639F4"/>
    <w:rsid w:val="00164369"/>
    <w:rsid w:val="00164614"/>
    <w:rsid w:val="00164841"/>
    <w:rsid w:val="00164DB2"/>
    <w:rsid w:val="0016518F"/>
    <w:rsid w:val="0016594B"/>
    <w:rsid w:val="00165FD4"/>
    <w:rsid w:val="0016614B"/>
    <w:rsid w:val="001667B2"/>
    <w:rsid w:val="0016680D"/>
    <w:rsid w:val="00167886"/>
    <w:rsid w:val="0017028E"/>
    <w:rsid w:val="00170311"/>
    <w:rsid w:val="0017060C"/>
    <w:rsid w:val="00170A24"/>
    <w:rsid w:val="0017223E"/>
    <w:rsid w:val="001730C2"/>
    <w:rsid w:val="0017378C"/>
    <w:rsid w:val="00175B92"/>
    <w:rsid w:val="00176254"/>
    <w:rsid w:val="00176684"/>
    <w:rsid w:val="0017684F"/>
    <w:rsid w:val="00176DC5"/>
    <w:rsid w:val="00177AD7"/>
    <w:rsid w:val="0018039B"/>
    <w:rsid w:val="00180699"/>
    <w:rsid w:val="001806D1"/>
    <w:rsid w:val="00180D95"/>
    <w:rsid w:val="0018171D"/>
    <w:rsid w:val="00181904"/>
    <w:rsid w:val="00181C55"/>
    <w:rsid w:val="001823AB"/>
    <w:rsid w:val="00182509"/>
    <w:rsid w:val="00182574"/>
    <w:rsid w:val="00182E83"/>
    <w:rsid w:val="00183384"/>
    <w:rsid w:val="001834E4"/>
    <w:rsid w:val="00183648"/>
    <w:rsid w:val="0018390B"/>
    <w:rsid w:val="00183D1A"/>
    <w:rsid w:val="00184000"/>
    <w:rsid w:val="0018496F"/>
    <w:rsid w:val="00184A68"/>
    <w:rsid w:val="00184EB2"/>
    <w:rsid w:val="0018521F"/>
    <w:rsid w:val="001852B4"/>
    <w:rsid w:val="00185C6C"/>
    <w:rsid w:val="00186918"/>
    <w:rsid w:val="00186F49"/>
    <w:rsid w:val="00187425"/>
    <w:rsid w:val="001874D3"/>
    <w:rsid w:val="00187691"/>
    <w:rsid w:val="00187DD3"/>
    <w:rsid w:val="001902E7"/>
    <w:rsid w:val="00190334"/>
    <w:rsid w:val="0019035F"/>
    <w:rsid w:val="00190F7B"/>
    <w:rsid w:val="00191454"/>
    <w:rsid w:val="001923F8"/>
    <w:rsid w:val="0019252B"/>
    <w:rsid w:val="0019262F"/>
    <w:rsid w:val="00192D08"/>
    <w:rsid w:val="00192D33"/>
    <w:rsid w:val="00192E7D"/>
    <w:rsid w:val="00192F42"/>
    <w:rsid w:val="00193168"/>
    <w:rsid w:val="0019326D"/>
    <w:rsid w:val="00193DA0"/>
    <w:rsid w:val="00194560"/>
    <w:rsid w:val="00194D52"/>
    <w:rsid w:val="001952D2"/>
    <w:rsid w:val="00195606"/>
    <w:rsid w:val="001958CC"/>
    <w:rsid w:val="00195C22"/>
    <w:rsid w:val="00195E35"/>
    <w:rsid w:val="00195FB5"/>
    <w:rsid w:val="001965E9"/>
    <w:rsid w:val="001967BE"/>
    <w:rsid w:val="00196E54"/>
    <w:rsid w:val="00197523"/>
    <w:rsid w:val="001A00DD"/>
    <w:rsid w:val="001A05DD"/>
    <w:rsid w:val="001A095B"/>
    <w:rsid w:val="001A1162"/>
    <w:rsid w:val="001A171D"/>
    <w:rsid w:val="001A2948"/>
    <w:rsid w:val="001A315C"/>
    <w:rsid w:val="001A3D5F"/>
    <w:rsid w:val="001A4A17"/>
    <w:rsid w:val="001A4A6E"/>
    <w:rsid w:val="001A54E7"/>
    <w:rsid w:val="001A5CE7"/>
    <w:rsid w:val="001A6055"/>
    <w:rsid w:val="001A7531"/>
    <w:rsid w:val="001B040E"/>
    <w:rsid w:val="001B0866"/>
    <w:rsid w:val="001B1100"/>
    <w:rsid w:val="001B31FC"/>
    <w:rsid w:val="001B3229"/>
    <w:rsid w:val="001B5699"/>
    <w:rsid w:val="001B5FD9"/>
    <w:rsid w:val="001B6193"/>
    <w:rsid w:val="001B630A"/>
    <w:rsid w:val="001B6D76"/>
    <w:rsid w:val="001B72A9"/>
    <w:rsid w:val="001B7632"/>
    <w:rsid w:val="001C0271"/>
    <w:rsid w:val="001C10EA"/>
    <w:rsid w:val="001C19A7"/>
    <w:rsid w:val="001C250A"/>
    <w:rsid w:val="001C29CD"/>
    <w:rsid w:val="001C2A42"/>
    <w:rsid w:val="001C370C"/>
    <w:rsid w:val="001C38B1"/>
    <w:rsid w:val="001C48B8"/>
    <w:rsid w:val="001C4ADB"/>
    <w:rsid w:val="001C6AF9"/>
    <w:rsid w:val="001C6B5D"/>
    <w:rsid w:val="001C740F"/>
    <w:rsid w:val="001C7F2C"/>
    <w:rsid w:val="001D05CF"/>
    <w:rsid w:val="001D079E"/>
    <w:rsid w:val="001D081B"/>
    <w:rsid w:val="001D08C7"/>
    <w:rsid w:val="001D1D48"/>
    <w:rsid w:val="001D252D"/>
    <w:rsid w:val="001D271F"/>
    <w:rsid w:val="001D31A4"/>
    <w:rsid w:val="001D34A2"/>
    <w:rsid w:val="001D3760"/>
    <w:rsid w:val="001D37F9"/>
    <w:rsid w:val="001D3916"/>
    <w:rsid w:val="001D3F3F"/>
    <w:rsid w:val="001D3FBF"/>
    <w:rsid w:val="001D4901"/>
    <w:rsid w:val="001D49F3"/>
    <w:rsid w:val="001D4B75"/>
    <w:rsid w:val="001D5517"/>
    <w:rsid w:val="001D589F"/>
    <w:rsid w:val="001D5B6A"/>
    <w:rsid w:val="001D5CF8"/>
    <w:rsid w:val="001D7DD9"/>
    <w:rsid w:val="001D7EF9"/>
    <w:rsid w:val="001E0725"/>
    <w:rsid w:val="001E1352"/>
    <w:rsid w:val="001E1A6E"/>
    <w:rsid w:val="001E1ABA"/>
    <w:rsid w:val="001E1E19"/>
    <w:rsid w:val="001E2B9B"/>
    <w:rsid w:val="001E2D87"/>
    <w:rsid w:val="001E2DE8"/>
    <w:rsid w:val="001E31A1"/>
    <w:rsid w:val="001E3973"/>
    <w:rsid w:val="001E3C0D"/>
    <w:rsid w:val="001E40D2"/>
    <w:rsid w:val="001E4D33"/>
    <w:rsid w:val="001E55B8"/>
    <w:rsid w:val="001E60AC"/>
    <w:rsid w:val="001E6323"/>
    <w:rsid w:val="001E6457"/>
    <w:rsid w:val="001E693C"/>
    <w:rsid w:val="001E6E70"/>
    <w:rsid w:val="001E7360"/>
    <w:rsid w:val="001F0DBC"/>
    <w:rsid w:val="001F0FF0"/>
    <w:rsid w:val="001F1F96"/>
    <w:rsid w:val="001F4294"/>
    <w:rsid w:val="001F43F6"/>
    <w:rsid w:val="001F5629"/>
    <w:rsid w:val="001F5685"/>
    <w:rsid w:val="001F5801"/>
    <w:rsid w:val="001F5FC5"/>
    <w:rsid w:val="001F7153"/>
    <w:rsid w:val="001F7427"/>
    <w:rsid w:val="001F78E3"/>
    <w:rsid w:val="00200DF2"/>
    <w:rsid w:val="00200F0D"/>
    <w:rsid w:val="002015C6"/>
    <w:rsid w:val="002026A9"/>
    <w:rsid w:val="00202D07"/>
    <w:rsid w:val="00202E92"/>
    <w:rsid w:val="00202F2C"/>
    <w:rsid w:val="0020386D"/>
    <w:rsid w:val="00203AD2"/>
    <w:rsid w:val="00204B9C"/>
    <w:rsid w:val="00204E30"/>
    <w:rsid w:val="002055FA"/>
    <w:rsid w:val="002057E4"/>
    <w:rsid w:val="00205BE4"/>
    <w:rsid w:val="00205DE3"/>
    <w:rsid w:val="00206077"/>
    <w:rsid w:val="00206556"/>
    <w:rsid w:val="00206DC1"/>
    <w:rsid w:val="00206F2A"/>
    <w:rsid w:val="0021126B"/>
    <w:rsid w:val="002113F5"/>
    <w:rsid w:val="00211936"/>
    <w:rsid w:val="00211E10"/>
    <w:rsid w:val="00214047"/>
    <w:rsid w:val="00214507"/>
    <w:rsid w:val="00214EEA"/>
    <w:rsid w:val="00215410"/>
    <w:rsid w:val="0021678E"/>
    <w:rsid w:val="002169AC"/>
    <w:rsid w:val="00217343"/>
    <w:rsid w:val="0021793A"/>
    <w:rsid w:val="00217B0E"/>
    <w:rsid w:val="00217BC1"/>
    <w:rsid w:val="00220C19"/>
    <w:rsid w:val="00221030"/>
    <w:rsid w:val="0022103D"/>
    <w:rsid w:val="00221493"/>
    <w:rsid w:val="0022171C"/>
    <w:rsid w:val="00221F78"/>
    <w:rsid w:val="00222AFB"/>
    <w:rsid w:val="00222D49"/>
    <w:rsid w:val="00222E46"/>
    <w:rsid w:val="002235BE"/>
    <w:rsid w:val="002247FB"/>
    <w:rsid w:val="00224A0D"/>
    <w:rsid w:val="002255C2"/>
    <w:rsid w:val="00225F62"/>
    <w:rsid w:val="00225FAF"/>
    <w:rsid w:val="00226179"/>
    <w:rsid w:val="002272A4"/>
    <w:rsid w:val="00227696"/>
    <w:rsid w:val="00227800"/>
    <w:rsid w:val="00230F78"/>
    <w:rsid w:val="00232B68"/>
    <w:rsid w:val="00232BDB"/>
    <w:rsid w:val="002343C8"/>
    <w:rsid w:val="00234EDF"/>
    <w:rsid w:val="00235BD8"/>
    <w:rsid w:val="00235FB9"/>
    <w:rsid w:val="002363F5"/>
    <w:rsid w:val="0023696C"/>
    <w:rsid w:val="00237307"/>
    <w:rsid w:val="002379CB"/>
    <w:rsid w:val="00237A5A"/>
    <w:rsid w:val="00237CAC"/>
    <w:rsid w:val="00240969"/>
    <w:rsid w:val="00241763"/>
    <w:rsid w:val="00241E34"/>
    <w:rsid w:val="002423A6"/>
    <w:rsid w:val="002429E2"/>
    <w:rsid w:val="00242EF4"/>
    <w:rsid w:val="002431E0"/>
    <w:rsid w:val="00243AE5"/>
    <w:rsid w:val="00243B26"/>
    <w:rsid w:val="00243F74"/>
    <w:rsid w:val="0024588F"/>
    <w:rsid w:val="00245C0D"/>
    <w:rsid w:val="00245CEE"/>
    <w:rsid w:val="00246791"/>
    <w:rsid w:val="00246970"/>
    <w:rsid w:val="002469DE"/>
    <w:rsid w:val="00247C9B"/>
    <w:rsid w:val="00247F40"/>
    <w:rsid w:val="0025067F"/>
    <w:rsid w:val="002507C7"/>
    <w:rsid w:val="0025142E"/>
    <w:rsid w:val="002523C5"/>
    <w:rsid w:val="00253F00"/>
    <w:rsid w:val="00253F1A"/>
    <w:rsid w:val="00253F21"/>
    <w:rsid w:val="00255064"/>
    <w:rsid w:val="002551E0"/>
    <w:rsid w:val="00256DA4"/>
    <w:rsid w:val="002600DE"/>
    <w:rsid w:val="00260E72"/>
    <w:rsid w:val="00261600"/>
    <w:rsid w:val="00261C4B"/>
    <w:rsid w:val="002622D7"/>
    <w:rsid w:val="00262AFA"/>
    <w:rsid w:val="00262C33"/>
    <w:rsid w:val="00262CE4"/>
    <w:rsid w:val="00262FAC"/>
    <w:rsid w:val="002638A0"/>
    <w:rsid w:val="002638BD"/>
    <w:rsid w:val="00263AE1"/>
    <w:rsid w:val="00263DBC"/>
    <w:rsid w:val="00264537"/>
    <w:rsid w:val="00264FEA"/>
    <w:rsid w:val="00265464"/>
    <w:rsid w:val="00265C7F"/>
    <w:rsid w:val="00265F96"/>
    <w:rsid w:val="00266614"/>
    <w:rsid w:val="00267DC0"/>
    <w:rsid w:val="00270245"/>
    <w:rsid w:val="0027027C"/>
    <w:rsid w:val="00270298"/>
    <w:rsid w:val="002705F5"/>
    <w:rsid w:val="00270C2F"/>
    <w:rsid w:val="002713EA"/>
    <w:rsid w:val="0027158A"/>
    <w:rsid w:val="002718ED"/>
    <w:rsid w:val="002722A3"/>
    <w:rsid w:val="0027244C"/>
    <w:rsid w:val="00272761"/>
    <w:rsid w:val="00272EBC"/>
    <w:rsid w:val="002730BB"/>
    <w:rsid w:val="002739E4"/>
    <w:rsid w:val="00273FCF"/>
    <w:rsid w:val="0027410E"/>
    <w:rsid w:val="002745C6"/>
    <w:rsid w:val="00275698"/>
    <w:rsid w:val="002756D3"/>
    <w:rsid w:val="00276022"/>
    <w:rsid w:val="00276F15"/>
    <w:rsid w:val="002770CD"/>
    <w:rsid w:val="00277757"/>
    <w:rsid w:val="00277E73"/>
    <w:rsid w:val="002801D7"/>
    <w:rsid w:val="002806E4"/>
    <w:rsid w:val="00281BA0"/>
    <w:rsid w:val="00281F12"/>
    <w:rsid w:val="00282585"/>
    <w:rsid w:val="00282796"/>
    <w:rsid w:val="002837B3"/>
    <w:rsid w:val="00283BCB"/>
    <w:rsid w:val="00284099"/>
    <w:rsid w:val="002843D4"/>
    <w:rsid w:val="002843F0"/>
    <w:rsid w:val="00284925"/>
    <w:rsid w:val="00284F97"/>
    <w:rsid w:val="00285CE8"/>
    <w:rsid w:val="0028611F"/>
    <w:rsid w:val="0028687B"/>
    <w:rsid w:val="00286CF4"/>
    <w:rsid w:val="00286E11"/>
    <w:rsid w:val="002872A7"/>
    <w:rsid w:val="002877FD"/>
    <w:rsid w:val="00287F38"/>
    <w:rsid w:val="00287F5B"/>
    <w:rsid w:val="002902D7"/>
    <w:rsid w:val="00290323"/>
    <w:rsid w:val="002908DA"/>
    <w:rsid w:val="00290B40"/>
    <w:rsid w:val="00291008"/>
    <w:rsid w:val="00291456"/>
    <w:rsid w:val="00291913"/>
    <w:rsid w:val="00291DF0"/>
    <w:rsid w:val="002922E3"/>
    <w:rsid w:val="0029359F"/>
    <w:rsid w:val="002935E7"/>
    <w:rsid w:val="002936EF"/>
    <w:rsid w:val="00294252"/>
    <w:rsid w:val="0029456F"/>
    <w:rsid w:val="00294E39"/>
    <w:rsid w:val="00295A09"/>
    <w:rsid w:val="00295AE3"/>
    <w:rsid w:val="002963C7"/>
    <w:rsid w:val="002966B1"/>
    <w:rsid w:val="00296E3B"/>
    <w:rsid w:val="0029792F"/>
    <w:rsid w:val="002A020E"/>
    <w:rsid w:val="002A068B"/>
    <w:rsid w:val="002A3658"/>
    <w:rsid w:val="002A3BB2"/>
    <w:rsid w:val="002A4162"/>
    <w:rsid w:val="002A4703"/>
    <w:rsid w:val="002A4FB2"/>
    <w:rsid w:val="002A659C"/>
    <w:rsid w:val="002A6EE6"/>
    <w:rsid w:val="002A7C4D"/>
    <w:rsid w:val="002A7D97"/>
    <w:rsid w:val="002B0440"/>
    <w:rsid w:val="002B0B9F"/>
    <w:rsid w:val="002B0F80"/>
    <w:rsid w:val="002B118B"/>
    <w:rsid w:val="002B272C"/>
    <w:rsid w:val="002B292C"/>
    <w:rsid w:val="002B297F"/>
    <w:rsid w:val="002B3086"/>
    <w:rsid w:val="002B34C5"/>
    <w:rsid w:val="002B3EC4"/>
    <w:rsid w:val="002B4AD7"/>
    <w:rsid w:val="002B5738"/>
    <w:rsid w:val="002B65AD"/>
    <w:rsid w:val="002B67DB"/>
    <w:rsid w:val="002B67E4"/>
    <w:rsid w:val="002B68B6"/>
    <w:rsid w:val="002B6AA2"/>
    <w:rsid w:val="002B6BE5"/>
    <w:rsid w:val="002B7263"/>
    <w:rsid w:val="002B7DBA"/>
    <w:rsid w:val="002C038D"/>
    <w:rsid w:val="002C0779"/>
    <w:rsid w:val="002C0F9F"/>
    <w:rsid w:val="002C1820"/>
    <w:rsid w:val="002C1DF2"/>
    <w:rsid w:val="002C3ACF"/>
    <w:rsid w:val="002C4350"/>
    <w:rsid w:val="002C4BA3"/>
    <w:rsid w:val="002C53D9"/>
    <w:rsid w:val="002C5BB8"/>
    <w:rsid w:val="002C5D80"/>
    <w:rsid w:val="002C628A"/>
    <w:rsid w:val="002C689A"/>
    <w:rsid w:val="002C69C9"/>
    <w:rsid w:val="002C7AC9"/>
    <w:rsid w:val="002D0312"/>
    <w:rsid w:val="002D03E1"/>
    <w:rsid w:val="002D0B9E"/>
    <w:rsid w:val="002D13CE"/>
    <w:rsid w:val="002D14EE"/>
    <w:rsid w:val="002D1559"/>
    <w:rsid w:val="002D1610"/>
    <w:rsid w:val="002D19E8"/>
    <w:rsid w:val="002D212C"/>
    <w:rsid w:val="002D2199"/>
    <w:rsid w:val="002D2725"/>
    <w:rsid w:val="002D31CC"/>
    <w:rsid w:val="002D3B21"/>
    <w:rsid w:val="002D3C91"/>
    <w:rsid w:val="002D4604"/>
    <w:rsid w:val="002D473D"/>
    <w:rsid w:val="002D49D2"/>
    <w:rsid w:val="002D5267"/>
    <w:rsid w:val="002D5467"/>
    <w:rsid w:val="002D546F"/>
    <w:rsid w:val="002D58E0"/>
    <w:rsid w:val="002D632E"/>
    <w:rsid w:val="002D652C"/>
    <w:rsid w:val="002D65C2"/>
    <w:rsid w:val="002D65F3"/>
    <w:rsid w:val="002D727E"/>
    <w:rsid w:val="002E047E"/>
    <w:rsid w:val="002E0668"/>
    <w:rsid w:val="002E0F9B"/>
    <w:rsid w:val="002E1AA3"/>
    <w:rsid w:val="002E1B41"/>
    <w:rsid w:val="002E26AD"/>
    <w:rsid w:val="002E2CF9"/>
    <w:rsid w:val="002E2FF4"/>
    <w:rsid w:val="002E3C3D"/>
    <w:rsid w:val="002E473C"/>
    <w:rsid w:val="002E4EDF"/>
    <w:rsid w:val="002E5059"/>
    <w:rsid w:val="002E5EA7"/>
    <w:rsid w:val="002E70FF"/>
    <w:rsid w:val="002E7259"/>
    <w:rsid w:val="002E76B1"/>
    <w:rsid w:val="002E7B6F"/>
    <w:rsid w:val="002E7F72"/>
    <w:rsid w:val="002F0072"/>
    <w:rsid w:val="002F0AE2"/>
    <w:rsid w:val="002F0AF0"/>
    <w:rsid w:val="002F10B7"/>
    <w:rsid w:val="002F1BB7"/>
    <w:rsid w:val="002F1EEA"/>
    <w:rsid w:val="002F2359"/>
    <w:rsid w:val="002F2FAC"/>
    <w:rsid w:val="002F3376"/>
    <w:rsid w:val="002F365D"/>
    <w:rsid w:val="002F369B"/>
    <w:rsid w:val="002F3F97"/>
    <w:rsid w:val="002F4544"/>
    <w:rsid w:val="002F539E"/>
    <w:rsid w:val="002F5DC6"/>
    <w:rsid w:val="002F5FD2"/>
    <w:rsid w:val="002F69AB"/>
    <w:rsid w:val="002F6C6B"/>
    <w:rsid w:val="002F70DA"/>
    <w:rsid w:val="002F7CC9"/>
    <w:rsid w:val="003000F0"/>
    <w:rsid w:val="00300954"/>
    <w:rsid w:val="00300AC1"/>
    <w:rsid w:val="00300E38"/>
    <w:rsid w:val="003011A4"/>
    <w:rsid w:val="0030321D"/>
    <w:rsid w:val="003037FE"/>
    <w:rsid w:val="00303B58"/>
    <w:rsid w:val="00303BC5"/>
    <w:rsid w:val="00304739"/>
    <w:rsid w:val="0030680F"/>
    <w:rsid w:val="00306AD8"/>
    <w:rsid w:val="00306BC0"/>
    <w:rsid w:val="00306C6F"/>
    <w:rsid w:val="003070A4"/>
    <w:rsid w:val="0031073A"/>
    <w:rsid w:val="00310979"/>
    <w:rsid w:val="00310F5D"/>
    <w:rsid w:val="003111F6"/>
    <w:rsid w:val="003115A3"/>
    <w:rsid w:val="003119F5"/>
    <w:rsid w:val="003124F4"/>
    <w:rsid w:val="003127DD"/>
    <w:rsid w:val="00312ACD"/>
    <w:rsid w:val="0031397D"/>
    <w:rsid w:val="00313C1C"/>
    <w:rsid w:val="00313C1D"/>
    <w:rsid w:val="00313CA0"/>
    <w:rsid w:val="00314374"/>
    <w:rsid w:val="0031455D"/>
    <w:rsid w:val="0031466D"/>
    <w:rsid w:val="00314CC6"/>
    <w:rsid w:val="00314DAA"/>
    <w:rsid w:val="00315820"/>
    <w:rsid w:val="00315825"/>
    <w:rsid w:val="0031582C"/>
    <w:rsid w:val="00315AD9"/>
    <w:rsid w:val="00315C9B"/>
    <w:rsid w:val="00315EC7"/>
    <w:rsid w:val="00315FA8"/>
    <w:rsid w:val="0031626B"/>
    <w:rsid w:val="003162C6"/>
    <w:rsid w:val="003210D0"/>
    <w:rsid w:val="00321D24"/>
    <w:rsid w:val="003222DB"/>
    <w:rsid w:val="003223E7"/>
    <w:rsid w:val="00322598"/>
    <w:rsid w:val="0032314E"/>
    <w:rsid w:val="00323485"/>
    <w:rsid w:val="00323D0D"/>
    <w:rsid w:val="00324338"/>
    <w:rsid w:val="00324B24"/>
    <w:rsid w:val="00324F88"/>
    <w:rsid w:val="00325282"/>
    <w:rsid w:val="003260BF"/>
    <w:rsid w:val="00326120"/>
    <w:rsid w:val="003265E2"/>
    <w:rsid w:val="00326926"/>
    <w:rsid w:val="00326BE3"/>
    <w:rsid w:val="00326E48"/>
    <w:rsid w:val="00327613"/>
    <w:rsid w:val="00327F5A"/>
    <w:rsid w:val="0033085A"/>
    <w:rsid w:val="00330EC0"/>
    <w:rsid w:val="003314A8"/>
    <w:rsid w:val="0033178F"/>
    <w:rsid w:val="00331F04"/>
    <w:rsid w:val="00332364"/>
    <w:rsid w:val="003327E5"/>
    <w:rsid w:val="00332F98"/>
    <w:rsid w:val="003332A7"/>
    <w:rsid w:val="00333735"/>
    <w:rsid w:val="00333DAB"/>
    <w:rsid w:val="00334141"/>
    <w:rsid w:val="00334540"/>
    <w:rsid w:val="00335B08"/>
    <w:rsid w:val="00336232"/>
    <w:rsid w:val="003368A8"/>
    <w:rsid w:val="00337323"/>
    <w:rsid w:val="00337CA6"/>
    <w:rsid w:val="00340CF1"/>
    <w:rsid w:val="00340FC3"/>
    <w:rsid w:val="0034208A"/>
    <w:rsid w:val="00342A37"/>
    <w:rsid w:val="00342DE9"/>
    <w:rsid w:val="0034399D"/>
    <w:rsid w:val="00343CAF"/>
    <w:rsid w:val="00343F7D"/>
    <w:rsid w:val="00344059"/>
    <w:rsid w:val="00344A81"/>
    <w:rsid w:val="00345F3F"/>
    <w:rsid w:val="0034641A"/>
    <w:rsid w:val="00346DC8"/>
    <w:rsid w:val="00347809"/>
    <w:rsid w:val="00350261"/>
    <w:rsid w:val="0035073B"/>
    <w:rsid w:val="00350A6B"/>
    <w:rsid w:val="00350DFD"/>
    <w:rsid w:val="00351BAC"/>
    <w:rsid w:val="00352198"/>
    <w:rsid w:val="00352B24"/>
    <w:rsid w:val="00352DCC"/>
    <w:rsid w:val="003534BB"/>
    <w:rsid w:val="00353738"/>
    <w:rsid w:val="003537B5"/>
    <w:rsid w:val="003537B7"/>
    <w:rsid w:val="00353F83"/>
    <w:rsid w:val="00354B98"/>
    <w:rsid w:val="00354BB5"/>
    <w:rsid w:val="00355B2B"/>
    <w:rsid w:val="00355E23"/>
    <w:rsid w:val="00355E6E"/>
    <w:rsid w:val="00356894"/>
    <w:rsid w:val="003568B2"/>
    <w:rsid w:val="00356CF2"/>
    <w:rsid w:val="00357D6C"/>
    <w:rsid w:val="00360067"/>
    <w:rsid w:val="003610B8"/>
    <w:rsid w:val="003615B5"/>
    <w:rsid w:val="00361A60"/>
    <w:rsid w:val="003628E4"/>
    <w:rsid w:val="00362946"/>
    <w:rsid w:val="00362D88"/>
    <w:rsid w:val="00363187"/>
    <w:rsid w:val="00363BDC"/>
    <w:rsid w:val="0036435A"/>
    <w:rsid w:val="00364945"/>
    <w:rsid w:val="00364F58"/>
    <w:rsid w:val="0036531B"/>
    <w:rsid w:val="0036532A"/>
    <w:rsid w:val="00365673"/>
    <w:rsid w:val="00365EF5"/>
    <w:rsid w:val="00366393"/>
    <w:rsid w:val="00366AEA"/>
    <w:rsid w:val="00366CD1"/>
    <w:rsid w:val="00366D91"/>
    <w:rsid w:val="00366E3B"/>
    <w:rsid w:val="003673B5"/>
    <w:rsid w:val="00367938"/>
    <w:rsid w:val="003679A7"/>
    <w:rsid w:val="0037027C"/>
    <w:rsid w:val="0037033C"/>
    <w:rsid w:val="0037076C"/>
    <w:rsid w:val="00371242"/>
    <w:rsid w:val="0037131B"/>
    <w:rsid w:val="0037297F"/>
    <w:rsid w:val="00372EBA"/>
    <w:rsid w:val="0037412C"/>
    <w:rsid w:val="003741EC"/>
    <w:rsid w:val="0037509F"/>
    <w:rsid w:val="00375778"/>
    <w:rsid w:val="00375D51"/>
    <w:rsid w:val="00376930"/>
    <w:rsid w:val="00376DC3"/>
    <w:rsid w:val="0038082E"/>
    <w:rsid w:val="00380FA3"/>
    <w:rsid w:val="00381592"/>
    <w:rsid w:val="0038195A"/>
    <w:rsid w:val="00382047"/>
    <w:rsid w:val="0038213C"/>
    <w:rsid w:val="00382FF1"/>
    <w:rsid w:val="0038313A"/>
    <w:rsid w:val="00383E8B"/>
    <w:rsid w:val="00384108"/>
    <w:rsid w:val="003841BD"/>
    <w:rsid w:val="00384340"/>
    <w:rsid w:val="003849AD"/>
    <w:rsid w:val="003852B6"/>
    <w:rsid w:val="00385898"/>
    <w:rsid w:val="00386155"/>
    <w:rsid w:val="00386363"/>
    <w:rsid w:val="003871B2"/>
    <w:rsid w:val="0039006B"/>
    <w:rsid w:val="00391D47"/>
    <w:rsid w:val="00391F7F"/>
    <w:rsid w:val="00392929"/>
    <w:rsid w:val="00394DA6"/>
    <w:rsid w:val="00394E4C"/>
    <w:rsid w:val="00395C4A"/>
    <w:rsid w:val="00396271"/>
    <w:rsid w:val="003964D2"/>
    <w:rsid w:val="0039706C"/>
    <w:rsid w:val="00397F55"/>
    <w:rsid w:val="003A0D9E"/>
    <w:rsid w:val="003A1D27"/>
    <w:rsid w:val="003A1DAE"/>
    <w:rsid w:val="003A29EA"/>
    <w:rsid w:val="003A4274"/>
    <w:rsid w:val="003A4D08"/>
    <w:rsid w:val="003A4E44"/>
    <w:rsid w:val="003A5805"/>
    <w:rsid w:val="003B0614"/>
    <w:rsid w:val="003B0A5C"/>
    <w:rsid w:val="003B12E6"/>
    <w:rsid w:val="003B15CC"/>
    <w:rsid w:val="003B20D7"/>
    <w:rsid w:val="003B2D9A"/>
    <w:rsid w:val="003B41FE"/>
    <w:rsid w:val="003B54D9"/>
    <w:rsid w:val="003B623F"/>
    <w:rsid w:val="003B6C83"/>
    <w:rsid w:val="003B6DC5"/>
    <w:rsid w:val="003B788C"/>
    <w:rsid w:val="003B790A"/>
    <w:rsid w:val="003B7DC6"/>
    <w:rsid w:val="003C09D9"/>
    <w:rsid w:val="003C0E9F"/>
    <w:rsid w:val="003C11C4"/>
    <w:rsid w:val="003C1644"/>
    <w:rsid w:val="003C1FB0"/>
    <w:rsid w:val="003C21E6"/>
    <w:rsid w:val="003C239E"/>
    <w:rsid w:val="003C2721"/>
    <w:rsid w:val="003C294B"/>
    <w:rsid w:val="003C3078"/>
    <w:rsid w:val="003C3743"/>
    <w:rsid w:val="003C386D"/>
    <w:rsid w:val="003C3FF6"/>
    <w:rsid w:val="003C3FFA"/>
    <w:rsid w:val="003C4517"/>
    <w:rsid w:val="003C47AB"/>
    <w:rsid w:val="003C49AA"/>
    <w:rsid w:val="003C59FA"/>
    <w:rsid w:val="003C5C8B"/>
    <w:rsid w:val="003C6225"/>
    <w:rsid w:val="003C69DD"/>
    <w:rsid w:val="003C6CFF"/>
    <w:rsid w:val="003C73DE"/>
    <w:rsid w:val="003D1C25"/>
    <w:rsid w:val="003D1F1C"/>
    <w:rsid w:val="003D2A87"/>
    <w:rsid w:val="003D317C"/>
    <w:rsid w:val="003D31A0"/>
    <w:rsid w:val="003D40CD"/>
    <w:rsid w:val="003D4462"/>
    <w:rsid w:val="003D4714"/>
    <w:rsid w:val="003D4D69"/>
    <w:rsid w:val="003D4EB9"/>
    <w:rsid w:val="003D53E4"/>
    <w:rsid w:val="003D5844"/>
    <w:rsid w:val="003D6352"/>
    <w:rsid w:val="003D637C"/>
    <w:rsid w:val="003D6412"/>
    <w:rsid w:val="003D6BFF"/>
    <w:rsid w:val="003D6D9F"/>
    <w:rsid w:val="003D74AC"/>
    <w:rsid w:val="003D7504"/>
    <w:rsid w:val="003D793A"/>
    <w:rsid w:val="003E0021"/>
    <w:rsid w:val="003E13FC"/>
    <w:rsid w:val="003E23C9"/>
    <w:rsid w:val="003E3DEC"/>
    <w:rsid w:val="003E412D"/>
    <w:rsid w:val="003E45BD"/>
    <w:rsid w:val="003E5199"/>
    <w:rsid w:val="003E552B"/>
    <w:rsid w:val="003E5613"/>
    <w:rsid w:val="003E5750"/>
    <w:rsid w:val="003E5C00"/>
    <w:rsid w:val="003E73F7"/>
    <w:rsid w:val="003F0057"/>
    <w:rsid w:val="003F014F"/>
    <w:rsid w:val="003F0928"/>
    <w:rsid w:val="003F136B"/>
    <w:rsid w:val="003F1CC3"/>
    <w:rsid w:val="003F42C6"/>
    <w:rsid w:val="003F4E3C"/>
    <w:rsid w:val="003F4EE5"/>
    <w:rsid w:val="003F4F24"/>
    <w:rsid w:val="003F51D8"/>
    <w:rsid w:val="003F5545"/>
    <w:rsid w:val="003F5BA1"/>
    <w:rsid w:val="003F5C56"/>
    <w:rsid w:val="003F660D"/>
    <w:rsid w:val="003F6CA3"/>
    <w:rsid w:val="003F6E04"/>
    <w:rsid w:val="003F7026"/>
    <w:rsid w:val="003F736E"/>
    <w:rsid w:val="0040055A"/>
    <w:rsid w:val="00400C71"/>
    <w:rsid w:val="00400D53"/>
    <w:rsid w:val="00401264"/>
    <w:rsid w:val="004013BE"/>
    <w:rsid w:val="004023F7"/>
    <w:rsid w:val="004024BF"/>
    <w:rsid w:val="0040256F"/>
    <w:rsid w:val="00402D31"/>
    <w:rsid w:val="00402E51"/>
    <w:rsid w:val="00402E60"/>
    <w:rsid w:val="00403493"/>
    <w:rsid w:val="00404ACA"/>
    <w:rsid w:val="0040500F"/>
    <w:rsid w:val="004061A5"/>
    <w:rsid w:val="004064FF"/>
    <w:rsid w:val="0040681A"/>
    <w:rsid w:val="00406C33"/>
    <w:rsid w:val="004102A6"/>
    <w:rsid w:val="00410B32"/>
    <w:rsid w:val="00410DA0"/>
    <w:rsid w:val="00410FCC"/>
    <w:rsid w:val="00411556"/>
    <w:rsid w:val="00412CD7"/>
    <w:rsid w:val="00413BC4"/>
    <w:rsid w:val="00414131"/>
    <w:rsid w:val="00415693"/>
    <w:rsid w:val="00415B31"/>
    <w:rsid w:val="00415FDB"/>
    <w:rsid w:val="004161B6"/>
    <w:rsid w:val="0041664A"/>
    <w:rsid w:val="00416AD8"/>
    <w:rsid w:val="00416D4F"/>
    <w:rsid w:val="00420C09"/>
    <w:rsid w:val="00421458"/>
    <w:rsid w:val="0042349E"/>
    <w:rsid w:val="00423606"/>
    <w:rsid w:val="0042361A"/>
    <w:rsid w:val="0042448F"/>
    <w:rsid w:val="00424EB3"/>
    <w:rsid w:val="00424FD0"/>
    <w:rsid w:val="004272E8"/>
    <w:rsid w:val="0042745E"/>
    <w:rsid w:val="00427A34"/>
    <w:rsid w:val="00427B4B"/>
    <w:rsid w:val="00430850"/>
    <w:rsid w:val="00430C5D"/>
    <w:rsid w:val="00430F9C"/>
    <w:rsid w:val="00431AC3"/>
    <w:rsid w:val="00431B59"/>
    <w:rsid w:val="004324AE"/>
    <w:rsid w:val="00432C65"/>
    <w:rsid w:val="00433C80"/>
    <w:rsid w:val="00435C4B"/>
    <w:rsid w:val="00437481"/>
    <w:rsid w:val="00437684"/>
    <w:rsid w:val="00437808"/>
    <w:rsid w:val="00437E89"/>
    <w:rsid w:val="00437FD9"/>
    <w:rsid w:val="004401EF"/>
    <w:rsid w:val="00440B7D"/>
    <w:rsid w:val="00440F4A"/>
    <w:rsid w:val="0044234C"/>
    <w:rsid w:val="004425AC"/>
    <w:rsid w:val="004426BD"/>
    <w:rsid w:val="00442FC6"/>
    <w:rsid w:val="00443A9E"/>
    <w:rsid w:val="00443D87"/>
    <w:rsid w:val="00444188"/>
    <w:rsid w:val="00444C3E"/>
    <w:rsid w:val="004454E4"/>
    <w:rsid w:val="0044575A"/>
    <w:rsid w:val="004459E5"/>
    <w:rsid w:val="004463DA"/>
    <w:rsid w:val="004465F4"/>
    <w:rsid w:val="00446AD4"/>
    <w:rsid w:val="00446D74"/>
    <w:rsid w:val="00447111"/>
    <w:rsid w:val="00447377"/>
    <w:rsid w:val="004500BF"/>
    <w:rsid w:val="00450668"/>
    <w:rsid w:val="00450F15"/>
    <w:rsid w:val="0045104B"/>
    <w:rsid w:val="0045155D"/>
    <w:rsid w:val="00451658"/>
    <w:rsid w:val="004518A9"/>
    <w:rsid w:val="00451932"/>
    <w:rsid w:val="00451982"/>
    <w:rsid w:val="00451AA5"/>
    <w:rsid w:val="00451EDF"/>
    <w:rsid w:val="004520C9"/>
    <w:rsid w:val="004521C3"/>
    <w:rsid w:val="0045223E"/>
    <w:rsid w:val="004524F3"/>
    <w:rsid w:val="00452596"/>
    <w:rsid w:val="00452671"/>
    <w:rsid w:val="00452829"/>
    <w:rsid w:val="00453F73"/>
    <w:rsid w:val="0045565F"/>
    <w:rsid w:val="00455E04"/>
    <w:rsid w:val="00456996"/>
    <w:rsid w:val="004570F5"/>
    <w:rsid w:val="004578F7"/>
    <w:rsid w:val="00457A0E"/>
    <w:rsid w:val="00457B80"/>
    <w:rsid w:val="00457C6C"/>
    <w:rsid w:val="00460D46"/>
    <w:rsid w:val="00460DDE"/>
    <w:rsid w:val="004612FF"/>
    <w:rsid w:val="00461D81"/>
    <w:rsid w:val="004623AA"/>
    <w:rsid w:val="00463248"/>
    <w:rsid w:val="004636B4"/>
    <w:rsid w:val="0046378D"/>
    <w:rsid w:val="00463CA7"/>
    <w:rsid w:val="00463CAB"/>
    <w:rsid w:val="00463E36"/>
    <w:rsid w:val="004640D5"/>
    <w:rsid w:val="004644D8"/>
    <w:rsid w:val="004655D4"/>
    <w:rsid w:val="00465C4F"/>
    <w:rsid w:val="00466174"/>
    <w:rsid w:val="00466378"/>
    <w:rsid w:val="00467188"/>
    <w:rsid w:val="00467208"/>
    <w:rsid w:val="00467FFC"/>
    <w:rsid w:val="00470636"/>
    <w:rsid w:val="00470BBB"/>
    <w:rsid w:val="00470D98"/>
    <w:rsid w:val="00470F37"/>
    <w:rsid w:val="004712A8"/>
    <w:rsid w:val="00471B63"/>
    <w:rsid w:val="00471E8D"/>
    <w:rsid w:val="00472840"/>
    <w:rsid w:val="004728D0"/>
    <w:rsid w:val="00472ABB"/>
    <w:rsid w:val="00472C73"/>
    <w:rsid w:val="00472D80"/>
    <w:rsid w:val="004732C6"/>
    <w:rsid w:val="0047456D"/>
    <w:rsid w:val="00474EFE"/>
    <w:rsid w:val="00475B80"/>
    <w:rsid w:val="00475C5D"/>
    <w:rsid w:val="004762EF"/>
    <w:rsid w:val="00476325"/>
    <w:rsid w:val="004764F9"/>
    <w:rsid w:val="00476BE7"/>
    <w:rsid w:val="004773F5"/>
    <w:rsid w:val="0048003E"/>
    <w:rsid w:val="00480464"/>
    <w:rsid w:val="0048065A"/>
    <w:rsid w:val="00482664"/>
    <w:rsid w:val="004826E8"/>
    <w:rsid w:val="00482784"/>
    <w:rsid w:val="00483EE6"/>
    <w:rsid w:val="00484898"/>
    <w:rsid w:val="00484B7A"/>
    <w:rsid w:val="00484E78"/>
    <w:rsid w:val="00485312"/>
    <w:rsid w:val="004854F7"/>
    <w:rsid w:val="0048600B"/>
    <w:rsid w:val="00486B45"/>
    <w:rsid w:val="00486B6A"/>
    <w:rsid w:val="00486F52"/>
    <w:rsid w:val="004876AA"/>
    <w:rsid w:val="00490B1A"/>
    <w:rsid w:val="00490B3C"/>
    <w:rsid w:val="00490EDC"/>
    <w:rsid w:val="00491A69"/>
    <w:rsid w:val="00491BDA"/>
    <w:rsid w:val="00492206"/>
    <w:rsid w:val="00492272"/>
    <w:rsid w:val="004933C8"/>
    <w:rsid w:val="004937FD"/>
    <w:rsid w:val="00493A5F"/>
    <w:rsid w:val="00495209"/>
    <w:rsid w:val="004955C9"/>
    <w:rsid w:val="0049592D"/>
    <w:rsid w:val="004962D0"/>
    <w:rsid w:val="004969C0"/>
    <w:rsid w:val="004970E6"/>
    <w:rsid w:val="00497A0D"/>
    <w:rsid w:val="004A04CD"/>
    <w:rsid w:val="004A076A"/>
    <w:rsid w:val="004A3CD4"/>
    <w:rsid w:val="004A445F"/>
    <w:rsid w:val="004A468D"/>
    <w:rsid w:val="004A496A"/>
    <w:rsid w:val="004A4A8B"/>
    <w:rsid w:val="004A5265"/>
    <w:rsid w:val="004A5609"/>
    <w:rsid w:val="004A6956"/>
    <w:rsid w:val="004A7153"/>
    <w:rsid w:val="004A7492"/>
    <w:rsid w:val="004A74DD"/>
    <w:rsid w:val="004B0B04"/>
    <w:rsid w:val="004B14A8"/>
    <w:rsid w:val="004B1DDB"/>
    <w:rsid w:val="004B2F09"/>
    <w:rsid w:val="004B34B9"/>
    <w:rsid w:val="004B4B74"/>
    <w:rsid w:val="004B52E8"/>
    <w:rsid w:val="004B553C"/>
    <w:rsid w:val="004C0492"/>
    <w:rsid w:val="004C0F63"/>
    <w:rsid w:val="004C1ABE"/>
    <w:rsid w:val="004C1DDA"/>
    <w:rsid w:val="004C1F49"/>
    <w:rsid w:val="004C3845"/>
    <w:rsid w:val="004C3AE0"/>
    <w:rsid w:val="004C3B19"/>
    <w:rsid w:val="004C4343"/>
    <w:rsid w:val="004C492E"/>
    <w:rsid w:val="004C4FCE"/>
    <w:rsid w:val="004C5932"/>
    <w:rsid w:val="004C5B98"/>
    <w:rsid w:val="004C6421"/>
    <w:rsid w:val="004C7854"/>
    <w:rsid w:val="004D145C"/>
    <w:rsid w:val="004D1E88"/>
    <w:rsid w:val="004D2764"/>
    <w:rsid w:val="004D368F"/>
    <w:rsid w:val="004D37E4"/>
    <w:rsid w:val="004D4268"/>
    <w:rsid w:val="004D494B"/>
    <w:rsid w:val="004D4EB4"/>
    <w:rsid w:val="004D54F4"/>
    <w:rsid w:val="004D58C6"/>
    <w:rsid w:val="004D5D43"/>
    <w:rsid w:val="004D5F9B"/>
    <w:rsid w:val="004D6369"/>
    <w:rsid w:val="004D6849"/>
    <w:rsid w:val="004D6E4E"/>
    <w:rsid w:val="004D78C3"/>
    <w:rsid w:val="004D7975"/>
    <w:rsid w:val="004D7C14"/>
    <w:rsid w:val="004D7FD5"/>
    <w:rsid w:val="004E0626"/>
    <w:rsid w:val="004E0AF3"/>
    <w:rsid w:val="004E12AF"/>
    <w:rsid w:val="004E149C"/>
    <w:rsid w:val="004E193F"/>
    <w:rsid w:val="004E1C17"/>
    <w:rsid w:val="004E1CAC"/>
    <w:rsid w:val="004E1D0E"/>
    <w:rsid w:val="004E2738"/>
    <w:rsid w:val="004E2906"/>
    <w:rsid w:val="004E2DA5"/>
    <w:rsid w:val="004E321C"/>
    <w:rsid w:val="004E35B4"/>
    <w:rsid w:val="004E46ED"/>
    <w:rsid w:val="004E4855"/>
    <w:rsid w:val="004E4ADE"/>
    <w:rsid w:val="004E502D"/>
    <w:rsid w:val="004E56CC"/>
    <w:rsid w:val="004E57A1"/>
    <w:rsid w:val="004E5836"/>
    <w:rsid w:val="004E5A93"/>
    <w:rsid w:val="004E710B"/>
    <w:rsid w:val="004E714E"/>
    <w:rsid w:val="004E7586"/>
    <w:rsid w:val="004E7EB6"/>
    <w:rsid w:val="004E7F01"/>
    <w:rsid w:val="004F02D2"/>
    <w:rsid w:val="004F07CE"/>
    <w:rsid w:val="004F096E"/>
    <w:rsid w:val="004F0A6F"/>
    <w:rsid w:val="004F15B0"/>
    <w:rsid w:val="004F163C"/>
    <w:rsid w:val="004F215A"/>
    <w:rsid w:val="004F2217"/>
    <w:rsid w:val="004F2972"/>
    <w:rsid w:val="004F3080"/>
    <w:rsid w:val="004F32FA"/>
    <w:rsid w:val="004F3E93"/>
    <w:rsid w:val="004F3ED7"/>
    <w:rsid w:val="004F40DA"/>
    <w:rsid w:val="004F43EF"/>
    <w:rsid w:val="004F595B"/>
    <w:rsid w:val="004F5E79"/>
    <w:rsid w:val="004F65D6"/>
    <w:rsid w:val="004F6CC1"/>
    <w:rsid w:val="004F704C"/>
    <w:rsid w:val="004F7249"/>
    <w:rsid w:val="004F734C"/>
    <w:rsid w:val="004F7519"/>
    <w:rsid w:val="004F7803"/>
    <w:rsid w:val="004F78CE"/>
    <w:rsid w:val="00501432"/>
    <w:rsid w:val="00501917"/>
    <w:rsid w:val="005021E8"/>
    <w:rsid w:val="00502407"/>
    <w:rsid w:val="00503007"/>
    <w:rsid w:val="00503A4D"/>
    <w:rsid w:val="00503BBC"/>
    <w:rsid w:val="00503C6E"/>
    <w:rsid w:val="005041FC"/>
    <w:rsid w:val="00504F02"/>
    <w:rsid w:val="00504FB4"/>
    <w:rsid w:val="00505101"/>
    <w:rsid w:val="005055CA"/>
    <w:rsid w:val="00505AB6"/>
    <w:rsid w:val="005064C5"/>
    <w:rsid w:val="00506D39"/>
    <w:rsid w:val="00510107"/>
    <w:rsid w:val="00510A1C"/>
    <w:rsid w:val="00510D39"/>
    <w:rsid w:val="0051110C"/>
    <w:rsid w:val="00511796"/>
    <w:rsid w:val="0051268D"/>
    <w:rsid w:val="00512C75"/>
    <w:rsid w:val="00514176"/>
    <w:rsid w:val="005146AA"/>
    <w:rsid w:val="00514A5F"/>
    <w:rsid w:val="00514B45"/>
    <w:rsid w:val="00514FF6"/>
    <w:rsid w:val="005150DD"/>
    <w:rsid w:val="0051522E"/>
    <w:rsid w:val="005159C5"/>
    <w:rsid w:val="005161DE"/>
    <w:rsid w:val="00516209"/>
    <w:rsid w:val="00516474"/>
    <w:rsid w:val="00517980"/>
    <w:rsid w:val="00520856"/>
    <w:rsid w:val="00520AC9"/>
    <w:rsid w:val="00520E8F"/>
    <w:rsid w:val="0052126F"/>
    <w:rsid w:val="00521380"/>
    <w:rsid w:val="0052161A"/>
    <w:rsid w:val="00521840"/>
    <w:rsid w:val="00521B25"/>
    <w:rsid w:val="00522194"/>
    <w:rsid w:val="005225EA"/>
    <w:rsid w:val="00522FD0"/>
    <w:rsid w:val="00523922"/>
    <w:rsid w:val="00524126"/>
    <w:rsid w:val="00524830"/>
    <w:rsid w:val="00524D7A"/>
    <w:rsid w:val="00525850"/>
    <w:rsid w:val="005260C3"/>
    <w:rsid w:val="005260C4"/>
    <w:rsid w:val="0052665E"/>
    <w:rsid w:val="005267B5"/>
    <w:rsid w:val="00527F01"/>
    <w:rsid w:val="00527F16"/>
    <w:rsid w:val="00530080"/>
    <w:rsid w:val="005300CD"/>
    <w:rsid w:val="00530454"/>
    <w:rsid w:val="00530B8C"/>
    <w:rsid w:val="005310AB"/>
    <w:rsid w:val="00531343"/>
    <w:rsid w:val="00531BE6"/>
    <w:rsid w:val="00531C19"/>
    <w:rsid w:val="00532E3F"/>
    <w:rsid w:val="00532F10"/>
    <w:rsid w:val="005331A3"/>
    <w:rsid w:val="00533D79"/>
    <w:rsid w:val="00533EA0"/>
    <w:rsid w:val="00535051"/>
    <w:rsid w:val="005351D7"/>
    <w:rsid w:val="005361DC"/>
    <w:rsid w:val="00537BD8"/>
    <w:rsid w:val="00537F9D"/>
    <w:rsid w:val="005405E4"/>
    <w:rsid w:val="00540686"/>
    <w:rsid w:val="0054096D"/>
    <w:rsid w:val="00540DEB"/>
    <w:rsid w:val="00541726"/>
    <w:rsid w:val="0054233A"/>
    <w:rsid w:val="00542B5F"/>
    <w:rsid w:val="00542E21"/>
    <w:rsid w:val="00543E5F"/>
    <w:rsid w:val="00544668"/>
    <w:rsid w:val="005448A4"/>
    <w:rsid w:val="00544925"/>
    <w:rsid w:val="005453D0"/>
    <w:rsid w:val="00545D98"/>
    <w:rsid w:val="00545DD5"/>
    <w:rsid w:val="00546086"/>
    <w:rsid w:val="005467AE"/>
    <w:rsid w:val="00547418"/>
    <w:rsid w:val="005478FC"/>
    <w:rsid w:val="00547D5D"/>
    <w:rsid w:val="0055089A"/>
    <w:rsid w:val="00550C16"/>
    <w:rsid w:val="00550D6C"/>
    <w:rsid w:val="00550E12"/>
    <w:rsid w:val="005510B2"/>
    <w:rsid w:val="00551297"/>
    <w:rsid w:val="005513DD"/>
    <w:rsid w:val="005518AB"/>
    <w:rsid w:val="00553CEE"/>
    <w:rsid w:val="00554324"/>
    <w:rsid w:val="0055506A"/>
    <w:rsid w:val="0055528C"/>
    <w:rsid w:val="00555337"/>
    <w:rsid w:val="00555A2C"/>
    <w:rsid w:val="0055602D"/>
    <w:rsid w:val="0055611C"/>
    <w:rsid w:val="00556163"/>
    <w:rsid w:val="00556974"/>
    <w:rsid w:val="005600A9"/>
    <w:rsid w:val="005614D2"/>
    <w:rsid w:val="00561BA8"/>
    <w:rsid w:val="0056288E"/>
    <w:rsid w:val="005629B3"/>
    <w:rsid w:val="005629D0"/>
    <w:rsid w:val="0056339F"/>
    <w:rsid w:val="0056408D"/>
    <w:rsid w:val="0056415D"/>
    <w:rsid w:val="0056471B"/>
    <w:rsid w:val="005657D4"/>
    <w:rsid w:val="00566B37"/>
    <w:rsid w:val="005679E5"/>
    <w:rsid w:val="00567B2E"/>
    <w:rsid w:val="0057009B"/>
    <w:rsid w:val="00570333"/>
    <w:rsid w:val="00570969"/>
    <w:rsid w:val="00570E8F"/>
    <w:rsid w:val="005713BA"/>
    <w:rsid w:val="00571616"/>
    <w:rsid w:val="005723A1"/>
    <w:rsid w:val="00573542"/>
    <w:rsid w:val="00573755"/>
    <w:rsid w:val="00573DCE"/>
    <w:rsid w:val="00574853"/>
    <w:rsid w:val="00574C9A"/>
    <w:rsid w:val="00575226"/>
    <w:rsid w:val="0057564E"/>
    <w:rsid w:val="00575E56"/>
    <w:rsid w:val="00576272"/>
    <w:rsid w:val="00576E4E"/>
    <w:rsid w:val="005776F5"/>
    <w:rsid w:val="0058000D"/>
    <w:rsid w:val="00580143"/>
    <w:rsid w:val="00582623"/>
    <w:rsid w:val="005829EE"/>
    <w:rsid w:val="00583878"/>
    <w:rsid w:val="00583975"/>
    <w:rsid w:val="00584F07"/>
    <w:rsid w:val="00585793"/>
    <w:rsid w:val="00585EB7"/>
    <w:rsid w:val="00586DCD"/>
    <w:rsid w:val="00587A11"/>
    <w:rsid w:val="00590168"/>
    <w:rsid w:val="005918FF"/>
    <w:rsid w:val="00591EB1"/>
    <w:rsid w:val="00593374"/>
    <w:rsid w:val="0059357D"/>
    <w:rsid w:val="00593863"/>
    <w:rsid w:val="00593D32"/>
    <w:rsid w:val="00593DB3"/>
    <w:rsid w:val="005940A4"/>
    <w:rsid w:val="005956BA"/>
    <w:rsid w:val="00595A4B"/>
    <w:rsid w:val="00596345"/>
    <w:rsid w:val="00596A1A"/>
    <w:rsid w:val="005A0055"/>
    <w:rsid w:val="005A0184"/>
    <w:rsid w:val="005A087F"/>
    <w:rsid w:val="005A0C34"/>
    <w:rsid w:val="005A2979"/>
    <w:rsid w:val="005A2CD0"/>
    <w:rsid w:val="005A3FD7"/>
    <w:rsid w:val="005A4BC2"/>
    <w:rsid w:val="005A57BF"/>
    <w:rsid w:val="005A587E"/>
    <w:rsid w:val="005A5CB6"/>
    <w:rsid w:val="005A6149"/>
    <w:rsid w:val="005A6813"/>
    <w:rsid w:val="005A6A9E"/>
    <w:rsid w:val="005A7036"/>
    <w:rsid w:val="005A764A"/>
    <w:rsid w:val="005A79F4"/>
    <w:rsid w:val="005B025E"/>
    <w:rsid w:val="005B0958"/>
    <w:rsid w:val="005B0CC5"/>
    <w:rsid w:val="005B11E5"/>
    <w:rsid w:val="005B173B"/>
    <w:rsid w:val="005B2716"/>
    <w:rsid w:val="005B29A8"/>
    <w:rsid w:val="005B29D5"/>
    <w:rsid w:val="005B389E"/>
    <w:rsid w:val="005B3AA3"/>
    <w:rsid w:val="005B462F"/>
    <w:rsid w:val="005B5630"/>
    <w:rsid w:val="005B56CA"/>
    <w:rsid w:val="005B5912"/>
    <w:rsid w:val="005B5A72"/>
    <w:rsid w:val="005B6BFE"/>
    <w:rsid w:val="005B6CF7"/>
    <w:rsid w:val="005B6F23"/>
    <w:rsid w:val="005B7183"/>
    <w:rsid w:val="005B734F"/>
    <w:rsid w:val="005B770D"/>
    <w:rsid w:val="005C016E"/>
    <w:rsid w:val="005C02B6"/>
    <w:rsid w:val="005C0661"/>
    <w:rsid w:val="005C08B0"/>
    <w:rsid w:val="005C12DE"/>
    <w:rsid w:val="005C1682"/>
    <w:rsid w:val="005C1951"/>
    <w:rsid w:val="005C1DF3"/>
    <w:rsid w:val="005C1EAE"/>
    <w:rsid w:val="005C27E0"/>
    <w:rsid w:val="005C2856"/>
    <w:rsid w:val="005C2B5D"/>
    <w:rsid w:val="005C328D"/>
    <w:rsid w:val="005C3C5C"/>
    <w:rsid w:val="005C6178"/>
    <w:rsid w:val="005C6A11"/>
    <w:rsid w:val="005C6E75"/>
    <w:rsid w:val="005C7128"/>
    <w:rsid w:val="005C7758"/>
    <w:rsid w:val="005C7D90"/>
    <w:rsid w:val="005D040A"/>
    <w:rsid w:val="005D0EB2"/>
    <w:rsid w:val="005D0F7A"/>
    <w:rsid w:val="005D1497"/>
    <w:rsid w:val="005D1505"/>
    <w:rsid w:val="005D1646"/>
    <w:rsid w:val="005D199D"/>
    <w:rsid w:val="005D1DF3"/>
    <w:rsid w:val="005D1F6E"/>
    <w:rsid w:val="005D221E"/>
    <w:rsid w:val="005D22B1"/>
    <w:rsid w:val="005D2AB1"/>
    <w:rsid w:val="005D2E5C"/>
    <w:rsid w:val="005D30CA"/>
    <w:rsid w:val="005D390C"/>
    <w:rsid w:val="005D3D4F"/>
    <w:rsid w:val="005D4389"/>
    <w:rsid w:val="005D4445"/>
    <w:rsid w:val="005D487F"/>
    <w:rsid w:val="005D509E"/>
    <w:rsid w:val="005D55F3"/>
    <w:rsid w:val="005D58B0"/>
    <w:rsid w:val="005D5AA6"/>
    <w:rsid w:val="005D6BCA"/>
    <w:rsid w:val="005D7B3D"/>
    <w:rsid w:val="005E0385"/>
    <w:rsid w:val="005E0BAB"/>
    <w:rsid w:val="005E1728"/>
    <w:rsid w:val="005E1CB0"/>
    <w:rsid w:val="005E2958"/>
    <w:rsid w:val="005E2D5F"/>
    <w:rsid w:val="005E379A"/>
    <w:rsid w:val="005E558B"/>
    <w:rsid w:val="005E56C7"/>
    <w:rsid w:val="005E579E"/>
    <w:rsid w:val="005E5A3E"/>
    <w:rsid w:val="005E6299"/>
    <w:rsid w:val="005E7526"/>
    <w:rsid w:val="005F067E"/>
    <w:rsid w:val="005F20BB"/>
    <w:rsid w:val="005F2775"/>
    <w:rsid w:val="005F3188"/>
    <w:rsid w:val="005F31D7"/>
    <w:rsid w:val="005F3428"/>
    <w:rsid w:val="005F3679"/>
    <w:rsid w:val="005F38BD"/>
    <w:rsid w:val="005F3F52"/>
    <w:rsid w:val="005F4853"/>
    <w:rsid w:val="005F4DF0"/>
    <w:rsid w:val="005F531B"/>
    <w:rsid w:val="005F5A62"/>
    <w:rsid w:val="005F78F5"/>
    <w:rsid w:val="00600933"/>
    <w:rsid w:val="00601136"/>
    <w:rsid w:val="00601891"/>
    <w:rsid w:val="00601FE3"/>
    <w:rsid w:val="00602573"/>
    <w:rsid w:val="00602591"/>
    <w:rsid w:val="006031AA"/>
    <w:rsid w:val="0060353C"/>
    <w:rsid w:val="0060375F"/>
    <w:rsid w:val="00604952"/>
    <w:rsid w:val="006050ED"/>
    <w:rsid w:val="00605121"/>
    <w:rsid w:val="006056D7"/>
    <w:rsid w:val="006062FD"/>
    <w:rsid w:val="006064F8"/>
    <w:rsid w:val="00606558"/>
    <w:rsid w:val="006067FE"/>
    <w:rsid w:val="00606B23"/>
    <w:rsid w:val="00607223"/>
    <w:rsid w:val="0060728E"/>
    <w:rsid w:val="0060767E"/>
    <w:rsid w:val="006076A6"/>
    <w:rsid w:val="006078A1"/>
    <w:rsid w:val="00607AF3"/>
    <w:rsid w:val="00607D27"/>
    <w:rsid w:val="006109D1"/>
    <w:rsid w:val="0061139D"/>
    <w:rsid w:val="00611437"/>
    <w:rsid w:val="006124D2"/>
    <w:rsid w:val="0061262C"/>
    <w:rsid w:val="00612C02"/>
    <w:rsid w:val="00613373"/>
    <w:rsid w:val="006139B0"/>
    <w:rsid w:val="00613B57"/>
    <w:rsid w:val="00613DFA"/>
    <w:rsid w:val="0061474F"/>
    <w:rsid w:val="00614DC0"/>
    <w:rsid w:val="006164B5"/>
    <w:rsid w:val="00616F78"/>
    <w:rsid w:val="006203C2"/>
    <w:rsid w:val="00620646"/>
    <w:rsid w:val="00620C9A"/>
    <w:rsid w:val="00622A09"/>
    <w:rsid w:val="00622A7A"/>
    <w:rsid w:val="00622D13"/>
    <w:rsid w:val="006232C6"/>
    <w:rsid w:val="0062394B"/>
    <w:rsid w:val="00623A15"/>
    <w:rsid w:val="006240BF"/>
    <w:rsid w:val="00624119"/>
    <w:rsid w:val="00624E2F"/>
    <w:rsid w:val="006255BC"/>
    <w:rsid w:val="00625C46"/>
    <w:rsid w:val="00625EA9"/>
    <w:rsid w:val="006265DC"/>
    <w:rsid w:val="006268D8"/>
    <w:rsid w:val="00627118"/>
    <w:rsid w:val="00627444"/>
    <w:rsid w:val="0062794C"/>
    <w:rsid w:val="00627CD4"/>
    <w:rsid w:val="00630494"/>
    <w:rsid w:val="006308A9"/>
    <w:rsid w:val="00630B46"/>
    <w:rsid w:val="00631107"/>
    <w:rsid w:val="0063120A"/>
    <w:rsid w:val="00631972"/>
    <w:rsid w:val="006320C6"/>
    <w:rsid w:val="00632579"/>
    <w:rsid w:val="0063274F"/>
    <w:rsid w:val="00632864"/>
    <w:rsid w:val="00633883"/>
    <w:rsid w:val="0063394B"/>
    <w:rsid w:val="006341D5"/>
    <w:rsid w:val="00634224"/>
    <w:rsid w:val="0063456C"/>
    <w:rsid w:val="00634DC9"/>
    <w:rsid w:val="00635394"/>
    <w:rsid w:val="0063543E"/>
    <w:rsid w:val="00635EE1"/>
    <w:rsid w:val="006363E3"/>
    <w:rsid w:val="0063665B"/>
    <w:rsid w:val="006369D0"/>
    <w:rsid w:val="00636FCD"/>
    <w:rsid w:val="00637D4B"/>
    <w:rsid w:val="00640CB4"/>
    <w:rsid w:val="006418DD"/>
    <w:rsid w:val="00641FCE"/>
    <w:rsid w:val="00642039"/>
    <w:rsid w:val="006421F4"/>
    <w:rsid w:val="00643C8F"/>
    <w:rsid w:val="0064400E"/>
    <w:rsid w:val="00644673"/>
    <w:rsid w:val="00645EAF"/>
    <w:rsid w:val="00646858"/>
    <w:rsid w:val="00646D4C"/>
    <w:rsid w:val="006474EE"/>
    <w:rsid w:val="0065010B"/>
    <w:rsid w:val="00650887"/>
    <w:rsid w:val="006515C0"/>
    <w:rsid w:val="0065167B"/>
    <w:rsid w:val="00651F03"/>
    <w:rsid w:val="00652AF5"/>
    <w:rsid w:val="0065329B"/>
    <w:rsid w:val="006543F4"/>
    <w:rsid w:val="00654618"/>
    <w:rsid w:val="006547DC"/>
    <w:rsid w:val="006557FD"/>
    <w:rsid w:val="0065632B"/>
    <w:rsid w:val="00656464"/>
    <w:rsid w:val="0065651F"/>
    <w:rsid w:val="00656AF9"/>
    <w:rsid w:val="0065750B"/>
    <w:rsid w:val="00657801"/>
    <w:rsid w:val="00657BEE"/>
    <w:rsid w:val="00660A23"/>
    <w:rsid w:val="006610BF"/>
    <w:rsid w:val="0066146B"/>
    <w:rsid w:val="00661855"/>
    <w:rsid w:val="006621BB"/>
    <w:rsid w:val="006622BB"/>
    <w:rsid w:val="00662589"/>
    <w:rsid w:val="00662A2F"/>
    <w:rsid w:val="00663695"/>
    <w:rsid w:val="006639A5"/>
    <w:rsid w:val="00663D2E"/>
    <w:rsid w:val="00663D6C"/>
    <w:rsid w:val="00663F9F"/>
    <w:rsid w:val="00664222"/>
    <w:rsid w:val="0066463B"/>
    <w:rsid w:val="00665212"/>
    <w:rsid w:val="00665827"/>
    <w:rsid w:val="006658BB"/>
    <w:rsid w:val="00665902"/>
    <w:rsid w:val="00665C64"/>
    <w:rsid w:val="00666355"/>
    <w:rsid w:val="006663A0"/>
    <w:rsid w:val="00666BED"/>
    <w:rsid w:val="0066759F"/>
    <w:rsid w:val="00667A7E"/>
    <w:rsid w:val="0067034F"/>
    <w:rsid w:val="00670908"/>
    <w:rsid w:val="00670D54"/>
    <w:rsid w:val="00671093"/>
    <w:rsid w:val="00671132"/>
    <w:rsid w:val="00671982"/>
    <w:rsid w:val="00671A42"/>
    <w:rsid w:val="00671C2A"/>
    <w:rsid w:val="00671DB8"/>
    <w:rsid w:val="00671E32"/>
    <w:rsid w:val="006720AA"/>
    <w:rsid w:val="0067307D"/>
    <w:rsid w:val="00673395"/>
    <w:rsid w:val="006764DC"/>
    <w:rsid w:val="006770BC"/>
    <w:rsid w:val="0067723C"/>
    <w:rsid w:val="0067764C"/>
    <w:rsid w:val="0068094C"/>
    <w:rsid w:val="00680A9D"/>
    <w:rsid w:val="00680F98"/>
    <w:rsid w:val="006812C8"/>
    <w:rsid w:val="0068241B"/>
    <w:rsid w:val="0068276A"/>
    <w:rsid w:val="0068290F"/>
    <w:rsid w:val="00682972"/>
    <w:rsid w:val="00682B05"/>
    <w:rsid w:val="006832DB"/>
    <w:rsid w:val="0068350B"/>
    <w:rsid w:val="00683796"/>
    <w:rsid w:val="00683CC0"/>
    <w:rsid w:val="00683DA4"/>
    <w:rsid w:val="00684071"/>
    <w:rsid w:val="006847A3"/>
    <w:rsid w:val="006863B4"/>
    <w:rsid w:val="0068692D"/>
    <w:rsid w:val="00686E83"/>
    <w:rsid w:val="00686F33"/>
    <w:rsid w:val="00687E2E"/>
    <w:rsid w:val="00687FB7"/>
    <w:rsid w:val="0069099E"/>
    <w:rsid w:val="00690FC4"/>
    <w:rsid w:val="006918EE"/>
    <w:rsid w:val="00691C1B"/>
    <w:rsid w:val="00691F86"/>
    <w:rsid w:val="00692236"/>
    <w:rsid w:val="0069246C"/>
    <w:rsid w:val="0069254F"/>
    <w:rsid w:val="00692777"/>
    <w:rsid w:val="00692A4E"/>
    <w:rsid w:val="006933D5"/>
    <w:rsid w:val="006939D4"/>
    <w:rsid w:val="00694500"/>
    <w:rsid w:val="00694A6E"/>
    <w:rsid w:val="00695581"/>
    <w:rsid w:val="00695AD7"/>
    <w:rsid w:val="00695D92"/>
    <w:rsid w:val="006960E4"/>
    <w:rsid w:val="00696566"/>
    <w:rsid w:val="00696644"/>
    <w:rsid w:val="00696F6D"/>
    <w:rsid w:val="00697978"/>
    <w:rsid w:val="00697F8E"/>
    <w:rsid w:val="006A1026"/>
    <w:rsid w:val="006A16C9"/>
    <w:rsid w:val="006A2096"/>
    <w:rsid w:val="006A2669"/>
    <w:rsid w:val="006A2998"/>
    <w:rsid w:val="006A3554"/>
    <w:rsid w:val="006A3982"/>
    <w:rsid w:val="006A39C9"/>
    <w:rsid w:val="006A3A3D"/>
    <w:rsid w:val="006A3FE5"/>
    <w:rsid w:val="006A4A5E"/>
    <w:rsid w:val="006A4EB2"/>
    <w:rsid w:val="006A5078"/>
    <w:rsid w:val="006A54D3"/>
    <w:rsid w:val="006A5994"/>
    <w:rsid w:val="006A5C98"/>
    <w:rsid w:val="006A60E2"/>
    <w:rsid w:val="006A6CB4"/>
    <w:rsid w:val="006A6CD7"/>
    <w:rsid w:val="006A6EC5"/>
    <w:rsid w:val="006A7F37"/>
    <w:rsid w:val="006B084C"/>
    <w:rsid w:val="006B08EB"/>
    <w:rsid w:val="006B0C6E"/>
    <w:rsid w:val="006B110D"/>
    <w:rsid w:val="006B1128"/>
    <w:rsid w:val="006B3F93"/>
    <w:rsid w:val="006B4641"/>
    <w:rsid w:val="006B5327"/>
    <w:rsid w:val="006B5423"/>
    <w:rsid w:val="006B58F5"/>
    <w:rsid w:val="006B59F5"/>
    <w:rsid w:val="006B5B65"/>
    <w:rsid w:val="006B5C7A"/>
    <w:rsid w:val="006B5CDA"/>
    <w:rsid w:val="006B5FA1"/>
    <w:rsid w:val="006B60EC"/>
    <w:rsid w:val="006B632E"/>
    <w:rsid w:val="006B6438"/>
    <w:rsid w:val="006B680B"/>
    <w:rsid w:val="006B6B39"/>
    <w:rsid w:val="006B7441"/>
    <w:rsid w:val="006B7E82"/>
    <w:rsid w:val="006C0465"/>
    <w:rsid w:val="006C0D90"/>
    <w:rsid w:val="006C11B8"/>
    <w:rsid w:val="006C1BC8"/>
    <w:rsid w:val="006C1F10"/>
    <w:rsid w:val="006C2368"/>
    <w:rsid w:val="006C279A"/>
    <w:rsid w:val="006C27C5"/>
    <w:rsid w:val="006C2934"/>
    <w:rsid w:val="006C3118"/>
    <w:rsid w:val="006C3151"/>
    <w:rsid w:val="006C35BF"/>
    <w:rsid w:val="006C41F3"/>
    <w:rsid w:val="006C4B3E"/>
    <w:rsid w:val="006C5309"/>
    <w:rsid w:val="006C5475"/>
    <w:rsid w:val="006C5A0E"/>
    <w:rsid w:val="006C5EA3"/>
    <w:rsid w:val="006C6389"/>
    <w:rsid w:val="006C656E"/>
    <w:rsid w:val="006C657C"/>
    <w:rsid w:val="006C6AC1"/>
    <w:rsid w:val="006C6AC4"/>
    <w:rsid w:val="006C7342"/>
    <w:rsid w:val="006C7808"/>
    <w:rsid w:val="006C7FED"/>
    <w:rsid w:val="006D0722"/>
    <w:rsid w:val="006D1BA6"/>
    <w:rsid w:val="006D21DA"/>
    <w:rsid w:val="006D2EC2"/>
    <w:rsid w:val="006D31FE"/>
    <w:rsid w:val="006D37C2"/>
    <w:rsid w:val="006D3B0A"/>
    <w:rsid w:val="006D41C9"/>
    <w:rsid w:val="006D4359"/>
    <w:rsid w:val="006D4C36"/>
    <w:rsid w:val="006D4F71"/>
    <w:rsid w:val="006D6242"/>
    <w:rsid w:val="006D662E"/>
    <w:rsid w:val="006E0861"/>
    <w:rsid w:val="006E17B9"/>
    <w:rsid w:val="006E2ECE"/>
    <w:rsid w:val="006E307D"/>
    <w:rsid w:val="006E34CA"/>
    <w:rsid w:val="006E353B"/>
    <w:rsid w:val="006E3C21"/>
    <w:rsid w:val="006E3C4E"/>
    <w:rsid w:val="006E3C98"/>
    <w:rsid w:val="006E3F33"/>
    <w:rsid w:val="006E53CF"/>
    <w:rsid w:val="006E5754"/>
    <w:rsid w:val="006E6D75"/>
    <w:rsid w:val="006E7252"/>
    <w:rsid w:val="006E7C9A"/>
    <w:rsid w:val="006F111D"/>
    <w:rsid w:val="006F143E"/>
    <w:rsid w:val="006F14CB"/>
    <w:rsid w:val="006F1531"/>
    <w:rsid w:val="006F1C5C"/>
    <w:rsid w:val="006F1D59"/>
    <w:rsid w:val="006F351D"/>
    <w:rsid w:val="006F3C80"/>
    <w:rsid w:val="006F4147"/>
    <w:rsid w:val="006F4946"/>
    <w:rsid w:val="006F4B77"/>
    <w:rsid w:val="006F52B1"/>
    <w:rsid w:val="006F53C1"/>
    <w:rsid w:val="006F565A"/>
    <w:rsid w:val="006F588A"/>
    <w:rsid w:val="006F674C"/>
    <w:rsid w:val="006F6EDE"/>
    <w:rsid w:val="006F7183"/>
    <w:rsid w:val="006F7EE7"/>
    <w:rsid w:val="007003DA"/>
    <w:rsid w:val="00700AED"/>
    <w:rsid w:val="00700B0A"/>
    <w:rsid w:val="00700C32"/>
    <w:rsid w:val="0070152E"/>
    <w:rsid w:val="00701848"/>
    <w:rsid w:val="00702E90"/>
    <w:rsid w:val="00703007"/>
    <w:rsid w:val="0070310E"/>
    <w:rsid w:val="0070387E"/>
    <w:rsid w:val="0070399F"/>
    <w:rsid w:val="00705102"/>
    <w:rsid w:val="00705122"/>
    <w:rsid w:val="0070613F"/>
    <w:rsid w:val="0070617A"/>
    <w:rsid w:val="00706339"/>
    <w:rsid w:val="00706934"/>
    <w:rsid w:val="00706CD7"/>
    <w:rsid w:val="00707D3E"/>
    <w:rsid w:val="0071000B"/>
    <w:rsid w:val="0071037A"/>
    <w:rsid w:val="00710895"/>
    <w:rsid w:val="007109D4"/>
    <w:rsid w:val="00711CDC"/>
    <w:rsid w:val="007123BF"/>
    <w:rsid w:val="0071277E"/>
    <w:rsid w:val="007132A0"/>
    <w:rsid w:val="00713610"/>
    <w:rsid w:val="007138C7"/>
    <w:rsid w:val="00713AD4"/>
    <w:rsid w:val="00714426"/>
    <w:rsid w:val="00714644"/>
    <w:rsid w:val="0071477A"/>
    <w:rsid w:val="00714A27"/>
    <w:rsid w:val="00714F21"/>
    <w:rsid w:val="007151E7"/>
    <w:rsid w:val="007152A7"/>
    <w:rsid w:val="00715A1E"/>
    <w:rsid w:val="00715A4D"/>
    <w:rsid w:val="00717881"/>
    <w:rsid w:val="0071794E"/>
    <w:rsid w:val="00720E4A"/>
    <w:rsid w:val="00720E9E"/>
    <w:rsid w:val="0072188F"/>
    <w:rsid w:val="00723787"/>
    <w:rsid w:val="007252BB"/>
    <w:rsid w:val="007252DA"/>
    <w:rsid w:val="00725A71"/>
    <w:rsid w:val="0072768B"/>
    <w:rsid w:val="00731367"/>
    <w:rsid w:val="007314E0"/>
    <w:rsid w:val="0073151C"/>
    <w:rsid w:val="00731FC4"/>
    <w:rsid w:val="007327EC"/>
    <w:rsid w:val="0073298A"/>
    <w:rsid w:val="00732B42"/>
    <w:rsid w:val="00733B95"/>
    <w:rsid w:val="00734713"/>
    <w:rsid w:val="0073544B"/>
    <w:rsid w:val="007354D0"/>
    <w:rsid w:val="00735B05"/>
    <w:rsid w:val="00736786"/>
    <w:rsid w:val="00736CDB"/>
    <w:rsid w:val="007370FE"/>
    <w:rsid w:val="00737833"/>
    <w:rsid w:val="007400E6"/>
    <w:rsid w:val="0074022E"/>
    <w:rsid w:val="00741251"/>
    <w:rsid w:val="00741325"/>
    <w:rsid w:val="007417AD"/>
    <w:rsid w:val="00741B3E"/>
    <w:rsid w:val="00741DA4"/>
    <w:rsid w:val="00742835"/>
    <w:rsid w:val="00742A87"/>
    <w:rsid w:val="00742B95"/>
    <w:rsid w:val="00742F4A"/>
    <w:rsid w:val="00743138"/>
    <w:rsid w:val="00743798"/>
    <w:rsid w:val="00743E2C"/>
    <w:rsid w:val="00743EE9"/>
    <w:rsid w:val="00744788"/>
    <w:rsid w:val="007451FD"/>
    <w:rsid w:val="00745B59"/>
    <w:rsid w:val="00745BA8"/>
    <w:rsid w:val="007460F8"/>
    <w:rsid w:val="0075097E"/>
    <w:rsid w:val="00750A7E"/>
    <w:rsid w:val="0075194D"/>
    <w:rsid w:val="007519BD"/>
    <w:rsid w:val="00751E68"/>
    <w:rsid w:val="00752852"/>
    <w:rsid w:val="007534D8"/>
    <w:rsid w:val="007541B1"/>
    <w:rsid w:val="00754A40"/>
    <w:rsid w:val="00754DA7"/>
    <w:rsid w:val="0075515D"/>
    <w:rsid w:val="0075517E"/>
    <w:rsid w:val="0075528B"/>
    <w:rsid w:val="0075552B"/>
    <w:rsid w:val="00756018"/>
    <w:rsid w:val="0075614D"/>
    <w:rsid w:val="00756622"/>
    <w:rsid w:val="00756633"/>
    <w:rsid w:val="0075689B"/>
    <w:rsid w:val="0076070F"/>
    <w:rsid w:val="007614F3"/>
    <w:rsid w:val="00761D99"/>
    <w:rsid w:val="0076236D"/>
    <w:rsid w:val="00762393"/>
    <w:rsid w:val="007624A2"/>
    <w:rsid w:val="00762B98"/>
    <w:rsid w:val="00762F50"/>
    <w:rsid w:val="007633C2"/>
    <w:rsid w:val="00763852"/>
    <w:rsid w:val="00763ABD"/>
    <w:rsid w:val="00764041"/>
    <w:rsid w:val="0076447B"/>
    <w:rsid w:val="00765542"/>
    <w:rsid w:val="007658B4"/>
    <w:rsid w:val="00767E4B"/>
    <w:rsid w:val="00770215"/>
    <w:rsid w:val="00770FFC"/>
    <w:rsid w:val="00771147"/>
    <w:rsid w:val="007716F5"/>
    <w:rsid w:val="007720A7"/>
    <w:rsid w:val="007721C2"/>
    <w:rsid w:val="00772398"/>
    <w:rsid w:val="00772554"/>
    <w:rsid w:val="007745AC"/>
    <w:rsid w:val="007753A8"/>
    <w:rsid w:val="007764D5"/>
    <w:rsid w:val="00776815"/>
    <w:rsid w:val="00776CD2"/>
    <w:rsid w:val="00777A70"/>
    <w:rsid w:val="00777A74"/>
    <w:rsid w:val="00780831"/>
    <w:rsid w:val="00781B95"/>
    <w:rsid w:val="007822D1"/>
    <w:rsid w:val="007828DA"/>
    <w:rsid w:val="00782C6A"/>
    <w:rsid w:val="00784467"/>
    <w:rsid w:val="00784BD4"/>
    <w:rsid w:val="00785468"/>
    <w:rsid w:val="00785A50"/>
    <w:rsid w:val="007865C9"/>
    <w:rsid w:val="007866A9"/>
    <w:rsid w:val="00786DAD"/>
    <w:rsid w:val="007877AC"/>
    <w:rsid w:val="00790E7B"/>
    <w:rsid w:val="00791025"/>
    <w:rsid w:val="0079192D"/>
    <w:rsid w:val="00791B02"/>
    <w:rsid w:val="0079370D"/>
    <w:rsid w:val="00793C36"/>
    <w:rsid w:val="00794896"/>
    <w:rsid w:val="00794CF1"/>
    <w:rsid w:val="007958ED"/>
    <w:rsid w:val="00795FB2"/>
    <w:rsid w:val="007962BE"/>
    <w:rsid w:val="007964D9"/>
    <w:rsid w:val="00796E7C"/>
    <w:rsid w:val="00796F33"/>
    <w:rsid w:val="00797149"/>
    <w:rsid w:val="007973EF"/>
    <w:rsid w:val="0079788E"/>
    <w:rsid w:val="00797EE8"/>
    <w:rsid w:val="007A02CE"/>
    <w:rsid w:val="007A06C6"/>
    <w:rsid w:val="007A0CDE"/>
    <w:rsid w:val="007A1C79"/>
    <w:rsid w:val="007A2221"/>
    <w:rsid w:val="007A2483"/>
    <w:rsid w:val="007A2DE9"/>
    <w:rsid w:val="007A3087"/>
    <w:rsid w:val="007A348F"/>
    <w:rsid w:val="007A405E"/>
    <w:rsid w:val="007A4208"/>
    <w:rsid w:val="007A4BFB"/>
    <w:rsid w:val="007A4E34"/>
    <w:rsid w:val="007A4F8F"/>
    <w:rsid w:val="007A527B"/>
    <w:rsid w:val="007A58A6"/>
    <w:rsid w:val="007A5934"/>
    <w:rsid w:val="007A61CB"/>
    <w:rsid w:val="007A62E3"/>
    <w:rsid w:val="007A64AB"/>
    <w:rsid w:val="007A6B3C"/>
    <w:rsid w:val="007A7241"/>
    <w:rsid w:val="007A733F"/>
    <w:rsid w:val="007A7364"/>
    <w:rsid w:val="007A7A4F"/>
    <w:rsid w:val="007B1150"/>
    <w:rsid w:val="007B16DD"/>
    <w:rsid w:val="007B20A9"/>
    <w:rsid w:val="007B26B9"/>
    <w:rsid w:val="007B385B"/>
    <w:rsid w:val="007B3F41"/>
    <w:rsid w:val="007B4017"/>
    <w:rsid w:val="007B49F3"/>
    <w:rsid w:val="007B5CCC"/>
    <w:rsid w:val="007B6138"/>
    <w:rsid w:val="007B67B5"/>
    <w:rsid w:val="007B6D38"/>
    <w:rsid w:val="007B6D41"/>
    <w:rsid w:val="007B6E26"/>
    <w:rsid w:val="007B7647"/>
    <w:rsid w:val="007B7B91"/>
    <w:rsid w:val="007C019B"/>
    <w:rsid w:val="007C0845"/>
    <w:rsid w:val="007C0988"/>
    <w:rsid w:val="007C0BFC"/>
    <w:rsid w:val="007C1464"/>
    <w:rsid w:val="007C15A0"/>
    <w:rsid w:val="007C214C"/>
    <w:rsid w:val="007C3202"/>
    <w:rsid w:val="007C3709"/>
    <w:rsid w:val="007C3F5F"/>
    <w:rsid w:val="007C4A2A"/>
    <w:rsid w:val="007C4B54"/>
    <w:rsid w:val="007C5BBC"/>
    <w:rsid w:val="007C62B1"/>
    <w:rsid w:val="007C6BB6"/>
    <w:rsid w:val="007C6EB2"/>
    <w:rsid w:val="007C7659"/>
    <w:rsid w:val="007C7AD9"/>
    <w:rsid w:val="007C7B56"/>
    <w:rsid w:val="007D0383"/>
    <w:rsid w:val="007D03E9"/>
    <w:rsid w:val="007D169D"/>
    <w:rsid w:val="007D1911"/>
    <w:rsid w:val="007D1B78"/>
    <w:rsid w:val="007D21BD"/>
    <w:rsid w:val="007D24A5"/>
    <w:rsid w:val="007D296C"/>
    <w:rsid w:val="007D2B49"/>
    <w:rsid w:val="007D3666"/>
    <w:rsid w:val="007D3690"/>
    <w:rsid w:val="007D37E5"/>
    <w:rsid w:val="007D38A0"/>
    <w:rsid w:val="007D40C8"/>
    <w:rsid w:val="007D4511"/>
    <w:rsid w:val="007D4B00"/>
    <w:rsid w:val="007D4C13"/>
    <w:rsid w:val="007D53D9"/>
    <w:rsid w:val="007D6A95"/>
    <w:rsid w:val="007E1C40"/>
    <w:rsid w:val="007E2A2D"/>
    <w:rsid w:val="007E6447"/>
    <w:rsid w:val="007E707C"/>
    <w:rsid w:val="007E762D"/>
    <w:rsid w:val="007E7DC2"/>
    <w:rsid w:val="007F0141"/>
    <w:rsid w:val="007F07C5"/>
    <w:rsid w:val="007F09E4"/>
    <w:rsid w:val="007F11A9"/>
    <w:rsid w:val="007F1B01"/>
    <w:rsid w:val="007F1B45"/>
    <w:rsid w:val="007F296A"/>
    <w:rsid w:val="007F3780"/>
    <w:rsid w:val="007F394B"/>
    <w:rsid w:val="007F3AA1"/>
    <w:rsid w:val="007F4348"/>
    <w:rsid w:val="007F4554"/>
    <w:rsid w:val="007F4827"/>
    <w:rsid w:val="007F516B"/>
    <w:rsid w:val="007F5DFB"/>
    <w:rsid w:val="007F6051"/>
    <w:rsid w:val="007F65C6"/>
    <w:rsid w:val="007F6819"/>
    <w:rsid w:val="007F6894"/>
    <w:rsid w:val="007F731C"/>
    <w:rsid w:val="007F7ADD"/>
    <w:rsid w:val="007F7F59"/>
    <w:rsid w:val="008002EE"/>
    <w:rsid w:val="00800FA9"/>
    <w:rsid w:val="0080102D"/>
    <w:rsid w:val="008011F5"/>
    <w:rsid w:val="00802098"/>
    <w:rsid w:val="00802348"/>
    <w:rsid w:val="008027E2"/>
    <w:rsid w:val="00803056"/>
    <w:rsid w:val="008034FE"/>
    <w:rsid w:val="00803907"/>
    <w:rsid w:val="00803D18"/>
    <w:rsid w:val="008045DB"/>
    <w:rsid w:val="00804E14"/>
    <w:rsid w:val="0080643B"/>
    <w:rsid w:val="008066FD"/>
    <w:rsid w:val="00807E7D"/>
    <w:rsid w:val="0081044F"/>
    <w:rsid w:val="00810600"/>
    <w:rsid w:val="00810B11"/>
    <w:rsid w:val="00811F43"/>
    <w:rsid w:val="00811F56"/>
    <w:rsid w:val="00815A64"/>
    <w:rsid w:val="00815DDE"/>
    <w:rsid w:val="0081645A"/>
    <w:rsid w:val="008166F0"/>
    <w:rsid w:val="0081684B"/>
    <w:rsid w:val="00816B9E"/>
    <w:rsid w:val="0081739E"/>
    <w:rsid w:val="0081740A"/>
    <w:rsid w:val="00817636"/>
    <w:rsid w:val="00817F54"/>
    <w:rsid w:val="008201A3"/>
    <w:rsid w:val="008203F4"/>
    <w:rsid w:val="00820936"/>
    <w:rsid w:val="008217B4"/>
    <w:rsid w:val="00821A18"/>
    <w:rsid w:val="00821BD1"/>
    <w:rsid w:val="00821DD3"/>
    <w:rsid w:val="0082201D"/>
    <w:rsid w:val="008222EC"/>
    <w:rsid w:val="008223BC"/>
    <w:rsid w:val="00822C89"/>
    <w:rsid w:val="00823225"/>
    <w:rsid w:val="00823993"/>
    <w:rsid w:val="008241E5"/>
    <w:rsid w:val="00824EB2"/>
    <w:rsid w:val="008251EA"/>
    <w:rsid w:val="00825270"/>
    <w:rsid w:val="008254CA"/>
    <w:rsid w:val="00825524"/>
    <w:rsid w:val="008255FB"/>
    <w:rsid w:val="00825E35"/>
    <w:rsid w:val="0082627F"/>
    <w:rsid w:val="00826A37"/>
    <w:rsid w:val="00826FA8"/>
    <w:rsid w:val="008303C9"/>
    <w:rsid w:val="008304BC"/>
    <w:rsid w:val="0083085C"/>
    <w:rsid w:val="00830E03"/>
    <w:rsid w:val="00830EB5"/>
    <w:rsid w:val="00831320"/>
    <w:rsid w:val="008314B2"/>
    <w:rsid w:val="008319F6"/>
    <w:rsid w:val="00831A71"/>
    <w:rsid w:val="00831EDA"/>
    <w:rsid w:val="0083208C"/>
    <w:rsid w:val="00832638"/>
    <w:rsid w:val="00832826"/>
    <w:rsid w:val="008339D8"/>
    <w:rsid w:val="00833A66"/>
    <w:rsid w:val="00833BBF"/>
    <w:rsid w:val="0083492F"/>
    <w:rsid w:val="00834BE0"/>
    <w:rsid w:val="00835AC1"/>
    <w:rsid w:val="00835E85"/>
    <w:rsid w:val="00836373"/>
    <w:rsid w:val="00836572"/>
    <w:rsid w:val="00836694"/>
    <w:rsid w:val="00837174"/>
    <w:rsid w:val="008402D5"/>
    <w:rsid w:val="008403BD"/>
    <w:rsid w:val="00841531"/>
    <w:rsid w:val="00841A8C"/>
    <w:rsid w:val="00842162"/>
    <w:rsid w:val="00844424"/>
    <w:rsid w:val="00844572"/>
    <w:rsid w:val="00844901"/>
    <w:rsid w:val="00844C7C"/>
    <w:rsid w:val="00845202"/>
    <w:rsid w:val="0084544F"/>
    <w:rsid w:val="008468C0"/>
    <w:rsid w:val="00846952"/>
    <w:rsid w:val="00846D0E"/>
    <w:rsid w:val="008478E2"/>
    <w:rsid w:val="00847C36"/>
    <w:rsid w:val="00850C24"/>
    <w:rsid w:val="0085144A"/>
    <w:rsid w:val="008514CF"/>
    <w:rsid w:val="00851904"/>
    <w:rsid w:val="00852324"/>
    <w:rsid w:val="00852512"/>
    <w:rsid w:val="00852682"/>
    <w:rsid w:val="00852F08"/>
    <w:rsid w:val="008546C7"/>
    <w:rsid w:val="00854710"/>
    <w:rsid w:val="00855FDB"/>
    <w:rsid w:val="0085613A"/>
    <w:rsid w:val="00856F59"/>
    <w:rsid w:val="008577E4"/>
    <w:rsid w:val="00857A0B"/>
    <w:rsid w:val="00857E10"/>
    <w:rsid w:val="008610A1"/>
    <w:rsid w:val="008611F8"/>
    <w:rsid w:val="0086128E"/>
    <w:rsid w:val="008618AD"/>
    <w:rsid w:val="00862205"/>
    <w:rsid w:val="00862399"/>
    <w:rsid w:val="00862435"/>
    <w:rsid w:val="00863503"/>
    <w:rsid w:val="00863A63"/>
    <w:rsid w:val="008650AE"/>
    <w:rsid w:val="0086522E"/>
    <w:rsid w:val="008653FF"/>
    <w:rsid w:val="00866521"/>
    <w:rsid w:val="00866FA7"/>
    <w:rsid w:val="00867496"/>
    <w:rsid w:val="00867A1E"/>
    <w:rsid w:val="00867C8F"/>
    <w:rsid w:val="00872528"/>
    <w:rsid w:val="00872698"/>
    <w:rsid w:val="008727EC"/>
    <w:rsid w:val="00874575"/>
    <w:rsid w:val="00874BD3"/>
    <w:rsid w:val="0087565C"/>
    <w:rsid w:val="00875DD9"/>
    <w:rsid w:val="00875E9C"/>
    <w:rsid w:val="008770DE"/>
    <w:rsid w:val="00877A7C"/>
    <w:rsid w:val="00877E70"/>
    <w:rsid w:val="00880472"/>
    <w:rsid w:val="00880AC7"/>
    <w:rsid w:val="00882152"/>
    <w:rsid w:val="008821ED"/>
    <w:rsid w:val="008823FD"/>
    <w:rsid w:val="00882537"/>
    <w:rsid w:val="00882BA9"/>
    <w:rsid w:val="00882D71"/>
    <w:rsid w:val="00882FEA"/>
    <w:rsid w:val="008839DD"/>
    <w:rsid w:val="008843A5"/>
    <w:rsid w:val="00884771"/>
    <w:rsid w:val="00884A2E"/>
    <w:rsid w:val="00885826"/>
    <w:rsid w:val="00885F2D"/>
    <w:rsid w:val="008878F9"/>
    <w:rsid w:val="00887F74"/>
    <w:rsid w:val="00890B13"/>
    <w:rsid w:val="008918FF"/>
    <w:rsid w:val="00892A42"/>
    <w:rsid w:val="0089330D"/>
    <w:rsid w:val="008938F5"/>
    <w:rsid w:val="008949C3"/>
    <w:rsid w:val="00894C9A"/>
    <w:rsid w:val="00894E2A"/>
    <w:rsid w:val="00895140"/>
    <w:rsid w:val="00895DBC"/>
    <w:rsid w:val="0089671D"/>
    <w:rsid w:val="008977FD"/>
    <w:rsid w:val="008A1153"/>
    <w:rsid w:val="008A122C"/>
    <w:rsid w:val="008A19E0"/>
    <w:rsid w:val="008A21AC"/>
    <w:rsid w:val="008A2226"/>
    <w:rsid w:val="008A39D8"/>
    <w:rsid w:val="008A3FA0"/>
    <w:rsid w:val="008A41DB"/>
    <w:rsid w:val="008A46FF"/>
    <w:rsid w:val="008A48A1"/>
    <w:rsid w:val="008A5037"/>
    <w:rsid w:val="008A5BEA"/>
    <w:rsid w:val="008A5C28"/>
    <w:rsid w:val="008A6412"/>
    <w:rsid w:val="008A7FEF"/>
    <w:rsid w:val="008B044B"/>
    <w:rsid w:val="008B1D6E"/>
    <w:rsid w:val="008B2213"/>
    <w:rsid w:val="008B24DD"/>
    <w:rsid w:val="008B36B2"/>
    <w:rsid w:val="008B3BBC"/>
    <w:rsid w:val="008B5FE6"/>
    <w:rsid w:val="008B7628"/>
    <w:rsid w:val="008B7940"/>
    <w:rsid w:val="008B7A44"/>
    <w:rsid w:val="008B7E62"/>
    <w:rsid w:val="008C0977"/>
    <w:rsid w:val="008C0BA3"/>
    <w:rsid w:val="008C0BB2"/>
    <w:rsid w:val="008C0CA4"/>
    <w:rsid w:val="008C0ED2"/>
    <w:rsid w:val="008C21C9"/>
    <w:rsid w:val="008C285C"/>
    <w:rsid w:val="008C2B2E"/>
    <w:rsid w:val="008C300A"/>
    <w:rsid w:val="008C304C"/>
    <w:rsid w:val="008C37A2"/>
    <w:rsid w:val="008C3EB8"/>
    <w:rsid w:val="008C460F"/>
    <w:rsid w:val="008C4AEC"/>
    <w:rsid w:val="008C53E5"/>
    <w:rsid w:val="008C5756"/>
    <w:rsid w:val="008C5CFA"/>
    <w:rsid w:val="008C632B"/>
    <w:rsid w:val="008C63B8"/>
    <w:rsid w:val="008C6409"/>
    <w:rsid w:val="008C69CF"/>
    <w:rsid w:val="008C7239"/>
    <w:rsid w:val="008C7FC1"/>
    <w:rsid w:val="008D0224"/>
    <w:rsid w:val="008D0A34"/>
    <w:rsid w:val="008D1024"/>
    <w:rsid w:val="008D136A"/>
    <w:rsid w:val="008D1D7B"/>
    <w:rsid w:val="008D2519"/>
    <w:rsid w:val="008D2AC7"/>
    <w:rsid w:val="008D2B6D"/>
    <w:rsid w:val="008D34B2"/>
    <w:rsid w:val="008D3B00"/>
    <w:rsid w:val="008D3B75"/>
    <w:rsid w:val="008D3B85"/>
    <w:rsid w:val="008D3BDC"/>
    <w:rsid w:val="008D3EAA"/>
    <w:rsid w:val="008D453A"/>
    <w:rsid w:val="008D5285"/>
    <w:rsid w:val="008D5652"/>
    <w:rsid w:val="008D5977"/>
    <w:rsid w:val="008D5E71"/>
    <w:rsid w:val="008D609D"/>
    <w:rsid w:val="008D68C0"/>
    <w:rsid w:val="008D6AE2"/>
    <w:rsid w:val="008D7917"/>
    <w:rsid w:val="008D7BA8"/>
    <w:rsid w:val="008E0309"/>
    <w:rsid w:val="008E0334"/>
    <w:rsid w:val="008E06B3"/>
    <w:rsid w:val="008E1299"/>
    <w:rsid w:val="008E1CBC"/>
    <w:rsid w:val="008E24E1"/>
    <w:rsid w:val="008E252A"/>
    <w:rsid w:val="008E2BB7"/>
    <w:rsid w:val="008E3043"/>
    <w:rsid w:val="008E35AC"/>
    <w:rsid w:val="008E3B5B"/>
    <w:rsid w:val="008E4ECD"/>
    <w:rsid w:val="008E523A"/>
    <w:rsid w:val="008E5512"/>
    <w:rsid w:val="008E5E30"/>
    <w:rsid w:val="008E5F07"/>
    <w:rsid w:val="008E5F69"/>
    <w:rsid w:val="008E6963"/>
    <w:rsid w:val="008E6C94"/>
    <w:rsid w:val="008E7357"/>
    <w:rsid w:val="008E79FE"/>
    <w:rsid w:val="008F0811"/>
    <w:rsid w:val="008F09B7"/>
    <w:rsid w:val="008F12C2"/>
    <w:rsid w:val="008F1361"/>
    <w:rsid w:val="008F1BD0"/>
    <w:rsid w:val="008F2774"/>
    <w:rsid w:val="008F2F22"/>
    <w:rsid w:val="008F347B"/>
    <w:rsid w:val="008F3972"/>
    <w:rsid w:val="008F45CD"/>
    <w:rsid w:val="008F46F9"/>
    <w:rsid w:val="008F489F"/>
    <w:rsid w:val="008F52A7"/>
    <w:rsid w:val="008F55BE"/>
    <w:rsid w:val="008F5983"/>
    <w:rsid w:val="008F5AED"/>
    <w:rsid w:val="008F5F6A"/>
    <w:rsid w:val="008F6C11"/>
    <w:rsid w:val="008F748A"/>
    <w:rsid w:val="008F7DED"/>
    <w:rsid w:val="009008AD"/>
    <w:rsid w:val="00900B8A"/>
    <w:rsid w:val="00900DC6"/>
    <w:rsid w:val="00900F98"/>
    <w:rsid w:val="0090133A"/>
    <w:rsid w:val="00901D32"/>
    <w:rsid w:val="0090208E"/>
    <w:rsid w:val="00902118"/>
    <w:rsid w:val="00902AB2"/>
    <w:rsid w:val="00902AD4"/>
    <w:rsid w:val="00902BDD"/>
    <w:rsid w:val="009034B5"/>
    <w:rsid w:val="009041BB"/>
    <w:rsid w:val="00904721"/>
    <w:rsid w:val="00904DF9"/>
    <w:rsid w:val="00904E5C"/>
    <w:rsid w:val="009051F0"/>
    <w:rsid w:val="0090554A"/>
    <w:rsid w:val="00905646"/>
    <w:rsid w:val="00905B22"/>
    <w:rsid w:val="00905DF3"/>
    <w:rsid w:val="009068D4"/>
    <w:rsid w:val="009078DD"/>
    <w:rsid w:val="00907B0B"/>
    <w:rsid w:val="00910208"/>
    <w:rsid w:val="00910D64"/>
    <w:rsid w:val="00911F44"/>
    <w:rsid w:val="0091253E"/>
    <w:rsid w:val="009125B9"/>
    <w:rsid w:val="009127C5"/>
    <w:rsid w:val="0091372D"/>
    <w:rsid w:val="00913AAA"/>
    <w:rsid w:val="009146BF"/>
    <w:rsid w:val="00914FE8"/>
    <w:rsid w:val="00915676"/>
    <w:rsid w:val="009157EA"/>
    <w:rsid w:val="00915A60"/>
    <w:rsid w:val="00915B15"/>
    <w:rsid w:val="00915B72"/>
    <w:rsid w:val="00915D82"/>
    <w:rsid w:val="00916315"/>
    <w:rsid w:val="00916664"/>
    <w:rsid w:val="009169C0"/>
    <w:rsid w:val="00917C7C"/>
    <w:rsid w:val="009203E2"/>
    <w:rsid w:val="0092065B"/>
    <w:rsid w:val="0092146D"/>
    <w:rsid w:val="0092211F"/>
    <w:rsid w:val="00922531"/>
    <w:rsid w:val="00922A7E"/>
    <w:rsid w:val="00923A40"/>
    <w:rsid w:val="00924395"/>
    <w:rsid w:val="00924558"/>
    <w:rsid w:val="009245CD"/>
    <w:rsid w:val="00924930"/>
    <w:rsid w:val="0092515A"/>
    <w:rsid w:val="00925355"/>
    <w:rsid w:val="0092586A"/>
    <w:rsid w:val="00925DE0"/>
    <w:rsid w:val="00926416"/>
    <w:rsid w:val="00926C8C"/>
    <w:rsid w:val="00927EF2"/>
    <w:rsid w:val="00930801"/>
    <w:rsid w:val="00931067"/>
    <w:rsid w:val="009310B9"/>
    <w:rsid w:val="00931286"/>
    <w:rsid w:val="00931D23"/>
    <w:rsid w:val="00932146"/>
    <w:rsid w:val="009321F9"/>
    <w:rsid w:val="00932503"/>
    <w:rsid w:val="009326E3"/>
    <w:rsid w:val="00932A9D"/>
    <w:rsid w:val="00933188"/>
    <w:rsid w:val="0093347A"/>
    <w:rsid w:val="00934059"/>
    <w:rsid w:val="009343F2"/>
    <w:rsid w:val="0093480C"/>
    <w:rsid w:val="009357ED"/>
    <w:rsid w:val="009362B7"/>
    <w:rsid w:val="009368C2"/>
    <w:rsid w:val="00937B95"/>
    <w:rsid w:val="0094028F"/>
    <w:rsid w:val="0094052D"/>
    <w:rsid w:val="009408D4"/>
    <w:rsid w:val="00941FAC"/>
    <w:rsid w:val="00942231"/>
    <w:rsid w:val="0094260E"/>
    <w:rsid w:val="00942A8A"/>
    <w:rsid w:val="00942C59"/>
    <w:rsid w:val="009432E6"/>
    <w:rsid w:val="00943835"/>
    <w:rsid w:val="00944FEF"/>
    <w:rsid w:val="00946242"/>
    <w:rsid w:val="00946EDB"/>
    <w:rsid w:val="00950A1F"/>
    <w:rsid w:val="00950A8D"/>
    <w:rsid w:val="0095129B"/>
    <w:rsid w:val="0095167F"/>
    <w:rsid w:val="009518A7"/>
    <w:rsid w:val="00951A2A"/>
    <w:rsid w:val="00951BAB"/>
    <w:rsid w:val="00951C3F"/>
    <w:rsid w:val="009529C4"/>
    <w:rsid w:val="009533DA"/>
    <w:rsid w:val="00953E0C"/>
    <w:rsid w:val="009545B2"/>
    <w:rsid w:val="00954A05"/>
    <w:rsid w:val="00954BEC"/>
    <w:rsid w:val="00955524"/>
    <w:rsid w:val="00955B68"/>
    <w:rsid w:val="00956374"/>
    <w:rsid w:val="00956955"/>
    <w:rsid w:val="009570AE"/>
    <w:rsid w:val="00957120"/>
    <w:rsid w:val="009572BD"/>
    <w:rsid w:val="009576B9"/>
    <w:rsid w:val="009578C4"/>
    <w:rsid w:val="00957B8C"/>
    <w:rsid w:val="00957DB1"/>
    <w:rsid w:val="00960235"/>
    <w:rsid w:val="009605E0"/>
    <w:rsid w:val="009609DA"/>
    <w:rsid w:val="00960C04"/>
    <w:rsid w:val="00960D74"/>
    <w:rsid w:val="009611D9"/>
    <w:rsid w:val="0096122B"/>
    <w:rsid w:val="009627D2"/>
    <w:rsid w:val="00962F48"/>
    <w:rsid w:val="009633AC"/>
    <w:rsid w:val="00964543"/>
    <w:rsid w:val="009656C6"/>
    <w:rsid w:val="009656F3"/>
    <w:rsid w:val="00965977"/>
    <w:rsid w:val="0096643B"/>
    <w:rsid w:val="009667D4"/>
    <w:rsid w:val="00966BB4"/>
    <w:rsid w:val="00966F13"/>
    <w:rsid w:val="00967BEA"/>
    <w:rsid w:val="00970049"/>
    <w:rsid w:val="00971690"/>
    <w:rsid w:val="00971E4E"/>
    <w:rsid w:val="00972368"/>
    <w:rsid w:val="009724B1"/>
    <w:rsid w:val="009728B6"/>
    <w:rsid w:val="00972EFE"/>
    <w:rsid w:val="00973EBF"/>
    <w:rsid w:val="00974948"/>
    <w:rsid w:val="009760F7"/>
    <w:rsid w:val="00976BC4"/>
    <w:rsid w:val="00980191"/>
    <w:rsid w:val="00980A5C"/>
    <w:rsid w:val="00980B6C"/>
    <w:rsid w:val="00980F7D"/>
    <w:rsid w:val="0098131A"/>
    <w:rsid w:val="00981CFE"/>
    <w:rsid w:val="00981FE4"/>
    <w:rsid w:val="0098228E"/>
    <w:rsid w:val="00982725"/>
    <w:rsid w:val="009828AE"/>
    <w:rsid w:val="009828B4"/>
    <w:rsid w:val="00982A1D"/>
    <w:rsid w:val="00982B50"/>
    <w:rsid w:val="00983B21"/>
    <w:rsid w:val="00983C4B"/>
    <w:rsid w:val="0098410D"/>
    <w:rsid w:val="009842D9"/>
    <w:rsid w:val="00984A42"/>
    <w:rsid w:val="00984C12"/>
    <w:rsid w:val="00985686"/>
    <w:rsid w:val="009865F1"/>
    <w:rsid w:val="00990523"/>
    <w:rsid w:val="0099060F"/>
    <w:rsid w:val="009919D9"/>
    <w:rsid w:val="00991BFE"/>
    <w:rsid w:val="00992671"/>
    <w:rsid w:val="00992E53"/>
    <w:rsid w:val="00992F53"/>
    <w:rsid w:val="00993EC2"/>
    <w:rsid w:val="00993FA5"/>
    <w:rsid w:val="00995032"/>
    <w:rsid w:val="0099534D"/>
    <w:rsid w:val="009955F9"/>
    <w:rsid w:val="00995C4C"/>
    <w:rsid w:val="00996032"/>
    <w:rsid w:val="009960E4"/>
    <w:rsid w:val="00996552"/>
    <w:rsid w:val="00997675"/>
    <w:rsid w:val="00997A24"/>
    <w:rsid w:val="00997CD5"/>
    <w:rsid w:val="009A12AB"/>
    <w:rsid w:val="009A12D3"/>
    <w:rsid w:val="009A271C"/>
    <w:rsid w:val="009A2960"/>
    <w:rsid w:val="009A312F"/>
    <w:rsid w:val="009A333C"/>
    <w:rsid w:val="009A53C0"/>
    <w:rsid w:val="009A6DBD"/>
    <w:rsid w:val="009A78AD"/>
    <w:rsid w:val="009A7930"/>
    <w:rsid w:val="009A7FB9"/>
    <w:rsid w:val="009B1446"/>
    <w:rsid w:val="009B156A"/>
    <w:rsid w:val="009B2DC9"/>
    <w:rsid w:val="009B2E50"/>
    <w:rsid w:val="009B2FD6"/>
    <w:rsid w:val="009B2FFD"/>
    <w:rsid w:val="009B4172"/>
    <w:rsid w:val="009B4C35"/>
    <w:rsid w:val="009B7CAB"/>
    <w:rsid w:val="009B7EF7"/>
    <w:rsid w:val="009C128F"/>
    <w:rsid w:val="009C2134"/>
    <w:rsid w:val="009C36B8"/>
    <w:rsid w:val="009C397D"/>
    <w:rsid w:val="009C3D9A"/>
    <w:rsid w:val="009C44F0"/>
    <w:rsid w:val="009C4AA4"/>
    <w:rsid w:val="009C4B80"/>
    <w:rsid w:val="009C50D2"/>
    <w:rsid w:val="009C52DE"/>
    <w:rsid w:val="009C5D21"/>
    <w:rsid w:val="009C68A3"/>
    <w:rsid w:val="009C7C01"/>
    <w:rsid w:val="009D0045"/>
    <w:rsid w:val="009D021F"/>
    <w:rsid w:val="009D0B32"/>
    <w:rsid w:val="009D0FF5"/>
    <w:rsid w:val="009D16E3"/>
    <w:rsid w:val="009D247C"/>
    <w:rsid w:val="009D276E"/>
    <w:rsid w:val="009D2770"/>
    <w:rsid w:val="009D2FD3"/>
    <w:rsid w:val="009D4997"/>
    <w:rsid w:val="009D6499"/>
    <w:rsid w:val="009D67F1"/>
    <w:rsid w:val="009D6E3F"/>
    <w:rsid w:val="009D7752"/>
    <w:rsid w:val="009D7CC6"/>
    <w:rsid w:val="009E0129"/>
    <w:rsid w:val="009E0517"/>
    <w:rsid w:val="009E153D"/>
    <w:rsid w:val="009E2329"/>
    <w:rsid w:val="009E285B"/>
    <w:rsid w:val="009E28E0"/>
    <w:rsid w:val="009E323B"/>
    <w:rsid w:val="009E3F14"/>
    <w:rsid w:val="009E4929"/>
    <w:rsid w:val="009E5043"/>
    <w:rsid w:val="009E63D1"/>
    <w:rsid w:val="009E6DBD"/>
    <w:rsid w:val="009E6F13"/>
    <w:rsid w:val="009F01D0"/>
    <w:rsid w:val="009F051B"/>
    <w:rsid w:val="009F1914"/>
    <w:rsid w:val="009F218E"/>
    <w:rsid w:val="009F22B6"/>
    <w:rsid w:val="009F2637"/>
    <w:rsid w:val="009F26FC"/>
    <w:rsid w:val="009F2D9C"/>
    <w:rsid w:val="009F3473"/>
    <w:rsid w:val="009F35D9"/>
    <w:rsid w:val="009F387B"/>
    <w:rsid w:val="009F3C00"/>
    <w:rsid w:val="009F3EE0"/>
    <w:rsid w:val="009F5723"/>
    <w:rsid w:val="009F5977"/>
    <w:rsid w:val="009F6062"/>
    <w:rsid w:val="009F6505"/>
    <w:rsid w:val="009F6808"/>
    <w:rsid w:val="009F764B"/>
    <w:rsid w:val="009F7818"/>
    <w:rsid w:val="009F7897"/>
    <w:rsid w:val="00A00162"/>
    <w:rsid w:val="00A00410"/>
    <w:rsid w:val="00A024D2"/>
    <w:rsid w:val="00A0446F"/>
    <w:rsid w:val="00A049EB"/>
    <w:rsid w:val="00A04E10"/>
    <w:rsid w:val="00A06ECF"/>
    <w:rsid w:val="00A1057A"/>
    <w:rsid w:val="00A10601"/>
    <w:rsid w:val="00A10972"/>
    <w:rsid w:val="00A10ADA"/>
    <w:rsid w:val="00A119D8"/>
    <w:rsid w:val="00A11C52"/>
    <w:rsid w:val="00A11D5D"/>
    <w:rsid w:val="00A11DD4"/>
    <w:rsid w:val="00A12609"/>
    <w:rsid w:val="00A12F80"/>
    <w:rsid w:val="00A13E2C"/>
    <w:rsid w:val="00A13FB6"/>
    <w:rsid w:val="00A145A1"/>
    <w:rsid w:val="00A1474F"/>
    <w:rsid w:val="00A15A00"/>
    <w:rsid w:val="00A15F38"/>
    <w:rsid w:val="00A163C6"/>
    <w:rsid w:val="00A16C04"/>
    <w:rsid w:val="00A171CB"/>
    <w:rsid w:val="00A20743"/>
    <w:rsid w:val="00A20DB2"/>
    <w:rsid w:val="00A21B92"/>
    <w:rsid w:val="00A2214A"/>
    <w:rsid w:val="00A22875"/>
    <w:rsid w:val="00A23A87"/>
    <w:rsid w:val="00A24B23"/>
    <w:rsid w:val="00A25E3E"/>
    <w:rsid w:val="00A25F6D"/>
    <w:rsid w:val="00A271A1"/>
    <w:rsid w:val="00A2770F"/>
    <w:rsid w:val="00A278A5"/>
    <w:rsid w:val="00A27E49"/>
    <w:rsid w:val="00A30CF9"/>
    <w:rsid w:val="00A315A9"/>
    <w:rsid w:val="00A317AD"/>
    <w:rsid w:val="00A31B16"/>
    <w:rsid w:val="00A320A5"/>
    <w:rsid w:val="00A321B0"/>
    <w:rsid w:val="00A33080"/>
    <w:rsid w:val="00A3334F"/>
    <w:rsid w:val="00A33652"/>
    <w:rsid w:val="00A34669"/>
    <w:rsid w:val="00A34A5B"/>
    <w:rsid w:val="00A34AC2"/>
    <w:rsid w:val="00A35A86"/>
    <w:rsid w:val="00A36264"/>
    <w:rsid w:val="00A36532"/>
    <w:rsid w:val="00A36807"/>
    <w:rsid w:val="00A36CDE"/>
    <w:rsid w:val="00A36D72"/>
    <w:rsid w:val="00A36FD6"/>
    <w:rsid w:val="00A371A8"/>
    <w:rsid w:val="00A37215"/>
    <w:rsid w:val="00A378DE"/>
    <w:rsid w:val="00A4152B"/>
    <w:rsid w:val="00A41B17"/>
    <w:rsid w:val="00A41B8C"/>
    <w:rsid w:val="00A41F0B"/>
    <w:rsid w:val="00A4236A"/>
    <w:rsid w:val="00A42EE1"/>
    <w:rsid w:val="00A44167"/>
    <w:rsid w:val="00A464B9"/>
    <w:rsid w:val="00A47133"/>
    <w:rsid w:val="00A4734A"/>
    <w:rsid w:val="00A4779E"/>
    <w:rsid w:val="00A50779"/>
    <w:rsid w:val="00A5154F"/>
    <w:rsid w:val="00A52836"/>
    <w:rsid w:val="00A529AB"/>
    <w:rsid w:val="00A52A50"/>
    <w:rsid w:val="00A52F47"/>
    <w:rsid w:val="00A542ED"/>
    <w:rsid w:val="00A554F9"/>
    <w:rsid w:val="00A57B84"/>
    <w:rsid w:val="00A57DF1"/>
    <w:rsid w:val="00A6025B"/>
    <w:rsid w:val="00A608E2"/>
    <w:rsid w:val="00A609E4"/>
    <w:rsid w:val="00A60AE1"/>
    <w:rsid w:val="00A60FFA"/>
    <w:rsid w:val="00A6127C"/>
    <w:rsid w:val="00A6154D"/>
    <w:rsid w:val="00A62919"/>
    <w:rsid w:val="00A645F0"/>
    <w:rsid w:val="00A65643"/>
    <w:rsid w:val="00A6678E"/>
    <w:rsid w:val="00A66D51"/>
    <w:rsid w:val="00A6724E"/>
    <w:rsid w:val="00A67567"/>
    <w:rsid w:val="00A70144"/>
    <w:rsid w:val="00A70456"/>
    <w:rsid w:val="00A720EC"/>
    <w:rsid w:val="00A72209"/>
    <w:rsid w:val="00A72E2D"/>
    <w:rsid w:val="00A73E91"/>
    <w:rsid w:val="00A742B5"/>
    <w:rsid w:val="00A75D34"/>
    <w:rsid w:val="00A76B83"/>
    <w:rsid w:val="00A76B88"/>
    <w:rsid w:val="00A77010"/>
    <w:rsid w:val="00A779E0"/>
    <w:rsid w:val="00A77A9D"/>
    <w:rsid w:val="00A77AB8"/>
    <w:rsid w:val="00A77ABF"/>
    <w:rsid w:val="00A77CB7"/>
    <w:rsid w:val="00A809C0"/>
    <w:rsid w:val="00A810C7"/>
    <w:rsid w:val="00A81422"/>
    <w:rsid w:val="00A815CE"/>
    <w:rsid w:val="00A81611"/>
    <w:rsid w:val="00A81872"/>
    <w:rsid w:val="00A82020"/>
    <w:rsid w:val="00A82630"/>
    <w:rsid w:val="00A82CC3"/>
    <w:rsid w:val="00A83170"/>
    <w:rsid w:val="00A832D6"/>
    <w:rsid w:val="00A8367A"/>
    <w:rsid w:val="00A837E5"/>
    <w:rsid w:val="00A83920"/>
    <w:rsid w:val="00A83A4D"/>
    <w:rsid w:val="00A83FA0"/>
    <w:rsid w:val="00A84644"/>
    <w:rsid w:val="00A84CC2"/>
    <w:rsid w:val="00A850B4"/>
    <w:rsid w:val="00A850F8"/>
    <w:rsid w:val="00A85928"/>
    <w:rsid w:val="00A85A28"/>
    <w:rsid w:val="00A86169"/>
    <w:rsid w:val="00A86E1E"/>
    <w:rsid w:val="00A86EAF"/>
    <w:rsid w:val="00A90D29"/>
    <w:rsid w:val="00A915F0"/>
    <w:rsid w:val="00A916F1"/>
    <w:rsid w:val="00A917BB"/>
    <w:rsid w:val="00A91F87"/>
    <w:rsid w:val="00A9202D"/>
    <w:rsid w:val="00A92548"/>
    <w:rsid w:val="00A92598"/>
    <w:rsid w:val="00A9292B"/>
    <w:rsid w:val="00A92AA7"/>
    <w:rsid w:val="00A94014"/>
    <w:rsid w:val="00A95138"/>
    <w:rsid w:val="00A957C8"/>
    <w:rsid w:val="00A95DBA"/>
    <w:rsid w:val="00A95EF2"/>
    <w:rsid w:val="00A964D5"/>
    <w:rsid w:val="00A96DE0"/>
    <w:rsid w:val="00A97101"/>
    <w:rsid w:val="00A97778"/>
    <w:rsid w:val="00A97AFD"/>
    <w:rsid w:val="00A97D33"/>
    <w:rsid w:val="00A97DD8"/>
    <w:rsid w:val="00AA039A"/>
    <w:rsid w:val="00AA0449"/>
    <w:rsid w:val="00AA07DE"/>
    <w:rsid w:val="00AA08C8"/>
    <w:rsid w:val="00AA0A9F"/>
    <w:rsid w:val="00AA0F9A"/>
    <w:rsid w:val="00AA1016"/>
    <w:rsid w:val="00AA21C4"/>
    <w:rsid w:val="00AA2533"/>
    <w:rsid w:val="00AA25BC"/>
    <w:rsid w:val="00AA2AB3"/>
    <w:rsid w:val="00AA3639"/>
    <w:rsid w:val="00AA3B79"/>
    <w:rsid w:val="00AA4250"/>
    <w:rsid w:val="00AA4428"/>
    <w:rsid w:val="00AA5F36"/>
    <w:rsid w:val="00AA61B1"/>
    <w:rsid w:val="00AA62BB"/>
    <w:rsid w:val="00AA6AC3"/>
    <w:rsid w:val="00AA6D75"/>
    <w:rsid w:val="00AA7288"/>
    <w:rsid w:val="00AB0495"/>
    <w:rsid w:val="00AB04F6"/>
    <w:rsid w:val="00AB056C"/>
    <w:rsid w:val="00AB0A70"/>
    <w:rsid w:val="00AB1071"/>
    <w:rsid w:val="00AB1578"/>
    <w:rsid w:val="00AB1ED5"/>
    <w:rsid w:val="00AB1F81"/>
    <w:rsid w:val="00AB2C6E"/>
    <w:rsid w:val="00AB2FB2"/>
    <w:rsid w:val="00AB3385"/>
    <w:rsid w:val="00AB36E3"/>
    <w:rsid w:val="00AB4677"/>
    <w:rsid w:val="00AB4D38"/>
    <w:rsid w:val="00AB4D41"/>
    <w:rsid w:val="00AB5B70"/>
    <w:rsid w:val="00AB5DE8"/>
    <w:rsid w:val="00AB62F0"/>
    <w:rsid w:val="00AB6F55"/>
    <w:rsid w:val="00AB7F54"/>
    <w:rsid w:val="00AC049F"/>
    <w:rsid w:val="00AC095D"/>
    <w:rsid w:val="00AC129B"/>
    <w:rsid w:val="00AC1899"/>
    <w:rsid w:val="00AC1931"/>
    <w:rsid w:val="00AC1D5C"/>
    <w:rsid w:val="00AC4292"/>
    <w:rsid w:val="00AC45D7"/>
    <w:rsid w:val="00AC46A5"/>
    <w:rsid w:val="00AC4AF1"/>
    <w:rsid w:val="00AC4E98"/>
    <w:rsid w:val="00AC53B3"/>
    <w:rsid w:val="00AC5F94"/>
    <w:rsid w:val="00AC741F"/>
    <w:rsid w:val="00AC7DD1"/>
    <w:rsid w:val="00AD017F"/>
    <w:rsid w:val="00AD0967"/>
    <w:rsid w:val="00AD0A44"/>
    <w:rsid w:val="00AD0DEE"/>
    <w:rsid w:val="00AD143B"/>
    <w:rsid w:val="00AD16FA"/>
    <w:rsid w:val="00AD18BD"/>
    <w:rsid w:val="00AD19D2"/>
    <w:rsid w:val="00AD26D8"/>
    <w:rsid w:val="00AD33A0"/>
    <w:rsid w:val="00AD4282"/>
    <w:rsid w:val="00AD42BD"/>
    <w:rsid w:val="00AD50F5"/>
    <w:rsid w:val="00AD5183"/>
    <w:rsid w:val="00AD5D1E"/>
    <w:rsid w:val="00AD5FE7"/>
    <w:rsid w:val="00AE0387"/>
    <w:rsid w:val="00AE12E7"/>
    <w:rsid w:val="00AE1A3E"/>
    <w:rsid w:val="00AE1C22"/>
    <w:rsid w:val="00AE299C"/>
    <w:rsid w:val="00AE3311"/>
    <w:rsid w:val="00AE389F"/>
    <w:rsid w:val="00AE38A4"/>
    <w:rsid w:val="00AE45D0"/>
    <w:rsid w:val="00AE4930"/>
    <w:rsid w:val="00AE51C1"/>
    <w:rsid w:val="00AE5DD1"/>
    <w:rsid w:val="00AE6569"/>
    <w:rsid w:val="00AE6E7A"/>
    <w:rsid w:val="00AE7122"/>
    <w:rsid w:val="00AE71B1"/>
    <w:rsid w:val="00AE74A2"/>
    <w:rsid w:val="00AE77BC"/>
    <w:rsid w:val="00AE7BA8"/>
    <w:rsid w:val="00AF0699"/>
    <w:rsid w:val="00AF0B90"/>
    <w:rsid w:val="00AF0DE1"/>
    <w:rsid w:val="00AF0FE0"/>
    <w:rsid w:val="00AF1029"/>
    <w:rsid w:val="00AF1078"/>
    <w:rsid w:val="00AF1358"/>
    <w:rsid w:val="00AF1397"/>
    <w:rsid w:val="00AF13C5"/>
    <w:rsid w:val="00AF1D15"/>
    <w:rsid w:val="00AF2642"/>
    <w:rsid w:val="00AF2875"/>
    <w:rsid w:val="00AF2D0F"/>
    <w:rsid w:val="00AF34E2"/>
    <w:rsid w:val="00AF3EE7"/>
    <w:rsid w:val="00AF3FA0"/>
    <w:rsid w:val="00AF4DDF"/>
    <w:rsid w:val="00AF5529"/>
    <w:rsid w:val="00AF68A4"/>
    <w:rsid w:val="00AF717D"/>
    <w:rsid w:val="00AF7486"/>
    <w:rsid w:val="00B000EA"/>
    <w:rsid w:val="00B004D1"/>
    <w:rsid w:val="00B00BFF"/>
    <w:rsid w:val="00B01B6E"/>
    <w:rsid w:val="00B02319"/>
    <w:rsid w:val="00B02A34"/>
    <w:rsid w:val="00B02BA7"/>
    <w:rsid w:val="00B02D02"/>
    <w:rsid w:val="00B03402"/>
    <w:rsid w:val="00B0364A"/>
    <w:rsid w:val="00B0420D"/>
    <w:rsid w:val="00B0494F"/>
    <w:rsid w:val="00B04CB6"/>
    <w:rsid w:val="00B05756"/>
    <w:rsid w:val="00B05B24"/>
    <w:rsid w:val="00B0615D"/>
    <w:rsid w:val="00B06EBE"/>
    <w:rsid w:val="00B07676"/>
    <w:rsid w:val="00B07F78"/>
    <w:rsid w:val="00B105DC"/>
    <w:rsid w:val="00B109ED"/>
    <w:rsid w:val="00B1133F"/>
    <w:rsid w:val="00B11E33"/>
    <w:rsid w:val="00B126D1"/>
    <w:rsid w:val="00B13455"/>
    <w:rsid w:val="00B13B4B"/>
    <w:rsid w:val="00B13F3A"/>
    <w:rsid w:val="00B14969"/>
    <w:rsid w:val="00B14BD7"/>
    <w:rsid w:val="00B14EDA"/>
    <w:rsid w:val="00B1504A"/>
    <w:rsid w:val="00B15260"/>
    <w:rsid w:val="00B15D38"/>
    <w:rsid w:val="00B167A4"/>
    <w:rsid w:val="00B16C20"/>
    <w:rsid w:val="00B16E60"/>
    <w:rsid w:val="00B17953"/>
    <w:rsid w:val="00B20604"/>
    <w:rsid w:val="00B20903"/>
    <w:rsid w:val="00B20B90"/>
    <w:rsid w:val="00B20C96"/>
    <w:rsid w:val="00B21326"/>
    <w:rsid w:val="00B21AE1"/>
    <w:rsid w:val="00B21DD3"/>
    <w:rsid w:val="00B22012"/>
    <w:rsid w:val="00B22145"/>
    <w:rsid w:val="00B228C7"/>
    <w:rsid w:val="00B22B98"/>
    <w:rsid w:val="00B22C3A"/>
    <w:rsid w:val="00B23240"/>
    <w:rsid w:val="00B242D0"/>
    <w:rsid w:val="00B24EEE"/>
    <w:rsid w:val="00B253B4"/>
    <w:rsid w:val="00B263CF"/>
    <w:rsid w:val="00B26624"/>
    <w:rsid w:val="00B26FD8"/>
    <w:rsid w:val="00B274B8"/>
    <w:rsid w:val="00B306EC"/>
    <w:rsid w:val="00B31759"/>
    <w:rsid w:val="00B31D08"/>
    <w:rsid w:val="00B32023"/>
    <w:rsid w:val="00B32BCC"/>
    <w:rsid w:val="00B33DBE"/>
    <w:rsid w:val="00B33FAF"/>
    <w:rsid w:val="00B34301"/>
    <w:rsid w:val="00B347FB"/>
    <w:rsid w:val="00B34F5F"/>
    <w:rsid w:val="00B34F91"/>
    <w:rsid w:val="00B35215"/>
    <w:rsid w:val="00B35408"/>
    <w:rsid w:val="00B356D6"/>
    <w:rsid w:val="00B36481"/>
    <w:rsid w:val="00B36DFE"/>
    <w:rsid w:val="00B374AE"/>
    <w:rsid w:val="00B377B4"/>
    <w:rsid w:val="00B37AAD"/>
    <w:rsid w:val="00B37E37"/>
    <w:rsid w:val="00B40583"/>
    <w:rsid w:val="00B413BB"/>
    <w:rsid w:val="00B41CDB"/>
    <w:rsid w:val="00B42C00"/>
    <w:rsid w:val="00B42C49"/>
    <w:rsid w:val="00B42C55"/>
    <w:rsid w:val="00B431F4"/>
    <w:rsid w:val="00B43B3F"/>
    <w:rsid w:val="00B449A5"/>
    <w:rsid w:val="00B4523A"/>
    <w:rsid w:val="00B4554F"/>
    <w:rsid w:val="00B45D34"/>
    <w:rsid w:val="00B46A2E"/>
    <w:rsid w:val="00B47A29"/>
    <w:rsid w:val="00B503E6"/>
    <w:rsid w:val="00B5087B"/>
    <w:rsid w:val="00B50A91"/>
    <w:rsid w:val="00B5197D"/>
    <w:rsid w:val="00B519A1"/>
    <w:rsid w:val="00B51EEF"/>
    <w:rsid w:val="00B52170"/>
    <w:rsid w:val="00B522B0"/>
    <w:rsid w:val="00B522E9"/>
    <w:rsid w:val="00B5311A"/>
    <w:rsid w:val="00B5387E"/>
    <w:rsid w:val="00B538E7"/>
    <w:rsid w:val="00B54D4C"/>
    <w:rsid w:val="00B554B1"/>
    <w:rsid w:val="00B5592E"/>
    <w:rsid w:val="00B55DC0"/>
    <w:rsid w:val="00B566D0"/>
    <w:rsid w:val="00B567EB"/>
    <w:rsid w:val="00B569FD"/>
    <w:rsid w:val="00B56B26"/>
    <w:rsid w:val="00B56C5D"/>
    <w:rsid w:val="00B57584"/>
    <w:rsid w:val="00B61282"/>
    <w:rsid w:val="00B61655"/>
    <w:rsid w:val="00B61C1E"/>
    <w:rsid w:val="00B61C42"/>
    <w:rsid w:val="00B61D1C"/>
    <w:rsid w:val="00B621C5"/>
    <w:rsid w:val="00B62581"/>
    <w:rsid w:val="00B625EE"/>
    <w:rsid w:val="00B63386"/>
    <w:rsid w:val="00B6379F"/>
    <w:rsid w:val="00B637B9"/>
    <w:rsid w:val="00B641CB"/>
    <w:rsid w:val="00B645DB"/>
    <w:rsid w:val="00B647EA"/>
    <w:rsid w:val="00B660A6"/>
    <w:rsid w:val="00B66141"/>
    <w:rsid w:val="00B66D27"/>
    <w:rsid w:val="00B675FC"/>
    <w:rsid w:val="00B7208A"/>
    <w:rsid w:val="00B72B06"/>
    <w:rsid w:val="00B72B56"/>
    <w:rsid w:val="00B72E64"/>
    <w:rsid w:val="00B7361F"/>
    <w:rsid w:val="00B73B74"/>
    <w:rsid w:val="00B74467"/>
    <w:rsid w:val="00B7504C"/>
    <w:rsid w:val="00B75382"/>
    <w:rsid w:val="00B757EC"/>
    <w:rsid w:val="00B762D0"/>
    <w:rsid w:val="00B765AA"/>
    <w:rsid w:val="00B766FA"/>
    <w:rsid w:val="00B77235"/>
    <w:rsid w:val="00B77773"/>
    <w:rsid w:val="00B77E75"/>
    <w:rsid w:val="00B77E9D"/>
    <w:rsid w:val="00B801DB"/>
    <w:rsid w:val="00B80BAE"/>
    <w:rsid w:val="00B810CF"/>
    <w:rsid w:val="00B81877"/>
    <w:rsid w:val="00B81D86"/>
    <w:rsid w:val="00B82339"/>
    <w:rsid w:val="00B82F33"/>
    <w:rsid w:val="00B836E1"/>
    <w:rsid w:val="00B837F7"/>
    <w:rsid w:val="00B83EEE"/>
    <w:rsid w:val="00B840FD"/>
    <w:rsid w:val="00B84562"/>
    <w:rsid w:val="00B8459B"/>
    <w:rsid w:val="00B84801"/>
    <w:rsid w:val="00B852C5"/>
    <w:rsid w:val="00B860CE"/>
    <w:rsid w:val="00B867E2"/>
    <w:rsid w:val="00B86948"/>
    <w:rsid w:val="00B8756D"/>
    <w:rsid w:val="00B87F04"/>
    <w:rsid w:val="00B90051"/>
    <w:rsid w:val="00B9045B"/>
    <w:rsid w:val="00B91A4E"/>
    <w:rsid w:val="00B91BB3"/>
    <w:rsid w:val="00B926E0"/>
    <w:rsid w:val="00B93790"/>
    <w:rsid w:val="00B94AB8"/>
    <w:rsid w:val="00B94E5A"/>
    <w:rsid w:val="00B952C2"/>
    <w:rsid w:val="00B9586C"/>
    <w:rsid w:val="00B96091"/>
    <w:rsid w:val="00B96263"/>
    <w:rsid w:val="00B97008"/>
    <w:rsid w:val="00B976B7"/>
    <w:rsid w:val="00B97D58"/>
    <w:rsid w:val="00BA02B5"/>
    <w:rsid w:val="00BA0B85"/>
    <w:rsid w:val="00BA0F31"/>
    <w:rsid w:val="00BA13F4"/>
    <w:rsid w:val="00BA181F"/>
    <w:rsid w:val="00BA1A32"/>
    <w:rsid w:val="00BA2168"/>
    <w:rsid w:val="00BA26E1"/>
    <w:rsid w:val="00BA2F6C"/>
    <w:rsid w:val="00BA33E8"/>
    <w:rsid w:val="00BA4187"/>
    <w:rsid w:val="00BA41D5"/>
    <w:rsid w:val="00BA4D57"/>
    <w:rsid w:val="00BA4F2B"/>
    <w:rsid w:val="00BA5562"/>
    <w:rsid w:val="00BA56A0"/>
    <w:rsid w:val="00BA70A6"/>
    <w:rsid w:val="00BA7581"/>
    <w:rsid w:val="00BA7617"/>
    <w:rsid w:val="00BB0272"/>
    <w:rsid w:val="00BB03CD"/>
    <w:rsid w:val="00BB1C43"/>
    <w:rsid w:val="00BB1D1B"/>
    <w:rsid w:val="00BB2B73"/>
    <w:rsid w:val="00BB3328"/>
    <w:rsid w:val="00BB3CB1"/>
    <w:rsid w:val="00BB3DF5"/>
    <w:rsid w:val="00BB3F33"/>
    <w:rsid w:val="00BB40D3"/>
    <w:rsid w:val="00BB5AD7"/>
    <w:rsid w:val="00BB704A"/>
    <w:rsid w:val="00BB7624"/>
    <w:rsid w:val="00BB7702"/>
    <w:rsid w:val="00BC07EE"/>
    <w:rsid w:val="00BC0FA4"/>
    <w:rsid w:val="00BC1024"/>
    <w:rsid w:val="00BC1CAD"/>
    <w:rsid w:val="00BC285F"/>
    <w:rsid w:val="00BC3BA6"/>
    <w:rsid w:val="00BC4984"/>
    <w:rsid w:val="00BC5051"/>
    <w:rsid w:val="00BC541A"/>
    <w:rsid w:val="00BC553C"/>
    <w:rsid w:val="00BC5772"/>
    <w:rsid w:val="00BC61A9"/>
    <w:rsid w:val="00BC6377"/>
    <w:rsid w:val="00BC6B21"/>
    <w:rsid w:val="00BC6C2A"/>
    <w:rsid w:val="00BC7491"/>
    <w:rsid w:val="00BC7EFB"/>
    <w:rsid w:val="00BD0A7D"/>
    <w:rsid w:val="00BD10B0"/>
    <w:rsid w:val="00BD1238"/>
    <w:rsid w:val="00BD16C9"/>
    <w:rsid w:val="00BD1786"/>
    <w:rsid w:val="00BD1A20"/>
    <w:rsid w:val="00BD227C"/>
    <w:rsid w:val="00BD27E7"/>
    <w:rsid w:val="00BD33B9"/>
    <w:rsid w:val="00BD3ABF"/>
    <w:rsid w:val="00BD3EFF"/>
    <w:rsid w:val="00BD4DA7"/>
    <w:rsid w:val="00BD5511"/>
    <w:rsid w:val="00BD5BCF"/>
    <w:rsid w:val="00BD5C5C"/>
    <w:rsid w:val="00BD6616"/>
    <w:rsid w:val="00BD6649"/>
    <w:rsid w:val="00BD6AD7"/>
    <w:rsid w:val="00BD6D82"/>
    <w:rsid w:val="00BD7124"/>
    <w:rsid w:val="00BD73A8"/>
    <w:rsid w:val="00BD7F88"/>
    <w:rsid w:val="00BE0131"/>
    <w:rsid w:val="00BE0F77"/>
    <w:rsid w:val="00BE105F"/>
    <w:rsid w:val="00BE16F6"/>
    <w:rsid w:val="00BE1DB1"/>
    <w:rsid w:val="00BE1E80"/>
    <w:rsid w:val="00BE25AF"/>
    <w:rsid w:val="00BE3715"/>
    <w:rsid w:val="00BE4C14"/>
    <w:rsid w:val="00BE4E5E"/>
    <w:rsid w:val="00BE4F72"/>
    <w:rsid w:val="00BE5505"/>
    <w:rsid w:val="00BE55C1"/>
    <w:rsid w:val="00BE5A7A"/>
    <w:rsid w:val="00BE632B"/>
    <w:rsid w:val="00BE69C0"/>
    <w:rsid w:val="00BE71BD"/>
    <w:rsid w:val="00BF04CD"/>
    <w:rsid w:val="00BF0D25"/>
    <w:rsid w:val="00BF2E81"/>
    <w:rsid w:val="00BF31B9"/>
    <w:rsid w:val="00BF323E"/>
    <w:rsid w:val="00BF33A4"/>
    <w:rsid w:val="00BF37CC"/>
    <w:rsid w:val="00BF4566"/>
    <w:rsid w:val="00BF4CAA"/>
    <w:rsid w:val="00BF56E2"/>
    <w:rsid w:val="00BF5E6C"/>
    <w:rsid w:val="00BF5F6E"/>
    <w:rsid w:val="00BF6634"/>
    <w:rsid w:val="00BF741D"/>
    <w:rsid w:val="00C00B9A"/>
    <w:rsid w:val="00C00D2C"/>
    <w:rsid w:val="00C00DA5"/>
    <w:rsid w:val="00C00DF1"/>
    <w:rsid w:val="00C01525"/>
    <w:rsid w:val="00C016F0"/>
    <w:rsid w:val="00C01FC7"/>
    <w:rsid w:val="00C0212F"/>
    <w:rsid w:val="00C022A5"/>
    <w:rsid w:val="00C02303"/>
    <w:rsid w:val="00C02815"/>
    <w:rsid w:val="00C03218"/>
    <w:rsid w:val="00C04442"/>
    <w:rsid w:val="00C0471E"/>
    <w:rsid w:val="00C04837"/>
    <w:rsid w:val="00C057D4"/>
    <w:rsid w:val="00C059BF"/>
    <w:rsid w:val="00C060AF"/>
    <w:rsid w:val="00C07C4C"/>
    <w:rsid w:val="00C10F9A"/>
    <w:rsid w:val="00C11757"/>
    <w:rsid w:val="00C11C45"/>
    <w:rsid w:val="00C1266C"/>
    <w:rsid w:val="00C12F47"/>
    <w:rsid w:val="00C13454"/>
    <w:rsid w:val="00C137B7"/>
    <w:rsid w:val="00C13813"/>
    <w:rsid w:val="00C1417C"/>
    <w:rsid w:val="00C154FA"/>
    <w:rsid w:val="00C15977"/>
    <w:rsid w:val="00C15CFE"/>
    <w:rsid w:val="00C161DB"/>
    <w:rsid w:val="00C16D47"/>
    <w:rsid w:val="00C16ECE"/>
    <w:rsid w:val="00C21176"/>
    <w:rsid w:val="00C21199"/>
    <w:rsid w:val="00C21B31"/>
    <w:rsid w:val="00C22E69"/>
    <w:rsid w:val="00C23124"/>
    <w:rsid w:val="00C2385C"/>
    <w:rsid w:val="00C240C0"/>
    <w:rsid w:val="00C24119"/>
    <w:rsid w:val="00C243D5"/>
    <w:rsid w:val="00C251B9"/>
    <w:rsid w:val="00C25C30"/>
    <w:rsid w:val="00C265BB"/>
    <w:rsid w:val="00C26C2A"/>
    <w:rsid w:val="00C26D8A"/>
    <w:rsid w:val="00C26E26"/>
    <w:rsid w:val="00C26E8B"/>
    <w:rsid w:val="00C2720D"/>
    <w:rsid w:val="00C27320"/>
    <w:rsid w:val="00C273CC"/>
    <w:rsid w:val="00C30180"/>
    <w:rsid w:val="00C31374"/>
    <w:rsid w:val="00C3145F"/>
    <w:rsid w:val="00C31A89"/>
    <w:rsid w:val="00C31BD2"/>
    <w:rsid w:val="00C31D05"/>
    <w:rsid w:val="00C31E84"/>
    <w:rsid w:val="00C32011"/>
    <w:rsid w:val="00C32589"/>
    <w:rsid w:val="00C32EBB"/>
    <w:rsid w:val="00C33096"/>
    <w:rsid w:val="00C3367B"/>
    <w:rsid w:val="00C3419C"/>
    <w:rsid w:val="00C3483F"/>
    <w:rsid w:val="00C35320"/>
    <w:rsid w:val="00C3545A"/>
    <w:rsid w:val="00C358C4"/>
    <w:rsid w:val="00C36ACB"/>
    <w:rsid w:val="00C36B9D"/>
    <w:rsid w:val="00C3718B"/>
    <w:rsid w:val="00C373CE"/>
    <w:rsid w:val="00C3761B"/>
    <w:rsid w:val="00C37726"/>
    <w:rsid w:val="00C37742"/>
    <w:rsid w:val="00C37C42"/>
    <w:rsid w:val="00C4033E"/>
    <w:rsid w:val="00C40984"/>
    <w:rsid w:val="00C409D8"/>
    <w:rsid w:val="00C40FFF"/>
    <w:rsid w:val="00C4171E"/>
    <w:rsid w:val="00C417B2"/>
    <w:rsid w:val="00C42482"/>
    <w:rsid w:val="00C426D7"/>
    <w:rsid w:val="00C42B55"/>
    <w:rsid w:val="00C43039"/>
    <w:rsid w:val="00C43335"/>
    <w:rsid w:val="00C4342C"/>
    <w:rsid w:val="00C4391A"/>
    <w:rsid w:val="00C44549"/>
    <w:rsid w:val="00C44826"/>
    <w:rsid w:val="00C44A3E"/>
    <w:rsid w:val="00C45081"/>
    <w:rsid w:val="00C4535D"/>
    <w:rsid w:val="00C454AE"/>
    <w:rsid w:val="00C45876"/>
    <w:rsid w:val="00C45C0A"/>
    <w:rsid w:val="00C46058"/>
    <w:rsid w:val="00C4660C"/>
    <w:rsid w:val="00C47052"/>
    <w:rsid w:val="00C4731F"/>
    <w:rsid w:val="00C47775"/>
    <w:rsid w:val="00C5066F"/>
    <w:rsid w:val="00C50907"/>
    <w:rsid w:val="00C50E8E"/>
    <w:rsid w:val="00C522DD"/>
    <w:rsid w:val="00C527ED"/>
    <w:rsid w:val="00C53951"/>
    <w:rsid w:val="00C54714"/>
    <w:rsid w:val="00C547EB"/>
    <w:rsid w:val="00C54CEA"/>
    <w:rsid w:val="00C550EF"/>
    <w:rsid w:val="00C55392"/>
    <w:rsid w:val="00C5560E"/>
    <w:rsid w:val="00C558CF"/>
    <w:rsid w:val="00C56361"/>
    <w:rsid w:val="00C56423"/>
    <w:rsid w:val="00C567C7"/>
    <w:rsid w:val="00C567EC"/>
    <w:rsid w:val="00C56FF6"/>
    <w:rsid w:val="00C5766A"/>
    <w:rsid w:val="00C57F20"/>
    <w:rsid w:val="00C60C34"/>
    <w:rsid w:val="00C61124"/>
    <w:rsid w:val="00C61272"/>
    <w:rsid w:val="00C616D2"/>
    <w:rsid w:val="00C61B9A"/>
    <w:rsid w:val="00C62351"/>
    <w:rsid w:val="00C62427"/>
    <w:rsid w:val="00C626A9"/>
    <w:rsid w:val="00C62756"/>
    <w:rsid w:val="00C62A81"/>
    <w:rsid w:val="00C62D24"/>
    <w:rsid w:val="00C62E44"/>
    <w:rsid w:val="00C64156"/>
    <w:rsid w:val="00C6478E"/>
    <w:rsid w:val="00C65028"/>
    <w:rsid w:val="00C6557D"/>
    <w:rsid w:val="00C65778"/>
    <w:rsid w:val="00C66776"/>
    <w:rsid w:val="00C66A13"/>
    <w:rsid w:val="00C67570"/>
    <w:rsid w:val="00C701E2"/>
    <w:rsid w:val="00C70452"/>
    <w:rsid w:val="00C707CF"/>
    <w:rsid w:val="00C71BCD"/>
    <w:rsid w:val="00C73390"/>
    <w:rsid w:val="00C73A97"/>
    <w:rsid w:val="00C73ACC"/>
    <w:rsid w:val="00C73D7D"/>
    <w:rsid w:val="00C7424B"/>
    <w:rsid w:val="00C74397"/>
    <w:rsid w:val="00C74C88"/>
    <w:rsid w:val="00C756DC"/>
    <w:rsid w:val="00C76857"/>
    <w:rsid w:val="00C77CD5"/>
    <w:rsid w:val="00C808A5"/>
    <w:rsid w:val="00C8266E"/>
    <w:rsid w:val="00C828B6"/>
    <w:rsid w:val="00C82BCB"/>
    <w:rsid w:val="00C84CD7"/>
    <w:rsid w:val="00C86DD8"/>
    <w:rsid w:val="00C87664"/>
    <w:rsid w:val="00C87D8A"/>
    <w:rsid w:val="00C91069"/>
    <w:rsid w:val="00C9162D"/>
    <w:rsid w:val="00C925BA"/>
    <w:rsid w:val="00C926A9"/>
    <w:rsid w:val="00C92AC9"/>
    <w:rsid w:val="00C93042"/>
    <w:rsid w:val="00C93533"/>
    <w:rsid w:val="00C93B54"/>
    <w:rsid w:val="00C943B1"/>
    <w:rsid w:val="00C94412"/>
    <w:rsid w:val="00C951EC"/>
    <w:rsid w:val="00C96846"/>
    <w:rsid w:val="00C9693E"/>
    <w:rsid w:val="00C96A81"/>
    <w:rsid w:val="00C96EE2"/>
    <w:rsid w:val="00C9722D"/>
    <w:rsid w:val="00C97B44"/>
    <w:rsid w:val="00C97CF3"/>
    <w:rsid w:val="00CA0440"/>
    <w:rsid w:val="00CA0628"/>
    <w:rsid w:val="00CA0E60"/>
    <w:rsid w:val="00CA10EA"/>
    <w:rsid w:val="00CA13E5"/>
    <w:rsid w:val="00CA16EC"/>
    <w:rsid w:val="00CA180E"/>
    <w:rsid w:val="00CA1955"/>
    <w:rsid w:val="00CA2AAF"/>
    <w:rsid w:val="00CA2F02"/>
    <w:rsid w:val="00CA3E04"/>
    <w:rsid w:val="00CA3F6C"/>
    <w:rsid w:val="00CA4630"/>
    <w:rsid w:val="00CA4696"/>
    <w:rsid w:val="00CA5B33"/>
    <w:rsid w:val="00CA5B7A"/>
    <w:rsid w:val="00CA5BFB"/>
    <w:rsid w:val="00CA6861"/>
    <w:rsid w:val="00CA7009"/>
    <w:rsid w:val="00CA7393"/>
    <w:rsid w:val="00CA76DC"/>
    <w:rsid w:val="00CB0501"/>
    <w:rsid w:val="00CB0B5B"/>
    <w:rsid w:val="00CB1BDF"/>
    <w:rsid w:val="00CB23E9"/>
    <w:rsid w:val="00CB2435"/>
    <w:rsid w:val="00CB38BA"/>
    <w:rsid w:val="00CB3916"/>
    <w:rsid w:val="00CB398F"/>
    <w:rsid w:val="00CB39AF"/>
    <w:rsid w:val="00CB3B00"/>
    <w:rsid w:val="00CB3BA4"/>
    <w:rsid w:val="00CB3FEC"/>
    <w:rsid w:val="00CB4523"/>
    <w:rsid w:val="00CB4656"/>
    <w:rsid w:val="00CB4B9E"/>
    <w:rsid w:val="00CB4D17"/>
    <w:rsid w:val="00CB6558"/>
    <w:rsid w:val="00CB6F11"/>
    <w:rsid w:val="00CB7276"/>
    <w:rsid w:val="00CB7F5D"/>
    <w:rsid w:val="00CC068D"/>
    <w:rsid w:val="00CC09E7"/>
    <w:rsid w:val="00CC0D1E"/>
    <w:rsid w:val="00CC0D66"/>
    <w:rsid w:val="00CC11D9"/>
    <w:rsid w:val="00CC1231"/>
    <w:rsid w:val="00CC183D"/>
    <w:rsid w:val="00CC1FB3"/>
    <w:rsid w:val="00CC2D9D"/>
    <w:rsid w:val="00CC422F"/>
    <w:rsid w:val="00CC4249"/>
    <w:rsid w:val="00CC46D3"/>
    <w:rsid w:val="00CC4A98"/>
    <w:rsid w:val="00CC59C0"/>
    <w:rsid w:val="00CC5ACE"/>
    <w:rsid w:val="00CC61D5"/>
    <w:rsid w:val="00CC6469"/>
    <w:rsid w:val="00CC658B"/>
    <w:rsid w:val="00CC65DE"/>
    <w:rsid w:val="00CC661D"/>
    <w:rsid w:val="00CC6880"/>
    <w:rsid w:val="00CC6C80"/>
    <w:rsid w:val="00CC6E72"/>
    <w:rsid w:val="00CC7B20"/>
    <w:rsid w:val="00CC7E5B"/>
    <w:rsid w:val="00CD07C9"/>
    <w:rsid w:val="00CD09E5"/>
    <w:rsid w:val="00CD0A21"/>
    <w:rsid w:val="00CD0B5A"/>
    <w:rsid w:val="00CD15AC"/>
    <w:rsid w:val="00CD16FE"/>
    <w:rsid w:val="00CD18FE"/>
    <w:rsid w:val="00CD21BA"/>
    <w:rsid w:val="00CD413F"/>
    <w:rsid w:val="00CD4853"/>
    <w:rsid w:val="00CD4F3C"/>
    <w:rsid w:val="00CD4FE7"/>
    <w:rsid w:val="00CD5246"/>
    <w:rsid w:val="00CD5262"/>
    <w:rsid w:val="00CD562D"/>
    <w:rsid w:val="00CD5720"/>
    <w:rsid w:val="00CD58FB"/>
    <w:rsid w:val="00CD5A00"/>
    <w:rsid w:val="00CD7582"/>
    <w:rsid w:val="00CE0538"/>
    <w:rsid w:val="00CE0CC5"/>
    <w:rsid w:val="00CE1B10"/>
    <w:rsid w:val="00CE1C3C"/>
    <w:rsid w:val="00CE2313"/>
    <w:rsid w:val="00CE2803"/>
    <w:rsid w:val="00CE387D"/>
    <w:rsid w:val="00CE44A4"/>
    <w:rsid w:val="00CE45C9"/>
    <w:rsid w:val="00CE4E77"/>
    <w:rsid w:val="00CE4E82"/>
    <w:rsid w:val="00CE52D5"/>
    <w:rsid w:val="00CE5647"/>
    <w:rsid w:val="00CE5CDC"/>
    <w:rsid w:val="00CE6ADC"/>
    <w:rsid w:val="00CE6F5F"/>
    <w:rsid w:val="00CE7E5A"/>
    <w:rsid w:val="00CE7FB8"/>
    <w:rsid w:val="00CE7FD0"/>
    <w:rsid w:val="00CF0116"/>
    <w:rsid w:val="00CF0200"/>
    <w:rsid w:val="00CF023F"/>
    <w:rsid w:val="00CF2649"/>
    <w:rsid w:val="00CF415F"/>
    <w:rsid w:val="00CF441E"/>
    <w:rsid w:val="00CF4672"/>
    <w:rsid w:val="00CF53DF"/>
    <w:rsid w:val="00CF5562"/>
    <w:rsid w:val="00CF5605"/>
    <w:rsid w:val="00CF5B4D"/>
    <w:rsid w:val="00CF5C50"/>
    <w:rsid w:val="00CF5D9E"/>
    <w:rsid w:val="00CF609C"/>
    <w:rsid w:val="00CF6468"/>
    <w:rsid w:val="00CF6529"/>
    <w:rsid w:val="00CF68A3"/>
    <w:rsid w:val="00CF77A2"/>
    <w:rsid w:val="00CF7EB0"/>
    <w:rsid w:val="00D000C0"/>
    <w:rsid w:val="00D00189"/>
    <w:rsid w:val="00D00769"/>
    <w:rsid w:val="00D00A28"/>
    <w:rsid w:val="00D00DC8"/>
    <w:rsid w:val="00D01B7A"/>
    <w:rsid w:val="00D02811"/>
    <w:rsid w:val="00D02F54"/>
    <w:rsid w:val="00D03BF3"/>
    <w:rsid w:val="00D0481F"/>
    <w:rsid w:val="00D048A3"/>
    <w:rsid w:val="00D05C1D"/>
    <w:rsid w:val="00D05DF1"/>
    <w:rsid w:val="00D06DE6"/>
    <w:rsid w:val="00D10379"/>
    <w:rsid w:val="00D11147"/>
    <w:rsid w:val="00D1141C"/>
    <w:rsid w:val="00D12977"/>
    <w:rsid w:val="00D12A51"/>
    <w:rsid w:val="00D13008"/>
    <w:rsid w:val="00D134D5"/>
    <w:rsid w:val="00D13EB1"/>
    <w:rsid w:val="00D1443F"/>
    <w:rsid w:val="00D1446F"/>
    <w:rsid w:val="00D15521"/>
    <w:rsid w:val="00D170DD"/>
    <w:rsid w:val="00D17425"/>
    <w:rsid w:val="00D17AC3"/>
    <w:rsid w:val="00D17B19"/>
    <w:rsid w:val="00D17D5B"/>
    <w:rsid w:val="00D200D0"/>
    <w:rsid w:val="00D20361"/>
    <w:rsid w:val="00D20DDD"/>
    <w:rsid w:val="00D219C1"/>
    <w:rsid w:val="00D21C03"/>
    <w:rsid w:val="00D220AC"/>
    <w:rsid w:val="00D22132"/>
    <w:rsid w:val="00D239C1"/>
    <w:rsid w:val="00D25028"/>
    <w:rsid w:val="00D2519D"/>
    <w:rsid w:val="00D25F58"/>
    <w:rsid w:val="00D26A82"/>
    <w:rsid w:val="00D27038"/>
    <w:rsid w:val="00D275CB"/>
    <w:rsid w:val="00D277A2"/>
    <w:rsid w:val="00D2780E"/>
    <w:rsid w:val="00D303C9"/>
    <w:rsid w:val="00D306C5"/>
    <w:rsid w:val="00D306DA"/>
    <w:rsid w:val="00D31ABE"/>
    <w:rsid w:val="00D31FA0"/>
    <w:rsid w:val="00D32380"/>
    <w:rsid w:val="00D32C73"/>
    <w:rsid w:val="00D34441"/>
    <w:rsid w:val="00D3444C"/>
    <w:rsid w:val="00D348CB"/>
    <w:rsid w:val="00D3493E"/>
    <w:rsid w:val="00D35134"/>
    <w:rsid w:val="00D358B5"/>
    <w:rsid w:val="00D3631C"/>
    <w:rsid w:val="00D364C8"/>
    <w:rsid w:val="00D3663C"/>
    <w:rsid w:val="00D36E2D"/>
    <w:rsid w:val="00D37ABD"/>
    <w:rsid w:val="00D37B52"/>
    <w:rsid w:val="00D406DC"/>
    <w:rsid w:val="00D4168C"/>
    <w:rsid w:val="00D41920"/>
    <w:rsid w:val="00D41BA3"/>
    <w:rsid w:val="00D41D1E"/>
    <w:rsid w:val="00D43319"/>
    <w:rsid w:val="00D43478"/>
    <w:rsid w:val="00D43AAE"/>
    <w:rsid w:val="00D43F71"/>
    <w:rsid w:val="00D44082"/>
    <w:rsid w:val="00D44135"/>
    <w:rsid w:val="00D446F6"/>
    <w:rsid w:val="00D44B31"/>
    <w:rsid w:val="00D45FD6"/>
    <w:rsid w:val="00D46000"/>
    <w:rsid w:val="00D46488"/>
    <w:rsid w:val="00D472A0"/>
    <w:rsid w:val="00D477D1"/>
    <w:rsid w:val="00D47C30"/>
    <w:rsid w:val="00D47CE0"/>
    <w:rsid w:val="00D50792"/>
    <w:rsid w:val="00D507E2"/>
    <w:rsid w:val="00D50A16"/>
    <w:rsid w:val="00D52249"/>
    <w:rsid w:val="00D52673"/>
    <w:rsid w:val="00D5283D"/>
    <w:rsid w:val="00D53452"/>
    <w:rsid w:val="00D535C8"/>
    <w:rsid w:val="00D548D7"/>
    <w:rsid w:val="00D54F50"/>
    <w:rsid w:val="00D55200"/>
    <w:rsid w:val="00D552D9"/>
    <w:rsid w:val="00D55CB3"/>
    <w:rsid w:val="00D55EB7"/>
    <w:rsid w:val="00D56498"/>
    <w:rsid w:val="00D568B0"/>
    <w:rsid w:val="00D568CE"/>
    <w:rsid w:val="00D56D6A"/>
    <w:rsid w:val="00D57081"/>
    <w:rsid w:val="00D57A80"/>
    <w:rsid w:val="00D60456"/>
    <w:rsid w:val="00D604CC"/>
    <w:rsid w:val="00D60504"/>
    <w:rsid w:val="00D60F56"/>
    <w:rsid w:val="00D61CE4"/>
    <w:rsid w:val="00D62544"/>
    <w:rsid w:val="00D62BB9"/>
    <w:rsid w:val="00D63426"/>
    <w:rsid w:val="00D6411B"/>
    <w:rsid w:val="00D641F2"/>
    <w:rsid w:val="00D64606"/>
    <w:rsid w:val="00D650B2"/>
    <w:rsid w:val="00D6527D"/>
    <w:rsid w:val="00D659CA"/>
    <w:rsid w:val="00D6704E"/>
    <w:rsid w:val="00D6741B"/>
    <w:rsid w:val="00D67DAC"/>
    <w:rsid w:val="00D70084"/>
    <w:rsid w:val="00D70871"/>
    <w:rsid w:val="00D7109B"/>
    <w:rsid w:val="00D713F4"/>
    <w:rsid w:val="00D71B77"/>
    <w:rsid w:val="00D72127"/>
    <w:rsid w:val="00D72297"/>
    <w:rsid w:val="00D7278F"/>
    <w:rsid w:val="00D72991"/>
    <w:rsid w:val="00D739E8"/>
    <w:rsid w:val="00D73CD2"/>
    <w:rsid w:val="00D73EA3"/>
    <w:rsid w:val="00D742E4"/>
    <w:rsid w:val="00D7512A"/>
    <w:rsid w:val="00D7630F"/>
    <w:rsid w:val="00D7785B"/>
    <w:rsid w:val="00D80095"/>
    <w:rsid w:val="00D80341"/>
    <w:rsid w:val="00D80414"/>
    <w:rsid w:val="00D80499"/>
    <w:rsid w:val="00D804DE"/>
    <w:rsid w:val="00D810CA"/>
    <w:rsid w:val="00D818FE"/>
    <w:rsid w:val="00D82417"/>
    <w:rsid w:val="00D82AFF"/>
    <w:rsid w:val="00D83CCF"/>
    <w:rsid w:val="00D8459B"/>
    <w:rsid w:val="00D84A91"/>
    <w:rsid w:val="00D84AF1"/>
    <w:rsid w:val="00D84B47"/>
    <w:rsid w:val="00D84C80"/>
    <w:rsid w:val="00D84DFD"/>
    <w:rsid w:val="00D852ED"/>
    <w:rsid w:val="00D86045"/>
    <w:rsid w:val="00D860FB"/>
    <w:rsid w:val="00D8627C"/>
    <w:rsid w:val="00D86364"/>
    <w:rsid w:val="00D86455"/>
    <w:rsid w:val="00D86962"/>
    <w:rsid w:val="00D86DC0"/>
    <w:rsid w:val="00D87F05"/>
    <w:rsid w:val="00D87F40"/>
    <w:rsid w:val="00D90794"/>
    <w:rsid w:val="00D91370"/>
    <w:rsid w:val="00D91B61"/>
    <w:rsid w:val="00D92822"/>
    <w:rsid w:val="00D92E39"/>
    <w:rsid w:val="00D935F9"/>
    <w:rsid w:val="00D9402A"/>
    <w:rsid w:val="00D94B9B"/>
    <w:rsid w:val="00D94E70"/>
    <w:rsid w:val="00D95D16"/>
    <w:rsid w:val="00D96623"/>
    <w:rsid w:val="00D96E1D"/>
    <w:rsid w:val="00D970CF"/>
    <w:rsid w:val="00D97248"/>
    <w:rsid w:val="00D974B5"/>
    <w:rsid w:val="00D97A16"/>
    <w:rsid w:val="00D97E05"/>
    <w:rsid w:val="00DA0054"/>
    <w:rsid w:val="00DA08FB"/>
    <w:rsid w:val="00DA0982"/>
    <w:rsid w:val="00DA0B07"/>
    <w:rsid w:val="00DA262A"/>
    <w:rsid w:val="00DA3089"/>
    <w:rsid w:val="00DA30B1"/>
    <w:rsid w:val="00DA3B83"/>
    <w:rsid w:val="00DA4449"/>
    <w:rsid w:val="00DA4D4D"/>
    <w:rsid w:val="00DA5058"/>
    <w:rsid w:val="00DA55DB"/>
    <w:rsid w:val="00DA6436"/>
    <w:rsid w:val="00DA6BE1"/>
    <w:rsid w:val="00DA7535"/>
    <w:rsid w:val="00DA7820"/>
    <w:rsid w:val="00DB0F1C"/>
    <w:rsid w:val="00DB133D"/>
    <w:rsid w:val="00DB1B3A"/>
    <w:rsid w:val="00DB2047"/>
    <w:rsid w:val="00DB2406"/>
    <w:rsid w:val="00DB2FE2"/>
    <w:rsid w:val="00DB31B3"/>
    <w:rsid w:val="00DB3383"/>
    <w:rsid w:val="00DB4C9D"/>
    <w:rsid w:val="00DB5952"/>
    <w:rsid w:val="00DB5FD9"/>
    <w:rsid w:val="00DB61C4"/>
    <w:rsid w:val="00DB7314"/>
    <w:rsid w:val="00DB7B3C"/>
    <w:rsid w:val="00DC124E"/>
    <w:rsid w:val="00DC1706"/>
    <w:rsid w:val="00DC1BCD"/>
    <w:rsid w:val="00DC282E"/>
    <w:rsid w:val="00DC2DC2"/>
    <w:rsid w:val="00DC2E71"/>
    <w:rsid w:val="00DC307F"/>
    <w:rsid w:val="00DC3C9A"/>
    <w:rsid w:val="00DC4AD9"/>
    <w:rsid w:val="00DC559A"/>
    <w:rsid w:val="00DC5826"/>
    <w:rsid w:val="00DC5E09"/>
    <w:rsid w:val="00DC5F4C"/>
    <w:rsid w:val="00DC6675"/>
    <w:rsid w:val="00DC66F4"/>
    <w:rsid w:val="00DC7870"/>
    <w:rsid w:val="00DC78BB"/>
    <w:rsid w:val="00DC7E5F"/>
    <w:rsid w:val="00DD08D1"/>
    <w:rsid w:val="00DD0D94"/>
    <w:rsid w:val="00DD1B2C"/>
    <w:rsid w:val="00DD1CC9"/>
    <w:rsid w:val="00DD2B05"/>
    <w:rsid w:val="00DD2F19"/>
    <w:rsid w:val="00DD313A"/>
    <w:rsid w:val="00DD3B93"/>
    <w:rsid w:val="00DD4593"/>
    <w:rsid w:val="00DD4C6B"/>
    <w:rsid w:val="00DD4ED2"/>
    <w:rsid w:val="00DD5430"/>
    <w:rsid w:val="00DD5B2E"/>
    <w:rsid w:val="00DD60A7"/>
    <w:rsid w:val="00DD61BF"/>
    <w:rsid w:val="00DD7048"/>
    <w:rsid w:val="00DD7425"/>
    <w:rsid w:val="00DD77FB"/>
    <w:rsid w:val="00DE1236"/>
    <w:rsid w:val="00DE13B7"/>
    <w:rsid w:val="00DE193E"/>
    <w:rsid w:val="00DE1EAC"/>
    <w:rsid w:val="00DE24CF"/>
    <w:rsid w:val="00DE258F"/>
    <w:rsid w:val="00DE2AE1"/>
    <w:rsid w:val="00DE3BB7"/>
    <w:rsid w:val="00DE4A7C"/>
    <w:rsid w:val="00DE5E94"/>
    <w:rsid w:val="00DE65CA"/>
    <w:rsid w:val="00DE6DBA"/>
    <w:rsid w:val="00DE6E1B"/>
    <w:rsid w:val="00DE7082"/>
    <w:rsid w:val="00DE747D"/>
    <w:rsid w:val="00DF03FB"/>
    <w:rsid w:val="00DF076D"/>
    <w:rsid w:val="00DF0990"/>
    <w:rsid w:val="00DF10C9"/>
    <w:rsid w:val="00DF1CBC"/>
    <w:rsid w:val="00DF3532"/>
    <w:rsid w:val="00DF359A"/>
    <w:rsid w:val="00DF3D90"/>
    <w:rsid w:val="00DF4B8F"/>
    <w:rsid w:val="00DF5750"/>
    <w:rsid w:val="00DF58AF"/>
    <w:rsid w:val="00DF68E4"/>
    <w:rsid w:val="00DF6C17"/>
    <w:rsid w:val="00DF7237"/>
    <w:rsid w:val="00DF7767"/>
    <w:rsid w:val="00DF7B78"/>
    <w:rsid w:val="00DF7C96"/>
    <w:rsid w:val="00DF7C99"/>
    <w:rsid w:val="00E01506"/>
    <w:rsid w:val="00E01F0A"/>
    <w:rsid w:val="00E01F5D"/>
    <w:rsid w:val="00E01F8B"/>
    <w:rsid w:val="00E021CB"/>
    <w:rsid w:val="00E02785"/>
    <w:rsid w:val="00E02878"/>
    <w:rsid w:val="00E033A2"/>
    <w:rsid w:val="00E03E9C"/>
    <w:rsid w:val="00E04D23"/>
    <w:rsid w:val="00E0616F"/>
    <w:rsid w:val="00E06CEF"/>
    <w:rsid w:val="00E07A42"/>
    <w:rsid w:val="00E07C97"/>
    <w:rsid w:val="00E07F87"/>
    <w:rsid w:val="00E101ED"/>
    <w:rsid w:val="00E10492"/>
    <w:rsid w:val="00E106B5"/>
    <w:rsid w:val="00E11C74"/>
    <w:rsid w:val="00E128B2"/>
    <w:rsid w:val="00E12FA6"/>
    <w:rsid w:val="00E12FD8"/>
    <w:rsid w:val="00E13069"/>
    <w:rsid w:val="00E136B9"/>
    <w:rsid w:val="00E1443E"/>
    <w:rsid w:val="00E14BF7"/>
    <w:rsid w:val="00E15315"/>
    <w:rsid w:val="00E154C7"/>
    <w:rsid w:val="00E1655D"/>
    <w:rsid w:val="00E16BEF"/>
    <w:rsid w:val="00E16C87"/>
    <w:rsid w:val="00E16CD8"/>
    <w:rsid w:val="00E16D2B"/>
    <w:rsid w:val="00E170D3"/>
    <w:rsid w:val="00E1711B"/>
    <w:rsid w:val="00E17CDC"/>
    <w:rsid w:val="00E20F34"/>
    <w:rsid w:val="00E22D9D"/>
    <w:rsid w:val="00E23585"/>
    <w:rsid w:val="00E239FC"/>
    <w:rsid w:val="00E23AB3"/>
    <w:rsid w:val="00E25991"/>
    <w:rsid w:val="00E25D9F"/>
    <w:rsid w:val="00E266A0"/>
    <w:rsid w:val="00E26897"/>
    <w:rsid w:val="00E27C11"/>
    <w:rsid w:val="00E27F48"/>
    <w:rsid w:val="00E30379"/>
    <w:rsid w:val="00E30464"/>
    <w:rsid w:val="00E308C5"/>
    <w:rsid w:val="00E30D5B"/>
    <w:rsid w:val="00E30DAC"/>
    <w:rsid w:val="00E31089"/>
    <w:rsid w:val="00E312F2"/>
    <w:rsid w:val="00E31BFA"/>
    <w:rsid w:val="00E31D0E"/>
    <w:rsid w:val="00E3264A"/>
    <w:rsid w:val="00E3339A"/>
    <w:rsid w:val="00E33C86"/>
    <w:rsid w:val="00E342E4"/>
    <w:rsid w:val="00E34678"/>
    <w:rsid w:val="00E35071"/>
    <w:rsid w:val="00E35227"/>
    <w:rsid w:val="00E35848"/>
    <w:rsid w:val="00E35DEB"/>
    <w:rsid w:val="00E368EE"/>
    <w:rsid w:val="00E36BAA"/>
    <w:rsid w:val="00E379F7"/>
    <w:rsid w:val="00E37B93"/>
    <w:rsid w:val="00E37F94"/>
    <w:rsid w:val="00E40E96"/>
    <w:rsid w:val="00E41A24"/>
    <w:rsid w:val="00E4282D"/>
    <w:rsid w:val="00E42A27"/>
    <w:rsid w:val="00E42A73"/>
    <w:rsid w:val="00E42E9F"/>
    <w:rsid w:val="00E43606"/>
    <w:rsid w:val="00E43F05"/>
    <w:rsid w:val="00E44304"/>
    <w:rsid w:val="00E44BA3"/>
    <w:rsid w:val="00E44F04"/>
    <w:rsid w:val="00E455E1"/>
    <w:rsid w:val="00E46250"/>
    <w:rsid w:val="00E46C0F"/>
    <w:rsid w:val="00E470BD"/>
    <w:rsid w:val="00E474F5"/>
    <w:rsid w:val="00E47BBA"/>
    <w:rsid w:val="00E502D4"/>
    <w:rsid w:val="00E5054E"/>
    <w:rsid w:val="00E50B26"/>
    <w:rsid w:val="00E51465"/>
    <w:rsid w:val="00E515B2"/>
    <w:rsid w:val="00E5175D"/>
    <w:rsid w:val="00E51D49"/>
    <w:rsid w:val="00E51D75"/>
    <w:rsid w:val="00E521CA"/>
    <w:rsid w:val="00E53556"/>
    <w:rsid w:val="00E54382"/>
    <w:rsid w:val="00E55EBC"/>
    <w:rsid w:val="00E56278"/>
    <w:rsid w:val="00E567C4"/>
    <w:rsid w:val="00E56DBF"/>
    <w:rsid w:val="00E5732C"/>
    <w:rsid w:val="00E57C6C"/>
    <w:rsid w:val="00E6007D"/>
    <w:rsid w:val="00E601E9"/>
    <w:rsid w:val="00E6062C"/>
    <w:rsid w:val="00E61375"/>
    <w:rsid w:val="00E620C3"/>
    <w:rsid w:val="00E6347B"/>
    <w:rsid w:val="00E638DE"/>
    <w:rsid w:val="00E639A8"/>
    <w:rsid w:val="00E63C49"/>
    <w:rsid w:val="00E64209"/>
    <w:rsid w:val="00E64CC6"/>
    <w:rsid w:val="00E6594E"/>
    <w:rsid w:val="00E660B7"/>
    <w:rsid w:val="00E6623E"/>
    <w:rsid w:val="00E66AD6"/>
    <w:rsid w:val="00E670C9"/>
    <w:rsid w:val="00E67863"/>
    <w:rsid w:val="00E67C92"/>
    <w:rsid w:val="00E67D41"/>
    <w:rsid w:val="00E703A6"/>
    <w:rsid w:val="00E70759"/>
    <w:rsid w:val="00E70BBE"/>
    <w:rsid w:val="00E71051"/>
    <w:rsid w:val="00E711E3"/>
    <w:rsid w:val="00E71930"/>
    <w:rsid w:val="00E719C8"/>
    <w:rsid w:val="00E71A98"/>
    <w:rsid w:val="00E727EF"/>
    <w:rsid w:val="00E72B2F"/>
    <w:rsid w:val="00E72E36"/>
    <w:rsid w:val="00E730D9"/>
    <w:rsid w:val="00E731D4"/>
    <w:rsid w:val="00E7365A"/>
    <w:rsid w:val="00E73CF9"/>
    <w:rsid w:val="00E740CE"/>
    <w:rsid w:val="00E7536D"/>
    <w:rsid w:val="00E75424"/>
    <w:rsid w:val="00E75C85"/>
    <w:rsid w:val="00E77186"/>
    <w:rsid w:val="00E7785B"/>
    <w:rsid w:val="00E80515"/>
    <w:rsid w:val="00E81E5A"/>
    <w:rsid w:val="00E82CC1"/>
    <w:rsid w:val="00E82EDE"/>
    <w:rsid w:val="00E836F9"/>
    <w:rsid w:val="00E83886"/>
    <w:rsid w:val="00E83CAC"/>
    <w:rsid w:val="00E83F80"/>
    <w:rsid w:val="00E85728"/>
    <w:rsid w:val="00E85BFF"/>
    <w:rsid w:val="00E868BC"/>
    <w:rsid w:val="00E8694B"/>
    <w:rsid w:val="00E86F09"/>
    <w:rsid w:val="00E86F1B"/>
    <w:rsid w:val="00E87073"/>
    <w:rsid w:val="00E87419"/>
    <w:rsid w:val="00E908FA"/>
    <w:rsid w:val="00E90996"/>
    <w:rsid w:val="00E9115B"/>
    <w:rsid w:val="00E912D5"/>
    <w:rsid w:val="00E9152D"/>
    <w:rsid w:val="00E91E09"/>
    <w:rsid w:val="00E91F61"/>
    <w:rsid w:val="00E923CF"/>
    <w:rsid w:val="00E92A89"/>
    <w:rsid w:val="00E92B00"/>
    <w:rsid w:val="00E92D8D"/>
    <w:rsid w:val="00E92DD7"/>
    <w:rsid w:val="00E931FA"/>
    <w:rsid w:val="00E935B7"/>
    <w:rsid w:val="00E938F8"/>
    <w:rsid w:val="00E94D1F"/>
    <w:rsid w:val="00E94D4F"/>
    <w:rsid w:val="00E952D5"/>
    <w:rsid w:val="00E954BA"/>
    <w:rsid w:val="00E96008"/>
    <w:rsid w:val="00E96363"/>
    <w:rsid w:val="00E9784C"/>
    <w:rsid w:val="00E97B60"/>
    <w:rsid w:val="00EA06D3"/>
    <w:rsid w:val="00EA218B"/>
    <w:rsid w:val="00EA3361"/>
    <w:rsid w:val="00EA358B"/>
    <w:rsid w:val="00EA369E"/>
    <w:rsid w:val="00EA4160"/>
    <w:rsid w:val="00EA4382"/>
    <w:rsid w:val="00EA507E"/>
    <w:rsid w:val="00EA5464"/>
    <w:rsid w:val="00EA59E7"/>
    <w:rsid w:val="00EA693C"/>
    <w:rsid w:val="00EB0300"/>
    <w:rsid w:val="00EB034A"/>
    <w:rsid w:val="00EB1A6C"/>
    <w:rsid w:val="00EB1D03"/>
    <w:rsid w:val="00EB1E20"/>
    <w:rsid w:val="00EB206B"/>
    <w:rsid w:val="00EB2C8C"/>
    <w:rsid w:val="00EB2D5D"/>
    <w:rsid w:val="00EB2F77"/>
    <w:rsid w:val="00EB322C"/>
    <w:rsid w:val="00EB53EF"/>
    <w:rsid w:val="00EB6804"/>
    <w:rsid w:val="00EB690C"/>
    <w:rsid w:val="00EB7696"/>
    <w:rsid w:val="00EC06C9"/>
    <w:rsid w:val="00EC159E"/>
    <w:rsid w:val="00EC1BCF"/>
    <w:rsid w:val="00EC1D7C"/>
    <w:rsid w:val="00EC2178"/>
    <w:rsid w:val="00EC2EDE"/>
    <w:rsid w:val="00EC3767"/>
    <w:rsid w:val="00EC3B5C"/>
    <w:rsid w:val="00EC3E2B"/>
    <w:rsid w:val="00EC4140"/>
    <w:rsid w:val="00EC4D31"/>
    <w:rsid w:val="00EC56C4"/>
    <w:rsid w:val="00EC63D6"/>
    <w:rsid w:val="00EC6C29"/>
    <w:rsid w:val="00EC6F17"/>
    <w:rsid w:val="00EC6FBC"/>
    <w:rsid w:val="00EC78A1"/>
    <w:rsid w:val="00EC7DCA"/>
    <w:rsid w:val="00EC7F37"/>
    <w:rsid w:val="00EC7FC8"/>
    <w:rsid w:val="00ED036F"/>
    <w:rsid w:val="00ED178F"/>
    <w:rsid w:val="00ED1E0A"/>
    <w:rsid w:val="00ED2C39"/>
    <w:rsid w:val="00ED2D32"/>
    <w:rsid w:val="00ED2F40"/>
    <w:rsid w:val="00ED30EE"/>
    <w:rsid w:val="00ED31E3"/>
    <w:rsid w:val="00ED333E"/>
    <w:rsid w:val="00ED3706"/>
    <w:rsid w:val="00ED4D3A"/>
    <w:rsid w:val="00ED5BAE"/>
    <w:rsid w:val="00ED6799"/>
    <w:rsid w:val="00ED6D8E"/>
    <w:rsid w:val="00ED6F5E"/>
    <w:rsid w:val="00ED7180"/>
    <w:rsid w:val="00ED7B3E"/>
    <w:rsid w:val="00EE04E0"/>
    <w:rsid w:val="00EE085B"/>
    <w:rsid w:val="00EE102D"/>
    <w:rsid w:val="00EE11AD"/>
    <w:rsid w:val="00EE2C12"/>
    <w:rsid w:val="00EE2D85"/>
    <w:rsid w:val="00EE2E70"/>
    <w:rsid w:val="00EE35BF"/>
    <w:rsid w:val="00EE3A58"/>
    <w:rsid w:val="00EE3F78"/>
    <w:rsid w:val="00EE44B8"/>
    <w:rsid w:val="00EE547B"/>
    <w:rsid w:val="00EE688F"/>
    <w:rsid w:val="00EE6C7F"/>
    <w:rsid w:val="00EE78FC"/>
    <w:rsid w:val="00EF0141"/>
    <w:rsid w:val="00EF0F14"/>
    <w:rsid w:val="00EF1679"/>
    <w:rsid w:val="00EF2A05"/>
    <w:rsid w:val="00EF2A50"/>
    <w:rsid w:val="00EF2D7D"/>
    <w:rsid w:val="00EF3875"/>
    <w:rsid w:val="00EF3C14"/>
    <w:rsid w:val="00EF3D8B"/>
    <w:rsid w:val="00EF4905"/>
    <w:rsid w:val="00EF5791"/>
    <w:rsid w:val="00EF57CA"/>
    <w:rsid w:val="00EF6079"/>
    <w:rsid w:val="00EF6A58"/>
    <w:rsid w:val="00EF7234"/>
    <w:rsid w:val="00EF77F2"/>
    <w:rsid w:val="00F00C51"/>
    <w:rsid w:val="00F00EB4"/>
    <w:rsid w:val="00F010E3"/>
    <w:rsid w:val="00F01452"/>
    <w:rsid w:val="00F01AA5"/>
    <w:rsid w:val="00F01B43"/>
    <w:rsid w:val="00F01D11"/>
    <w:rsid w:val="00F02874"/>
    <w:rsid w:val="00F02CF0"/>
    <w:rsid w:val="00F02F21"/>
    <w:rsid w:val="00F03855"/>
    <w:rsid w:val="00F03A65"/>
    <w:rsid w:val="00F047FF"/>
    <w:rsid w:val="00F04960"/>
    <w:rsid w:val="00F04C33"/>
    <w:rsid w:val="00F056BA"/>
    <w:rsid w:val="00F06AF5"/>
    <w:rsid w:val="00F06B5F"/>
    <w:rsid w:val="00F0744A"/>
    <w:rsid w:val="00F07778"/>
    <w:rsid w:val="00F10A5D"/>
    <w:rsid w:val="00F10AB2"/>
    <w:rsid w:val="00F11A94"/>
    <w:rsid w:val="00F11A9C"/>
    <w:rsid w:val="00F13F2C"/>
    <w:rsid w:val="00F14046"/>
    <w:rsid w:val="00F1440D"/>
    <w:rsid w:val="00F1620F"/>
    <w:rsid w:val="00F162AB"/>
    <w:rsid w:val="00F16FE1"/>
    <w:rsid w:val="00F17925"/>
    <w:rsid w:val="00F17B0E"/>
    <w:rsid w:val="00F2079B"/>
    <w:rsid w:val="00F20F21"/>
    <w:rsid w:val="00F213F1"/>
    <w:rsid w:val="00F21447"/>
    <w:rsid w:val="00F21913"/>
    <w:rsid w:val="00F22166"/>
    <w:rsid w:val="00F23343"/>
    <w:rsid w:val="00F23804"/>
    <w:rsid w:val="00F245DF"/>
    <w:rsid w:val="00F24EA1"/>
    <w:rsid w:val="00F2595D"/>
    <w:rsid w:val="00F26C78"/>
    <w:rsid w:val="00F26F09"/>
    <w:rsid w:val="00F31073"/>
    <w:rsid w:val="00F314CF"/>
    <w:rsid w:val="00F31714"/>
    <w:rsid w:val="00F31C0A"/>
    <w:rsid w:val="00F34652"/>
    <w:rsid w:val="00F34A94"/>
    <w:rsid w:val="00F356D7"/>
    <w:rsid w:val="00F35B7E"/>
    <w:rsid w:val="00F35F78"/>
    <w:rsid w:val="00F375A8"/>
    <w:rsid w:val="00F378F5"/>
    <w:rsid w:val="00F37E34"/>
    <w:rsid w:val="00F408B5"/>
    <w:rsid w:val="00F410CE"/>
    <w:rsid w:val="00F41510"/>
    <w:rsid w:val="00F41538"/>
    <w:rsid w:val="00F4237A"/>
    <w:rsid w:val="00F42421"/>
    <w:rsid w:val="00F43744"/>
    <w:rsid w:val="00F43F65"/>
    <w:rsid w:val="00F44256"/>
    <w:rsid w:val="00F44B9D"/>
    <w:rsid w:val="00F4612F"/>
    <w:rsid w:val="00F47BFE"/>
    <w:rsid w:val="00F47C70"/>
    <w:rsid w:val="00F507A5"/>
    <w:rsid w:val="00F518A6"/>
    <w:rsid w:val="00F51B41"/>
    <w:rsid w:val="00F51C1B"/>
    <w:rsid w:val="00F51EEA"/>
    <w:rsid w:val="00F527AE"/>
    <w:rsid w:val="00F52C33"/>
    <w:rsid w:val="00F531F5"/>
    <w:rsid w:val="00F533CD"/>
    <w:rsid w:val="00F5352F"/>
    <w:rsid w:val="00F5437C"/>
    <w:rsid w:val="00F549B0"/>
    <w:rsid w:val="00F54A67"/>
    <w:rsid w:val="00F54B24"/>
    <w:rsid w:val="00F54D41"/>
    <w:rsid w:val="00F552FA"/>
    <w:rsid w:val="00F55F92"/>
    <w:rsid w:val="00F5623C"/>
    <w:rsid w:val="00F565CC"/>
    <w:rsid w:val="00F5684C"/>
    <w:rsid w:val="00F57009"/>
    <w:rsid w:val="00F60AA1"/>
    <w:rsid w:val="00F61012"/>
    <w:rsid w:val="00F61115"/>
    <w:rsid w:val="00F61337"/>
    <w:rsid w:val="00F6134F"/>
    <w:rsid w:val="00F613AD"/>
    <w:rsid w:val="00F62DC2"/>
    <w:rsid w:val="00F62E10"/>
    <w:rsid w:val="00F63207"/>
    <w:rsid w:val="00F632A9"/>
    <w:rsid w:val="00F63876"/>
    <w:rsid w:val="00F6401B"/>
    <w:rsid w:val="00F647D8"/>
    <w:rsid w:val="00F65059"/>
    <w:rsid w:val="00F65458"/>
    <w:rsid w:val="00F65963"/>
    <w:rsid w:val="00F6678C"/>
    <w:rsid w:val="00F667D2"/>
    <w:rsid w:val="00F67046"/>
    <w:rsid w:val="00F70A7D"/>
    <w:rsid w:val="00F70D8E"/>
    <w:rsid w:val="00F713C5"/>
    <w:rsid w:val="00F71D4F"/>
    <w:rsid w:val="00F71DC6"/>
    <w:rsid w:val="00F728C6"/>
    <w:rsid w:val="00F72CEF"/>
    <w:rsid w:val="00F72EE2"/>
    <w:rsid w:val="00F73398"/>
    <w:rsid w:val="00F73435"/>
    <w:rsid w:val="00F74ED1"/>
    <w:rsid w:val="00F75839"/>
    <w:rsid w:val="00F75899"/>
    <w:rsid w:val="00F764F3"/>
    <w:rsid w:val="00F7764A"/>
    <w:rsid w:val="00F80AFF"/>
    <w:rsid w:val="00F80E23"/>
    <w:rsid w:val="00F816BD"/>
    <w:rsid w:val="00F81ADE"/>
    <w:rsid w:val="00F827A8"/>
    <w:rsid w:val="00F82AAF"/>
    <w:rsid w:val="00F83BFA"/>
    <w:rsid w:val="00F83F11"/>
    <w:rsid w:val="00F84A65"/>
    <w:rsid w:val="00F85674"/>
    <w:rsid w:val="00F85FA3"/>
    <w:rsid w:val="00F86431"/>
    <w:rsid w:val="00F865CC"/>
    <w:rsid w:val="00F87A47"/>
    <w:rsid w:val="00F87B91"/>
    <w:rsid w:val="00F90D32"/>
    <w:rsid w:val="00F90E06"/>
    <w:rsid w:val="00F91831"/>
    <w:rsid w:val="00F91C08"/>
    <w:rsid w:val="00F928BF"/>
    <w:rsid w:val="00F92B77"/>
    <w:rsid w:val="00F92BFD"/>
    <w:rsid w:val="00F92C39"/>
    <w:rsid w:val="00F92D48"/>
    <w:rsid w:val="00F933A6"/>
    <w:rsid w:val="00F93436"/>
    <w:rsid w:val="00F937DC"/>
    <w:rsid w:val="00F93926"/>
    <w:rsid w:val="00F93AD5"/>
    <w:rsid w:val="00F94466"/>
    <w:rsid w:val="00F9567C"/>
    <w:rsid w:val="00F960F7"/>
    <w:rsid w:val="00F96484"/>
    <w:rsid w:val="00F97044"/>
    <w:rsid w:val="00F97C16"/>
    <w:rsid w:val="00FA13B5"/>
    <w:rsid w:val="00FA13CB"/>
    <w:rsid w:val="00FA1A92"/>
    <w:rsid w:val="00FA2256"/>
    <w:rsid w:val="00FA31E4"/>
    <w:rsid w:val="00FA3222"/>
    <w:rsid w:val="00FA400D"/>
    <w:rsid w:val="00FA42AC"/>
    <w:rsid w:val="00FA4301"/>
    <w:rsid w:val="00FA446D"/>
    <w:rsid w:val="00FA48D3"/>
    <w:rsid w:val="00FA5357"/>
    <w:rsid w:val="00FA5626"/>
    <w:rsid w:val="00FA57A7"/>
    <w:rsid w:val="00FA5CD4"/>
    <w:rsid w:val="00FA7D30"/>
    <w:rsid w:val="00FB1068"/>
    <w:rsid w:val="00FB12B6"/>
    <w:rsid w:val="00FB1716"/>
    <w:rsid w:val="00FB19E7"/>
    <w:rsid w:val="00FB206E"/>
    <w:rsid w:val="00FB2863"/>
    <w:rsid w:val="00FB2F5D"/>
    <w:rsid w:val="00FB2FB5"/>
    <w:rsid w:val="00FB382C"/>
    <w:rsid w:val="00FB39CC"/>
    <w:rsid w:val="00FB3A57"/>
    <w:rsid w:val="00FB42E2"/>
    <w:rsid w:val="00FB4CF6"/>
    <w:rsid w:val="00FB5586"/>
    <w:rsid w:val="00FB56DB"/>
    <w:rsid w:val="00FB5E9C"/>
    <w:rsid w:val="00FB6A7B"/>
    <w:rsid w:val="00FC07BE"/>
    <w:rsid w:val="00FC1A9B"/>
    <w:rsid w:val="00FC233D"/>
    <w:rsid w:val="00FC28AB"/>
    <w:rsid w:val="00FC3344"/>
    <w:rsid w:val="00FC4B01"/>
    <w:rsid w:val="00FC4C01"/>
    <w:rsid w:val="00FC6374"/>
    <w:rsid w:val="00FC63FA"/>
    <w:rsid w:val="00FC641B"/>
    <w:rsid w:val="00FC665F"/>
    <w:rsid w:val="00FC6787"/>
    <w:rsid w:val="00FC68DF"/>
    <w:rsid w:val="00FC6E00"/>
    <w:rsid w:val="00FC74AE"/>
    <w:rsid w:val="00FC78C2"/>
    <w:rsid w:val="00FC7996"/>
    <w:rsid w:val="00FD0806"/>
    <w:rsid w:val="00FD10D4"/>
    <w:rsid w:val="00FD15AC"/>
    <w:rsid w:val="00FD2294"/>
    <w:rsid w:val="00FD23EE"/>
    <w:rsid w:val="00FD27F2"/>
    <w:rsid w:val="00FD3465"/>
    <w:rsid w:val="00FD371E"/>
    <w:rsid w:val="00FD376F"/>
    <w:rsid w:val="00FD4456"/>
    <w:rsid w:val="00FD4F59"/>
    <w:rsid w:val="00FD5B78"/>
    <w:rsid w:val="00FD63B5"/>
    <w:rsid w:val="00FD6424"/>
    <w:rsid w:val="00FD6894"/>
    <w:rsid w:val="00FD6AF4"/>
    <w:rsid w:val="00FD6D8E"/>
    <w:rsid w:val="00FD7BEB"/>
    <w:rsid w:val="00FE0B46"/>
    <w:rsid w:val="00FE0E9A"/>
    <w:rsid w:val="00FE12BA"/>
    <w:rsid w:val="00FE1A32"/>
    <w:rsid w:val="00FE1A79"/>
    <w:rsid w:val="00FE1C42"/>
    <w:rsid w:val="00FE2310"/>
    <w:rsid w:val="00FE29E5"/>
    <w:rsid w:val="00FE2A15"/>
    <w:rsid w:val="00FE2A52"/>
    <w:rsid w:val="00FE3143"/>
    <w:rsid w:val="00FE5729"/>
    <w:rsid w:val="00FE575A"/>
    <w:rsid w:val="00FE5A72"/>
    <w:rsid w:val="00FE6337"/>
    <w:rsid w:val="00FE7794"/>
    <w:rsid w:val="00FF0EE5"/>
    <w:rsid w:val="00FF1BAE"/>
    <w:rsid w:val="00FF1C8D"/>
    <w:rsid w:val="00FF1E50"/>
    <w:rsid w:val="00FF30D8"/>
    <w:rsid w:val="00FF470F"/>
    <w:rsid w:val="00FF577C"/>
    <w:rsid w:val="00FF5A3A"/>
    <w:rsid w:val="00FF5B99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08CF515"/>
  <w15:docId w15:val="{4A33FA7A-27AC-410E-94D0-4CD660CC5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50AE"/>
    <w:rPr>
      <w:rFonts w:ascii="Verdana" w:hAnsi="Verdana"/>
      <w:sz w:val="18"/>
      <w:lang w:eastAsia="en-GB"/>
    </w:rPr>
  </w:style>
  <w:style w:type="paragraph" w:styleId="Heading1">
    <w:name w:val="heading 1"/>
    <w:basedOn w:val="Body"/>
    <w:next w:val="Normal"/>
    <w:link w:val="Heading1Char"/>
    <w:qFormat/>
    <w:rsid w:val="0051268D"/>
    <w:pPr>
      <w:numPr>
        <w:numId w:val="12"/>
      </w:numPr>
      <w:spacing w:after="0"/>
      <w:ind w:left="567" w:hanging="567"/>
      <w:jc w:val="both"/>
      <w:outlineLvl w:val="0"/>
    </w:pPr>
    <w:rPr>
      <w:b/>
      <w:lang w:val="et-EE"/>
    </w:rPr>
  </w:style>
  <w:style w:type="paragraph" w:styleId="Heading2">
    <w:name w:val="heading 2"/>
    <w:basedOn w:val="Normal"/>
    <w:next w:val="Normal"/>
    <w:link w:val="Heading2Char"/>
    <w:rsid w:val="006F14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qFormat/>
    <w:rsid w:val="009C44F0"/>
    <w:pPr>
      <w:numPr>
        <w:numId w:val="9"/>
      </w:numPr>
      <w:spacing w:after="240"/>
    </w:pPr>
  </w:style>
  <w:style w:type="paragraph" w:customStyle="1" w:styleId="aDefinition">
    <w:name w:val="(a) Definition"/>
    <w:basedOn w:val="Body"/>
    <w:qFormat/>
    <w:rsid w:val="00F44B9D"/>
    <w:pPr>
      <w:numPr>
        <w:ilvl w:val="1"/>
      </w:numPr>
    </w:pPr>
  </w:style>
  <w:style w:type="paragraph" w:customStyle="1" w:styleId="iDefinition">
    <w:name w:val="(i) Definition"/>
    <w:basedOn w:val="Body"/>
    <w:qFormat/>
    <w:rsid w:val="005D221E"/>
    <w:pPr>
      <w:numPr>
        <w:ilvl w:val="2"/>
      </w:numPr>
      <w:tabs>
        <w:tab w:val="clear" w:pos="1843"/>
      </w:tabs>
    </w:pPr>
  </w:style>
  <w:style w:type="paragraph" w:customStyle="1" w:styleId="Body1">
    <w:name w:val="Body 1"/>
    <w:basedOn w:val="Body"/>
    <w:uiPriority w:val="2"/>
    <w:semiHidden/>
    <w:qFormat/>
    <w:rsid w:val="005D221E"/>
    <w:pPr>
      <w:ind w:left="851"/>
    </w:pPr>
  </w:style>
  <w:style w:type="paragraph" w:customStyle="1" w:styleId="Background">
    <w:name w:val="Background"/>
    <w:basedOn w:val="Body1"/>
    <w:uiPriority w:val="2"/>
    <w:semiHidden/>
    <w:qFormat/>
    <w:rsid w:val="005D221E"/>
    <w:pPr>
      <w:numPr>
        <w:numId w:val="1"/>
      </w:numPr>
    </w:pPr>
  </w:style>
  <w:style w:type="paragraph" w:customStyle="1" w:styleId="Body2">
    <w:name w:val="Body 2"/>
    <w:basedOn w:val="Body1"/>
    <w:uiPriority w:val="2"/>
    <w:semiHidden/>
    <w:qFormat/>
    <w:rsid w:val="005D221E"/>
  </w:style>
  <w:style w:type="paragraph" w:customStyle="1" w:styleId="Body3">
    <w:name w:val="Body 3"/>
    <w:basedOn w:val="Body2"/>
    <w:uiPriority w:val="2"/>
    <w:semiHidden/>
    <w:qFormat/>
    <w:rsid w:val="005D221E"/>
    <w:pPr>
      <w:ind w:left="1843"/>
    </w:pPr>
  </w:style>
  <w:style w:type="paragraph" w:customStyle="1" w:styleId="Body4">
    <w:name w:val="Body 4"/>
    <w:basedOn w:val="Body3"/>
    <w:uiPriority w:val="2"/>
    <w:semiHidden/>
    <w:qFormat/>
    <w:rsid w:val="005D221E"/>
    <w:pPr>
      <w:ind w:left="3119"/>
    </w:pPr>
  </w:style>
  <w:style w:type="paragraph" w:customStyle="1" w:styleId="Body5">
    <w:name w:val="Body 5"/>
    <w:basedOn w:val="Body3"/>
    <w:uiPriority w:val="2"/>
    <w:semiHidden/>
    <w:qFormat/>
    <w:rsid w:val="005D221E"/>
    <w:pPr>
      <w:ind w:left="3119"/>
    </w:pPr>
  </w:style>
  <w:style w:type="paragraph" w:customStyle="1" w:styleId="Bullet1">
    <w:name w:val="Bullet 1"/>
    <w:basedOn w:val="Body1"/>
    <w:uiPriority w:val="2"/>
    <w:semiHidden/>
    <w:qFormat/>
    <w:rsid w:val="005D221E"/>
    <w:pPr>
      <w:numPr>
        <w:numId w:val="2"/>
      </w:numPr>
    </w:pPr>
  </w:style>
  <w:style w:type="paragraph" w:customStyle="1" w:styleId="Bullet2">
    <w:name w:val="Bullet 2"/>
    <w:basedOn w:val="Body2"/>
    <w:uiPriority w:val="2"/>
    <w:semiHidden/>
    <w:qFormat/>
    <w:rsid w:val="005D221E"/>
    <w:pPr>
      <w:numPr>
        <w:ilvl w:val="1"/>
        <w:numId w:val="2"/>
      </w:numPr>
    </w:pPr>
  </w:style>
  <w:style w:type="paragraph" w:customStyle="1" w:styleId="Bullet3">
    <w:name w:val="Bullet 3"/>
    <w:basedOn w:val="Body3"/>
    <w:uiPriority w:val="2"/>
    <w:semiHidden/>
    <w:qFormat/>
    <w:rsid w:val="005D221E"/>
    <w:pPr>
      <w:numPr>
        <w:ilvl w:val="2"/>
        <w:numId w:val="2"/>
      </w:numPr>
    </w:pPr>
  </w:style>
  <w:style w:type="character" w:customStyle="1" w:styleId="CrossReference">
    <w:name w:val="Cross Reference"/>
    <w:basedOn w:val="DefaultParagraphFont"/>
    <w:uiPriority w:val="2"/>
    <w:semiHidden/>
    <w:qFormat/>
    <w:rsid w:val="005D221E"/>
    <w:rPr>
      <w:b/>
    </w:rPr>
  </w:style>
  <w:style w:type="paragraph" w:styleId="Footer">
    <w:name w:val="footer"/>
    <w:basedOn w:val="Normal"/>
    <w:uiPriority w:val="2"/>
    <w:semiHidden/>
    <w:rsid w:val="005D221E"/>
    <w:pPr>
      <w:tabs>
        <w:tab w:val="center" w:pos="4536"/>
      </w:tabs>
    </w:pPr>
    <w:rPr>
      <w:noProof/>
      <w:sz w:val="16"/>
    </w:rPr>
  </w:style>
  <w:style w:type="character" w:styleId="FootnoteReference">
    <w:name w:val="footnote reference"/>
    <w:basedOn w:val="DefaultParagraphFont"/>
    <w:rsid w:val="005D221E"/>
    <w:rPr>
      <w:rFonts w:ascii="Tahoma" w:hAnsi="Tahoma"/>
      <w:b/>
      <w:color w:val="auto"/>
      <w:sz w:val="20"/>
      <w:u w:val="none"/>
      <w:vertAlign w:val="superscript"/>
    </w:rPr>
  </w:style>
  <w:style w:type="paragraph" w:styleId="FootnoteText">
    <w:name w:val="footnote text"/>
    <w:basedOn w:val="Normal"/>
    <w:link w:val="FootnoteTextChar"/>
    <w:qFormat/>
    <w:rsid w:val="004A5265"/>
    <w:pPr>
      <w:ind w:left="142" w:hanging="142"/>
      <w:jc w:val="both"/>
    </w:pPr>
    <w:rPr>
      <w:sz w:val="16"/>
      <w:lang w:val="et-EE"/>
    </w:rPr>
  </w:style>
  <w:style w:type="paragraph" w:styleId="Header">
    <w:name w:val="header"/>
    <w:basedOn w:val="Normal"/>
    <w:link w:val="HeaderChar"/>
    <w:uiPriority w:val="99"/>
    <w:rsid w:val="005D221E"/>
    <w:pPr>
      <w:tabs>
        <w:tab w:val="center" w:pos="4536"/>
        <w:tab w:val="right" w:pos="9072"/>
      </w:tabs>
    </w:pPr>
    <w:rPr>
      <w:noProof/>
      <w:sz w:val="16"/>
    </w:rPr>
  </w:style>
  <w:style w:type="paragraph" w:customStyle="1" w:styleId="Level1">
    <w:name w:val="Level 1"/>
    <w:basedOn w:val="ListParagraph"/>
    <w:link w:val="Level1Mrk"/>
    <w:qFormat/>
    <w:rsid w:val="0051268D"/>
    <w:pPr>
      <w:numPr>
        <w:numId w:val="10"/>
      </w:numPr>
      <w:jc w:val="both"/>
    </w:pPr>
    <w:rPr>
      <w:szCs w:val="18"/>
      <w:lang w:val="et-EE"/>
    </w:rPr>
  </w:style>
  <w:style w:type="character" w:customStyle="1" w:styleId="Level1asHeadingtext">
    <w:name w:val="Level 1 as Heading (text)"/>
    <w:basedOn w:val="DefaultParagraphFont"/>
    <w:uiPriority w:val="1"/>
    <w:rsid w:val="005D221E"/>
    <w:rPr>
      <w:b/>
    </w:rPr>
  </w:style>
  <w:style w:type="paragraph" w:customStyle="1" w:styleId="Level2">
    <w:name w:val="Level 2"/>
    <w:basedOn w:val="Body"/>
    <w:qFormat/>
    <w:rsid w:val="0051268D"/>
    <w:pPr>
      <w:numPr>
        <w:ilvl w:val="1"/>
        <w:numId w:val="10"/>
      </w:numPr>
      <w:spacing w:after="0"/>
      <w:jc w:val="both"/>
    </w:pPr>
    <w:rPr>
      <w:lang w:val="et-EE"/>
    </w:rPr>
  </w:style>
  <w:style w:type="character" w:customStyle="1" w:styleId="Level2asHeadingtext">
    <w:name w:val="Level 2 as Heading (text)"/>
    <w:basedOn w:val="DefaultParagraphFont"/>
    <w:uiPriority w:val="1"/>
    <w:rsid w:val="005D221E"/>
    <w:rPr>
      <w:b/>
    </w:rPr>
  </w:style>
  <w:style w:type="paragraph" w:customStyle="1" w:styleId="Level3">
    <w:name w:val="Level 3"/>
    <w:basedOn w:val="Body3"/>
    <w:qFormat/>
    <w:rsid w:val="005D221E"/>
    <w:pPr>
      <w:numPr>
        <w:ilvl w:val="2"/>
        <w:numId w:val="3"/>
      </w:numPr>
      <w:outlineLvl w:val="2"/>
    </w:pPr>
  </w:style>
  <w:style w:type="character" w:customStyle="1" w:styleId="Level3asHeadingtext">
    <w:name w:val="Level 3 as Heading (text)"/>
    <w:basedOn w:val="DefaultParagraphFont"/>
    <w:uiPriority w:val="1"/>
    <w:rsid w:val="005D221E"/>
    <w:rPr>
      <w:b/>
    </w:rPr>
  </w:style>
  <w:style w:type="paragraph" w:customStyle="1" w:styleId="Level4">
    <w:name w:val="Level 4"/>
    <w:basedOn w:val="Body4"/>
    <w:qFormat/>
    <w:rsid w:val="005D221E"/>
    <w:pPr>
      <w:numPr>
        <w:ilvl w:val="3"/>
        <w:numId w:val="3"/>
      </w:numPr>
      <w:outlineLvl w:val="3"/>
    </w:pPr>
  </w:style>
  <w:style w:type="paragraph" w:customStyle="1" w:styleId="Level5">
    <w:name w:val="Level 5"/>
    <w:basedOn w:val="Body5"/>
    <w:qFormat/>
    <w:rsid w:val="005D221E"/>
    <w:pPr>
      <w:numPr>
        <w:ilvl w:val="4"/>
        <w:numId w:val="3"/>
      </w:numPr>
      <w:outlineLvl w:val="4"/>
    </w:pPr>
  </w:style>
  <w:style w:type="character" w:styleId="PageNumber">
    <w:name w:val="page number"/>
    <w:basedOn w:val="DefaultParagraphFont"/>
    <w:uiPriority w:val="2"/>
    <w:semiHidden/>
    <w:rsid w:val="005D221E"/>
    <w:rPr>
      <w:sz w:val="16"/>
    </w:rPr>
  </w:style>
  <w:style w:type="paragraph" w:customStyle="1" w:styleId="Parties">
    <w:name w:val="Parties"/>
    <w:basedOn w:val="Body1"/>
    <w:uiPriority w:val="1"/>
    <w:semiHidden/>
    <w:qFormat/>
    <w:rsid w:val="005D221E"/>
    <w:pPr>
      <w:numPr>
        <w:numId w:val="4"/>
      </w:numPr>
    </w:pPr>
  </w:style>
  <w:style w:type="paragraph" w:customStyle="1" w:styleId="Rule1">
    <w:name w:val="Rule 1"/>
    <w:basedOn w:val="Body"/>
    <w:semiHidden/>
    <w:rsid w:val="005D221E"/>
    <w:pPr>
      <w:keepNext/>
      <w:numPr>
        <w:numId w:val="5"/>
      </w:numPr>
    </w:pPr>
    <w:rPr>
      <w:b/>
    </w:rPr>
  </w:style>
  <w:style w:type="paragraph" w:customStyle="1" w:styleId="Rule2">
    <w:name w:val="Rule 2"/>
    <w:basedOn w:val="Body2"/>
    <w:semiHidden/>
    <w:rsid w:val="005D221E"/>
    <w:pPr>
      <w:numPr>
        <w:ilvl w:val="1"/>
        <w:numId w:val="5"/>
      </w:numPr>
    </w:pPr>
  </w:style>
  <w:style w:type="paragraph" w:customStyle="1" w:styleId="Rule3">
    <w:name w:val="Rule 3"/>
    <w:basedOn w:val="Body3"/>
    <w:semiHidden/>
    <w:rsid w:val="005D221E"/>
    <w:pPr>
      <w:numPr>
        <w:ilvl w:val="2"/>
        <w:numId w:val="5"/>
      </w:numPr>
    </w:pPr>
  </w:style>
  <w:style w:type="paragraph" w:customStyle="1" w:styleId="Rule4">
    <w:name w:val="Rule 4"/>
    <w:basedOn w:val="Body4"/>
    <w:semiHidden/>
    <w:rsid w:val="005D221E"/>
    <w:pPr>
      <w:numPr>
        <w:ilvl w:val="3"/>
        <w:numId w:val="5"/>
      </w:numPr>
    </w:pPr>
  </w:style>
  <w:style w:type="paragraph" w:customStyle="1" w:styleId="Rule5">
    <w:name w:val="Rule 5"/>
    <w:basedOn w:val="Body5"/>
    <w:semiHidden/>
    <w:rsid w:val="005D221E"/>
    <w:pPr>
      <w:numPr>
        <w:ilvl w:val="4"/>
        <w:numId w:val="5"/>
      </w:numPr>
    </w:pPr>
  </w:style>
  <w:style w:type="paragraph" w:customStyle="1" w:styleId="Schedule">
    <w:name w:val="Schedule"/>
    <w:basedOn w:val="Normal"/>
    <w:semiHidden/>
    <w:rsid w:val="005D221E"/>
    <w:pPr>
      <w:keepNext/>
      <w:numPr>
        <w:numId w:val="6"/>
      </w:numPr>
      <w:spacing w:after="240"/>
      <w:jc w:val="center"/>
    </w:pPr>
    <w:rPr>
      <w:b/>
      <w:caps/>
      <w:sz w:val="24"/>
    </w:rPr>
  </w:style>
  <w:style w:type="paragraph" w:customStyle="1" w:styleId="ScheduleTitle">
    <w:name w:val="Schedule Title"/>
    <w:basedOn w:val="Body"/>
    <w:uiPriority w:val="2"/>
    <w:semiHidden/>
    <w:qFormat/>
    <w:rsid w:val="005D221E"/>
    <w:pPr>
      <w:keepNext/>
      <w:spacing w:after="480"/>
      <w:jc w:val="center"/>
    </w:pPr>
    <w:rPr>
      <w:b/>
    </w:rPr>
  </w:style>
  <w:style w:type="paragraph" w:customStyle="1" w:styleId="aBankingDefinition">
    <w:name w:val="(a) Banking Definition"/>
    <w:basedOn w:val="Body"/>
    <w:uiPriority w:val="2"/>
    <w:semiHidden/>
    <w:qFormat/>
    <w:rsid w:val="00F44B9D"/>
    <w:pPr>
      <w:numPr>
        <w:numId w:val="8"/>
      </w:numPr>
    </w:pPr>
  </w:style>
  <w:style w:type="paragraph" w:customStyle="1" w:styleId="Sideheading">
    <w:name w:val="Sideheading"/>
    <w:basedOn w:val="Body"/>
    <w:qFormat/>
    <w:rsid w:val="005D221E"/>
    <w:rPr>
      <w:b/>
      <w:caps/>
    </w:rPr>
  </w:style>
  <w:style w:type="paragraph" w:customStyle="1" w:styleId="iBankingDefinition">
    <w:name w:val="(i) Banking Definition"/>
    <w:basedOn w:val="aBankingDefinition"/>
    <w:uiPriority w:val="2"/>
    <w:semiHidden/>
    <w:qFormat/>
    <w:rsid w:val="000D0EB3"/>
    <w:pPr>
      <w:numPr>
        <w:ilvl w:val="1"/>
      </w:numPr>
    </w:pPr>
  </w:style>
  <w:style w:type="paragraph" w:styleId="TOC1">
    <w:name w:val="toc 1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caps/>
      <w:noProof/>
    </w:rPr>
  </w:style>
  <w:style w:type="paragraph" w:styleId="TOC2">
    <w:name w:val="toc 2"/>
    <w:basedOn w:val="Body"/>
    <w:next w:val="Normal"/>
    <w:semiHidden/>
    <w:rsid w:val="005D221E"/>
    <w:pPr>
      <w:tabs>
        <w:tab w:val="left" w:pos="1680"/>
        <w:tab w:val="right" w:leader="dot" w:pos="9072"/>
      </w:tabs>
      <w:spacing w:after="60"/>
      <w:ind w:left="1680" w:right="851" w:hanging="829"/>
    </w:pPr>
    <w:rPr>
      <w:noProof/>
    </w:rPr>
  </w:style>
  <w:style w:type="paragraph" w:styleId="TOC3">
    <w:name w:val="toc 3"/>
    <w:basedOn w:val="Body"/>
    <w:next w:val="Normal"/>
    <w:semiHidden/>
    <w:rsid w:val="005D221E"/>
    <w:pPr>
      <w:tabs>
        <w:tab w:val="right" w:leader="dot" w:pos="9072"/>
      </w:tabs>
      <w:spacing w:after="60"/>
      <w:ind w:left="851" w:right="851" w:hanging="851"/>
    </w:pPr>
    <w:rPr>
      <w:noProof/>
    </w:rPr>
  </w:style>
  <w:style w:type="paragraph" w:styleId="TOC4">
    <w:name w:val="toc 4"/>
    <w:basedOn w:val="Body"/>
    <w:next w:val="Normal"/>
    <w:semiHidden/>
    <w:rsid w:val="005D221E"/>
    <w:pPr>
      <w:keepNext/>
      <w:spacing w:after="60"/>
      <w:ind w:right="851"/>
    </w:pPr>
    <w:rPr>
      <w:b/>
      <w:noProof/>
    </w:rPr>
  </w:style>
  <w:style w:type="paragraph" w:styleId="TOC5">
    <w:name w:val="toc 5"/>
    <w:basedOn w:val="TOC1"/>
    <w:next w:val="Normal"/>
    <w:semiHidden/>
    <w:rsid w:val="0079192D"/>
    <w:pPr>
      <w:ind w:firstLine="0"/>
    </w:pPr>
    <w:rPr>
      <w:caps w:val="0"/>
    </w:rPr>
  </w:style>
  <w:style w:type="paragraph" w:styleId="TOC6">
    <w:name w:val="toc 6"/>
    <w:basedOn w:val="Normal"/>
    <w:next w:val="Normal"/>
    <w:semiHidden/>
    <w:rsid w:val="005D221E"/>
    <w:pPr>
      <w:tabs>
        <w:tab w:val="right" w:leader="dot" w:pos="9072"/>
      </w:tabs>
      <w:ind w:left="2835" w:right="851" w:hanging="1134"/>
    </w:pPr>
    <w:rPr>
      <w:noProof/>
    </w:rPr>
  </w:style>
  <w:style w:type="paragraph" w:customStyle="1" w:styleId="FootnoteTextContinuation">
    <w:name w:val="Footnote Text Continuation"/>
    <w:basedOn w:val="FootnoteText"/>
    <w:uiPriority w:val="2"/>
    <w:semiHidden/>
    <w:rsid w:val="00A86EAF"/>
    <w:pPr>
      <w:ind w:firstLine="0"/>
    </w:pPr>
  </w:style>
  <w:style w:type="paragraph" w:customStyle="1" w:styleId="Part">
    <w:name w:val="Part"/>
    <w:basedOn w:val="Body"/>
    <w:uiPriority w:val="1"/>
    <w:semiHidden/>
    <w:qFormat/>
    <w:rsid w:val="003000F0"/>
    <w:pPr>
      <w:numPr>
        <w:numId w:val="7"/>
      </w:numPr>
      <w:spacing w:line="312" w:lineRule="auto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4D78C3"/>
    <w:rPr>
      <w:rFonts w:ascii="Verdana" w:hAnsi="Verdana"/>
      <w:noProof/>
      <w:sz w:val="16"/>
      <w:lang w:eastAsia="en-GB"/>
    </w:rPr>
  </w:style>
  <w:style w:type="table" w:styleId="TableGrid">
    <w:name w:val="Table Grid"/>
    <w:basedOn w:val="TableNormal"/>
    <w:uiPriority w:val="59"/>
    <w:rsid w:val="004D78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BBB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BBB"/>
    <w:rPr>
      <w:rFonts w:ascii="Segoe UI" w:hAnsi="Segoe UI" w:cs="Segoe UI"/>
      <w:sz w:val="18"/>
      <w:szCs w:val="18"/>
      <w:lang w:eastAsia="en-GB"/>
    </w:rPr>
  </w:style>
  <w:style w:type="paragraph" w:customStyle="1" w:styleId="ExtraInfo">
    <w:name w:val="ExtraInfo"/>
    <w:basedOn w:val="Normal"/>
    <w:uiPriority w:val="2"/>
    <w:semiHidden/>
    <w:rsid w:val="00470BBB"/>
    <w:pPr>
      <w:framePr w:w="2206" w:h="919" w:hSpace="181" w:wrap="around" w:vAnchor="page" w:hAnchor="page" w:x="9385" w:y="211"/>
      <w:shd w:val="clear" w:color="auto" w:fill="FFFFFF"/>
    </w:pPr>
    <w:rPr>
      <w:sz w:val="14"/>
      <w:szCs w:val="14"/>
    </w:rPr>
  </w:style>
  <w:style w:type="paragraph" w:customStyle="1" w:styleId="Default">
    <w:name w:val="Default"/>
    <w:rsid w:val="00EC78A1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61D81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469D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E552B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  <w:lang w:val="et-EE" w:eastAsia="et-EE"/>
    </w:rPr>
  </w:style>
  <w:style w:type="table" w:customStyle="1" w:styleId="TableGrid2">
    <w:name w:val="Table Grid2"/>
    <w:basedOn w:val="TableNormal"/>
    <w:next w:val="TableGrid"/>
    <w:uiPriority w:val="59"/>
    <w:rsid w:val="009667D4"/>
    <w:rPr>
      <w:rFonts w:asciiTheme="minorHAnsi" w:hAnsiTheme="minorHAns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F507A5"/>
    <w:rPr>
      <w:color w:val="605E5C"/>
      <w:shd w:val="clear" w:color="auto" w:fill="E1DFDD"/>
    </w:rPr>
  </w:style>
  <w:style w:type="character" w:customStyle="1" w:styleId="FootnoteTextChar">
    <w:name w:val="Footnote Text Char"/>
    <w:basedOn w:val="DefaultParagraphFont"/>
    <w:link w:val="FootnoteText"/>
    <w:rsid w:val="004A5265"/>
    <w:rPr>
      <w:rFonts w:ascii="Verdana" w:hAnsi="Verdana"/>
      <w:sz w:val="16"/>
      <w:lang w:val="et-EE" w:eastAsia="en-GB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A66D5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51268D"/>
    <w:rPr>
      <w:rFonts w:ascii="Verdana" w:hAnsi="Verdana"/>
      <w:b/>
      <w:sz w:val="18"/>
      <w:lang w:val="et-EE" w:eastAsia="en-GB"/>
    </w:rPr>
  </w:style>
  <w:style w:type="paragraph" w:customStyle="1" w:styleId="Lisadenimekiri">
    <w:name w:val="Lisade nimekiri"/>
    <w:basedOn w:val="Normal"/>
    <w:uiPriority w:val="1"/>
    <w:qFormat/>
    <w:rsid w:val="008F1361"/>
    <w:pPr>
      <w:tabs>
        <w:tab w:val="num" w:pos="720"/>
      </w:tabs>
      <w:outlineLvl w:val="0"/>
    </w:pPr>
    <w:rPr>
      <w:lang w:val="et-E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F1361"/>
    <w:rPr>
      <w:rFonts w:ascii="Verdana" w:hAnsi="Verdana"/>
      <w:sz w:val="18"/>
      <w:lang w:eastAsia="en-GB"/>
    </w:rPr>
  </w:style>
  <w:style w:type="character" w:customStyle="1" w:styleId="Level1Mrk">
    <w:name w:val="Level 1 Märk"/>
    <w:basedOn w:val="ListParagraphChar"/>
    <w:link w:val="Level1"/>
    <w:rsid w:val="0051268D"/>
    <w:rPr>
      <w:rFonts w:ascii="Verdana" w:hAnsi="Verdana"/>
      <w:sz w:val="18"/>
      <w:szCs w:val="18"/>
      <w:lang w:val="et-EE" w:eastAsia="en-GB"/>
    </w:rPr>
  </w:style>
  <w:style w:type="paragraph" w:customStyle="1" w:styleId="Level21">
    <w:name w:val="Level2.1"/>
    <w:basedOn w:val="Level2"/>
    <w:next w:val="Normal"/>
    <w:qFormat/>
    <w:rsid w:val="00953E0C"/>
    <w:pPr>
      <w:numPr>
        <w:ilvl w:val="0"/>
        <w:numId w:val="0"/>
      </w:numPr>
      <w:ind w:left="567"/>
    </w:pPr>
    <w:rPr>
      <w:b/>
      <w:i/>
    </w:rPr>
  </w:style>
  <w:style w:type="paragraph" w:customStyle="1" w:styleId="Muu">
    <w:name w:val="Muu"/>
    <w:basedOn w:val="Level1"/>
    <w:link w:val="MuuMrk"/>
    <w:qFormat/>
    <w:rsid w:val="00B33FAF"/>
    <w:pPr>
      <w:numPr>
        <w:numId w:val="11"/>
      </w:numPr>
      <w:ind w:left="754" w:hanging="357"/>
    </w:pPr>
  </w:style>
  <w:style w:type="character" w:customStyle="1" w:styleId="MuuMrk">
    <w:name w:val="Muu Märk"/>
    <w:basedOn w:val="Level1Mrk"/>
    <w:link w:val="Muu"/>
    <w:rsid w:val="00B33FAF"/>
    <w:rPr>
      <w:rFonts w:ascii="Verdana" w:hAnsi="Verdana"/>
      <w:sz w:val="18"/>
      <w:szCs w:val="18"/>
      <w:lang w:val="et-EE" w:eastAsia="en-GB"/>
    </w:rPr>
  </w:style>
  <w:style w:type="character" w:customStyle="1" w:styleId="Lahendamatamainimine3">
    <w:name w:val="Lahendamata mainimine3"/>
    <w:basedOn w:val="DefaultParagraphFont"/>
    <w:uiPriority w:val="99"/>
    <w:semiHidden/>
    <w:unhideWhenUsed/>
    <w:rsid w:val="00EE11A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F74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41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41D"/>
    <w:rPr>
      <w:rFonts w:ascii="Verdana" w:hAnsi="Verdana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4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41D"/>
    <w:rPr>
      <w:rFonts w:ascii="Verdana" w:hAnsi="Verdana"/>
      <w:b/>
      <w:bCs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E2906"/>
    <w:rPr>
      <w:color w:val="605E5C"/>
      <w:shd w:val="clear" w:color="auto" w:fill="E1DFDD"/>
    </w:rPr>
  </w:style>
  <w:style w:type="paragraph" w:customStyle="1" w:styleId="text-3mezera">
    <w:name w:val="text - 3 mezera"/>
    <w:basedOn w:val="Normal"/>
    <w:uiPriority w:val="99"/>
    <w:rsid w:val="003F6CA3"/>
    <w:pPr>
      <w:spacing w:before="60" w:line="240" w:lineRule="exact"/>
      <w:jc w:val="both"/>
    </w:pPr>
    <w:rPr>
      <w:rFonts w:ascii="Arial" w:eastAsiaTheme="minorHAnsi" w:hAnsi="Arial" w:cs="Arial"/>
      <w:sz w:val="24"/>
      <w:szCs w:val="24"/>
      <w:lang w:val="et-EE" w:eastAsia="ar-SA"/>
    </w:rPr>
  </w:style>
  <w:style w:type="character" w:customStyle="1" w:styleId="Heading2Char">
    <w:name w:val="Heading 2 Char"/>
    <w:basedOn w:val="DefaultParagraphFont"/>
    <w:link w:val="Heading2"/>
    <w:rsid w:val="006F143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8051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43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214944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9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882236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0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9221775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6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3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747119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6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9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8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9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ko@fin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a\AppData\Roaming\Microsoft\Templates\Apellatsioonkaeb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C4C3512-91B3-4261-8062-9A593173A587}">
  <we:reference id="wa104381077" version="1.0.0.3" store="et-EE" storeType="OMEX"/>
  <we:alternateReferences>
    <we:reference id="wa104381077" version="1.0.0.3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0EC595FB8E6144B3052CCBA6DDB618" ma:contentTypeVersion="13" ma:contentTypeDescription="Create a new document." ma:contentTypeScope="" ma:versionID="e59c498b2453455ce77cd9db64f815b3">
  <xsd:schema xmlns:xsd="http://www.w3.org/2001/XMLSchema" xmlns:xs="http://www.w3.org/2001/XMLSchema" xmlns:p="http://schemas.microsoft.com/office/2006/metadata/properties" xmlns:ns3="3a5a8eda-7118-497b-868a-4b6aa99a07c2" xmlns:ns4="6b095e4b-6317-494a-bdbe-963cc2aad004" targetNamespace="http://schemas.microsoft.com/office/2006/metadata/properties" ma:root="true" ma:fieldsID="03811d23cd76463c24b6d07a1e7603ad" ns3:_="" ns4:_="">
    <xsd:import namespace="3a5a8eda-7118-497b-868a-4b6aa99a07c2"/>
    <xsd:import namespace="6b095e4b-6317-494a-bdbe-963cc2aad00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a8eda-7118-497b-868a-4b6aa99a0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095e4b-6317-494a-bdbe-963cc2aad00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51ED0-5CB2-4E97-A9FA-6B861A9C5F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7F3D7-6A41-4DFD-9D39-317CE82980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DA7DAF-B5C7-4145-80ED-792B53F72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5a8eda-7118-497b-868a-4b6aa99a07c2"/>
    <ds:schemaRef ds:uri="6b095e4b-6317-494a-bdbe-963cc2aad0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5E7B04-05C3-43C4-9F3F-AEB67BEDF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Apellatsioonkaebus</Template>
  <TotalTime>34</TotalTime>
  <Pages>1</Pages>
  <Words>295</Words>
  <Characters>1714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House Style</vt:lpstr>
      <vt:lpstr>House Style</vt:lpstr>
    </vt:vector>
  </TitlesOfParts>
  <Company>Eversheds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House Style</dc:title>
  <dc:subject/>
  <dc:creator>Eversheds Sutherland</dc:creator>
  <cp:keywords/>
  <dc:description/>
  <cp:lastModifiedBy>Toomas Pikamäe / Eversheds Sutherland</cp:lastModifiedBy>
  <cp:revision>32</cp:revision>
  <cp:lastPrinted>2022-04-14T13:04:00Z</cp:lastPrinted>
  <dcterms:created xsi:type="dcterms:W3CDTF">2024-11-05T08:24:00Z</dcterms:created>
  <dcterms:modified xsi:type="dcterms:W3CDTF">2024-11-05T08:54:00Z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0x010100120EC595FB8E6144B3052CCBA6DDB618</vt:lpwstr>
  </property>
</Properties>
</file>